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15"/>
        <w:gridCol w:w="5825"/>
        <w:gridCol w:w="1613"/>
        <w:gridCol w:w="1052"/>
        <w:gridCol w:w="1377"/>
        <w:gridCol w:w="2001"/>
        <w:gridCol w:w="1252"/>
        <w:gridCol w:w="1699"/>
      </w:tblGrid>
      <w:tr w:rsidR="005B1EA6" w:rsidTr="00EB62CF">
        <w:trPr>
          <w:cantSplit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EA6" w:rsidRDefault="005B1EA6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EA6" w:rsidRDefault="005B1EA6" w:rsidP="00EB62CF">
            <w:pPr>
              <w:rPr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EA6" w:rsidRDefault="005B1EA6" w:rsidP="00EB62CF">
            <w:pPr>
              <w:rPr>
                <w:sz w:val="24"/>
                <w:szCs w:val="24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EA6" w:rsidRDefault="005B1EA6" w:rsidP="00EB62CF">
            <w:pPr>
              <w:rPr>
                <w:sz w:val="24"/>
                <w:szCs w:val="24"/>
              </w:rPr>
            </w:pPr>
          </w:p>
        </w:tc>
        <w:tc>
          <w:tcPr>
            <w:tcW w:w="6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EA6" w:rsidRDefault="005B1EA6" w:rsidP="00831F68">
            <w:pPr>
              <w:rPr>
                <w:sz w:val="24"/>
                <w:szCs w:val="24"/>
              </w:rPr>
            </w:pPr>
            <w:r>
              <w:t>Приложение 4</w:t>
            </w:r>
          </w:p>
        </w:tc>
      </w:tr>
      <w:tr w:rsidR="005B1EA6" w:rsidTr="00EB62CF">
        <w:trPr>
          <w:cantSplit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EA6" w:rsidRDefault="005B1EA6" w:rsidP="00EB62CF"/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EA6" w:rsidRDefault="005B1EA6" w:rsidP="00EB62C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A6" w:rsidRDefault="005B1EA6" w:rsidP="00EB62CF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EA6" w:rsidRDefault="005B1EA6" w:rsidP="00EB62CF"/>
        </w:tc>
        <w:tc>
          <w:tcPr>
            <w:tcW w:w="6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B1EA6" w:rsidRDefault="005B1EA6" w:rsidP="00831F68">
            <w:pPr>
              <w:rPr>
                <w:sz w:val="24"/>
                <w:szCs w:val="24"/>
              </w:rPr>
            </w:pPr>
            <w:r>
              <w:t>к Закону Республики Карелия</w:t>
            </w:r>
          </w:p>
        </w:tc>
      </w:tr>
      <w:tr w:rsidR="00B91F81" w:rsidTr="00B91F81">
        <w:trPr>
          <w:cantSplit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  <w:tc>
          <w:tcPr>
            <w:tcW w:w="6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F81" w:rsidRDefault="00B91F81" w:rsidP="00831F68">
            <w:pPr>
              <w:rPr>
                <w:sz w:val="24"/>
                <w:szCs w:val="24"/>
              </w:rPr>
            </w:pPr>
            <w:r>
              <w:t>«О бюджете Республики Карелия на 2018 год</w:t>
            </w:r>
          </w:p>
        </w:tc>
      </w:tr>
      <w:tr w:rsidR="00B91F81" w:rsidTr="00B91F81">
        <w:trPr>
          <w:cantSplit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  <w:tc>
          <w:tcPr>
            <w:tcW w:w="63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F81" w:rsidRDefault="00B91F81" w:rsidP="00831F68">
            <w:pPr>
              <w:rPr>
                <w:sz w:val="24"/>
                <w:szCs w:val="24"/>
              </w:rPr>
            </w:pPr>
            <w:r>
              <w:t>и на плановый период 2019 и 2020 годов»</w:t>
            </w:r>
          </w:p>
        </w:tc>
      </w:tr>
      <w:tr w:rsidR="00B91F81" w:rsidTr="00B91F81">
        <w:trPr>
          <w:cantSplit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/>
        </w:tc>
      </w:tr>
      <w:tr w:rsidR="00B91F81" w:rsidTr="00B91F81">
        <w:trPr>
          <w:cantSplit/>
        </w:trPr>
        <w:tc>
          <w:tcPr>
            <w:tcW w:w="159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B1EA6" w:rsidRDefault="005B1EA6" w:rsidP="00EB62CF">
            <w:pPr>
              <w:jc w:val="center"/>
              <w:rPr>
                <w:b/>
                <w:bCs/>
              </w:rPr>
            </w:pPr>
          </w:p>
          <w:p w:rsidR="00B91F81" w:rsidRDefault="00B91F81" w:rsidP="00EB62C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Ведомственная структура расходов бюджета Республики Карелия на 2018 год</w:t>
            </w:r>
          </w:p>
        </w:tc>
      </w:tr>
      <w:tr w:rsidR="00831F68" w:rsidTr="00EB62CF">
        <w:trPr>
          <w:cantSplit/>
        </w:trPr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F68" w:rsidRDefault="00831F68" w:rsidP="00EB62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31F68" w:rsidRDefault="00831F68" w:rsidP="00EB62CF">
            <w:pPr>
              <w:jc w:val="center"/>
              <w:rPr>
                <w:color w:val="FFFFFF"/>
                <w:sz w:val="40"/>
                <w:szCs w:val="40"/>
              </w:rPr>
            </w:pPr>
            <w:r>
              <w:rPr>
                <w:color w:val="FFFFFF"/>
                <w:sz w:val="40"/>
                <w:szCs w:val="40"/>
              </w:rPr>
              <w:t>Приложение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F68" w:rsidRDefault="00831F68" w:rsidP="00EB62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F68" w:rsidRDefault="00831F68" w:rsidP="00EB62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F68" w:rsidRDefault="00831F68" w:rsidP="00EB62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F68" w:rsidRDefault="00831F68" w:rsidP="00EB62C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31F68" w:rsidRPr="00831F68" w:rsidRDefault="00831F68" w:rsidP="00831F68">
            <w:pPr>
              <w:jc w:val="right"/>
            </w:pPr>
            <w:r w:rsidRPr="00831F68">
              <w:t xml:space="preserve">  (тыс. рублей)</w:t>
            </w:r>
          </w:p>
        </w:tc>
      </w:tr>
      <w:tr w:rsidR="00B91F81" w:rsidTr="00B91F81">
        <w:trPr>
          <w:cantSplit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№ пун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та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главного распорядителя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Раздел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Подраздел 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Целевая статья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ра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ходов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</w:t>
            </w:r>
          </w:p>
        </w:tc>
      </w:tr>
    </w:tbl>
    <w:p w:rsidR="00B91F81" w:rsidRPr="00B91F81" w:rsidRDefault="00B91F81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115"/>
        <w:gridCol w:w="5825"/>
        <w:gridCol w:w="1613"/>
        <w:gridCol w:w="1052"/>
        <w:gridCol w:w="1377"/>
        <w:gridCol w:w="2001"/>
        <w:gridCol w:w="1252"/>
        <w:gridCol w:w="1699"/>
      </w:tblGrid>
      <w:tr w:rsidR="00B91F81" w:rsidTr="00B91F81">
        <w:trPr>
          <w:tblHeader/>
        </w:trPr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B91F81" w:rsidTr="00B91F81"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582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здравоохранения Республ</w:t>
            </w:r>
            <w:r>
              <w:rPr>
                <w:b/>
                <w:bCs/>
              </w:rPr>
              <w:t>и</w:t>
            </w:r>
            <w:r>
              <w:rPr>
                <w:b/>
                <w:bCs/>
              </w:rPr>
              <w:t>ки Карелия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800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0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7 569 082,4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60 352,1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Среднее профессиональное 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60 352,1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60 352,1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60 352,1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среднего профессионал</w:t>
            </w:r>
            <w:r>
              <w:t>ь</w:t>
            </w:r>
            <w:r>
              <w:t>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60 352,1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условий ос</w:t>
            </w:r>
            <w:r>
              <w:t>у</w:t>
            </w:r>
            <w:r>
              <w:t>ществления образовательной деятельности по основным профессиональным образовател</w:t>
            </w:r>
            <w:r>
              <w:t>ь</w:t>
            </w:r>
            <w:r>
              <w:t>ным программам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60 352,1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Здравоохранение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2 429 377,1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Стационарная медицинская помощь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867 831,4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lastRenderedPageBreak/>
              <w:t>релия «Развитие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867 831,4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</w:t>
            </w:r>
            <w:r>
              <w:t>о</w:t>
            </w:r>
            <w:r>
              <w:t>щи»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171 531,8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160 131,8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160 131,8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лека</w:t>
            </w:r>
            <w:r>
              <w:t>р</w:t>
            </w:r>
            <w:r>
              <w:t>ственного обеспечения отдельных категорий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организации лекарственного обеспечения отдельных категорий населения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01 1 03 70190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666 186,6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 xml:space="preserve">временного оказания специализированной, в </w:t>
            </w:r>
            <w:r>
              <w:lastRenderedPageBreak/>
              <w:t>том числе высокотехнологичной, медици</w:t>
            </w:r>
            <w:r>
              <w:t>н</w:t>
            </w:r>
            <w: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666 186,6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своевременн</w:t>
            </w:r>
            <w:r>
              <w:t>о</w:t>
            </w:r>
            <w:r>
              <w:t>го оказания специализированной, в том числе 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660 770,6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оказанию гра</w:t>
            </w:r>
            <w:r>
              <w:t>ж</w:t>
            </w:r>
            <w:r>
              <w:t>данам Российской Федерации высокотехнол</w:t>
            </w:r>
            <w:r>
              <w:t>о</w:t>
            </w:r>
            <w:r>
              <w:t>гичной медицинской помощи, не включенной в базовую программу обязательного медици</w:t>
            </w:r>
            <w:r>
              <w:t>н</w:t>
            </w:r>
            <w:r>
              <w:t>ского страхования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R4020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5 416,0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«Охрана здоровья матери и р</w:t>
            </w:r>
            <w:r>
              <w:t>е</w:t>
            </w:r>
            <w:r>
              <w:t>бенка»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30 113,0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системы родовспоможения»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12 330,9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совершенствованию матер</w:t>
            </w:r>
            <w:r>
              <w:t>и</w:t>
            </w:r>
            <w:r>
              <w:t>ально-технической базы учреждений род</w:t>
            </w:r>
            <w:r>
              <w:t>о</w:t>
            </w:r>
            <w:r>
              <w:t>вспоможения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01 3 01 70050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330,9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улучшению демографич</w:t>
            </w:r>
            <w:r>
              <w:t>е</w:t>
            </w:r>
            <w:r>
              <w:t>ской ситуации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01 3 01 70060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Основное мероприятие «Совершенствование </w:t>
            </w:r>
            <w:r>
              <w:lastRenderedPageBreak/>
              <w:t>оказания медицинской помощи детям»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17 782,1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17 782,1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Амбулаторная помощь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406 056,0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406 056,0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</w:t>
            </w:r>
            <w:r>
              <w:t>о</w:t>
            </w:r>
            <w:r>
              <w:t>щи»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128 407,2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системы медицинской профилактики инфекционных, неинфекционных заболеваний»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42 486,9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системы медици</w:t>
            </w:r>
            <w:r>
              <w:t>н</w:t>
            </w:r>
            <w:r>
              <w:t>ской профилактики инфекционных, неинфе</w:t>
            </w:r>
            <w:r>
              <w:t>к</w:t>
            </w:r>
            <w:r>
              <w:t>ционных заболеваний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16 864,0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системы медици</w:t>
            </w:r>
            <w:r>
              <w:t>н</w:t>
            </w:r>
            <w:r>
              <w:t>ской профилактики инфекционных, неинфе</w:t>
            </w:r>
            <w:r>
              <w:t>к</w:t>
            </w:r>
            <w:r>
              <w:t>ционных заболеваний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25 622,9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85 920,3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Первичная медико-санитарная помощь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65 920,3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276 497,4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276 497,4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своевременн</w:t>
            </w:r>
            <w:r>
              <w:t>о</w:t>
            </w:r>
            <w:r>
              <w:t>го оказания специализированной, в том числе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267 643,2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отдельных мероприятий госуда</w:t>
            </w:r>
            <w:r>
              <w:t>р</w:t>
            </w:r>
            <w:r>
              <w:t xml:space="preserve">ственной программы Российской Федерации «Развитие здравоохранения» (финансовое обеспечение закупок диагностических средств для выявления и мониторинга лечения лиц, инфицированных вирусами иммунодефицита </w:t>
            </w:r>
            <w:r>
              <w:lastRenderedPageBreak/>
              <w:t>человека, в том числе в сочетании с вирусами гепатитов</w:t>
            </w:r>
            <w:proofErr w:type="gramStart"/>
            <w:r>
              <w:t xml:space="preserve"> В</w:t>
            </w:r>
            <w:proofErr w:type="gramEnd"/>
            <w:r>
              <w:t xml:space="preserve"> и (или) С)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R3821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4 351,1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мероприятий госуда</w:t>
            </w:r>
            <w:r>
              <w:t>р</w:t>
            </w:r>
            <w:r>
              <w:t>ственной программы Российской Федерации «Развитие здравоохранения» (финансовое обеспечение закупок диагностических средств для выявления, определения чувствительн</w:t>
            </w:r>
            <w:r>
              <w:t>о</w:t>
            </w:r>
            <w:r>
              <w:t>сти микобактерии туберкулеза и мониторинга лечения лиц, больных туберкулезом с множ</w:t>
            </w:r>
            <w:r>
              <w:t>е</w:t>
            </w:r>
            <w:r>
              <w:t>ственной лекарственной устойчивостью во</w:t>
            </w:r>
            <w:r>
              <w:t>з</w:t>
            </w:r>
            <w:r>
              <w:t>будителя, в соответствии с перечнем, утве</w:t>
            </w:r>
            <w:r>
              <w:t>р</w:t>
            </w:r>
            <w:r>
              <w:t>жденным Министерством здравоохранения Российской Федерации, а также медицинских изделий в соответствии со стандартом осн</w:t>
            </w:r>
            <w:r>
              <w:t>а</w:t>
            </w:r>
            <w:r>
              <w:t>щения, предусмотренным порядком оказания медицинской помощи больным туберкулезом) (Субсидии бюджетным учреждениям)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R3822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2 893,4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отдельных мероприятий госуда</w:t>
            </w:r>
            <w:r>
              <w:t>р</w:t>
            </w:r>
            <w:r>
              <w:t>ственной программы Российской Федерации «Развитие здравоохранения» (финансовое обеспечение реализации мероприятий по профилактике ВИЧ-инфекции и гепатитов B и C, в том числе с привлечением к реализации указанных мероприятий социально ориент</w:t>
            </w:r>
            <w:r>
              <w:t>и</w:t>
            </w:r>
            <w:r>
              <w:t>рованных некоммерческих организаций)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R3824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1 609,7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«Охрана здоровья матери и р</w:t>
            </w:r>
            <w:r>
              <w:t>е</w:t>
            </w:r>
            <w:r>
              <w:lastRenderedPageBreak/>
              <w:t>бенка»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1 151,4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системы родовспоможения»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совершенствованию матер</w:t>
            </w:r>
            <w:r>
              <w:t>и</w:t>
            </w:r>
            <w:r>
              <w:t>ально-технической базы учреждений род</w:t>
            </w:r>
            <w:r>
              <w:t>о</w:t>
            </w:r>
            <w:r>
              <w:t>вспоможения (Субсидии бюджетным учр</w:t>
            </w:r>
            <w:r>
              <w:t>е</w:t>
            </w:r>
            <w:r>
              <w:t>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01 3 01 70050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1 059,4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1 059,4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Медицинская помощь в дневных стационарах всех типов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66 053,6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66 053,6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61 448,1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61 448,1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своевременн</w:t>
            </w:r>
            <w:r>
              <w:t>о</w:t>
            </w:r>
            <w:r>
              <w:lastRenderedPageBreak/>
              <w:t>го оказания специализированной, в том числе 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61 448,1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«Охрана здоровья матери и р</w:t>
            </w:r>
            <w:r>
              <w:t>е</w:t>
            </w:r>
            <w:r>
              <w:t>бенка»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4 605,5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4 605,5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4 605,5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Скорая медицинская помощь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86 770,5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86 770,5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</w:t>
            </w:r>
            <w:r>
              <w:t>о</w:t>
            </w:r>
            <w:r>
              <w:t>щи»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8 867,0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8 867,0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8 867,0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</w:t>
            </w:r>
            <w:r>
              <w:lastRenderedPageBreak/>
              <w:t xml:space="preserve">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77 903,5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51 010,0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своевременн</w:t>
            </w:r>
            <w:r>
              <w:t>о</w:t>
            </w:r>
            <w:r>
              <w:t>го оказания специализированной, в том числе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51 010,0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отдел</w:t>
            </w:r>
            <w:r>
              <w:t>ь</w:t>
            </w:r>
            <w:r>
              <w:t>ных мероприятий приоритетного проекта Ро</w:t>
            </w:r>
            <w:r>
              <w:t>с</w:t>
            </w:r>
            <w:r>
              <w:t>сийской Федерации «Обеспечение своевр</w:t>
            </w:r>
            <w:r>
              <w:t>е</w:t>
            </w:r>
            <w:r>
              <w:t>менности оказания экстренной медицинской помощи гражданам, проживающим в трудн</w:t>
            </w:r>
            <w:r>
              <w:t>о</w:t>
            </w:r>
            <w:r>
              <w:t>доступных районах Российской Федерации»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закупке авиац</w:t>
            </w:r>
            <w:r>
              <w:t>и</w:t>
            </w:r>
            <w:r>
              <w:t>онной услуги для оказания медицинской п</w:t>
            </w:r>
            <w:r>
              <w:t>о</w:t>
            </w:r>
            <w:r>
              <w:t>мощи с применением авиации 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R5540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26 893,5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Заготовка, переработка, хранение и обеспеч</w:t>
            </w:r>
            <w:r>
              <w:t>е</w:t>
            </w:r>
            <w:r>
              <w:t>ние безопасности донорской крови и ее ко</w:t>
            </w:r>
            <w:r>
              <w:t>м</w:t>
            </w:r>
            <w:r>
              <w:lastRenderedPageBreak/>
              <w:t>понентов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102 797,3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102 797,3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</w:t>
            </w:r>
            <w:r>
              <w:t>о</w:t>
            </w:r>
            <w:r>
              <w:t>щи»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1 310,3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1 310,3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1 310,3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101 487,0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101 487,0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своевременн</w:t>
            </w:r>
            <w:r>
              <w:t>о</w:t>
            </w:r>
            <w:r>
              <w:t xml:space="preserve">го оказания специализированной, в том числе </w:t>
            </w:r>
            <w:r>
              <w:lastRenderedPageBreak/>
              <w:t>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89 987,0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01 2 01 89700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здравоохранения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899 868,3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899 868,3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</w:t>
            </w:r>
            <w:r>
              <w:t>о</w:t>
            </w:r>
            <w:r>
              <w:t>щи»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311 186,2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системы медицинской профилактики инфекционных, неинфекционных заболеваний»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10 928,2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системы медици</w:t>
            </w:r>
            <w:r>
              <w:t>н</w:t>
            </w:r>
            <w:r>
              <w:t>ской профилактики инфекционных, неинфе</w:t>
            </w:r>
            <w:r>
              <w:t>к</w:t>
            </w:r>
            <w:r>
              <w:t>ционных заболеваний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01 1 01 70010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10 928,2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40 558,0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Первичная медико-санитарная помощь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01 1 02 70020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40 558,0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лека</w:t>
            </w:r>
            <w:r>
              <w:t>р</w:t>
            </w:r>
            <w:r>
              <w:t>ственного обеспечения отдельных категорий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259 700,0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</w:t>
            </w:r>
            <w:r>
              <w:t>и</w:t>
            </w:r>
            <w:r>
              <w:t>зации</w:t>
            </w:r>
            <w:proofErr w:type="spellEnd"/>
            <w:r>
              <w:t xml:space="preserve"> населения (Социальные выплаты гра</w:t>
            </w:r>
            <w:r>
              <w:t>ж</w:t>
            </w:r>
            <w:r>
              <w:t>данам, кроме публичных нормативных соц</w:t>
            </w:r>
            <w:r>
              <w:t>и</w:t>
            </w:r>
            <w:r>
              <w:t>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Мероприятия по предупреждению </w:t>
            </w:r>
            <w:proofErr w:type="spellStart"/>
            <w:r>
              <w:t>инвалид</w:t>
            </w:r>
            <w:r>
              <w:t>и</w:t>
            </w:r>
            <w:r>
              <w:t>зации</w:t>
            </w:r>
            <w:proofErr w:type="spellEnd"/>
            <w:r>
              <w:t xml:space="preserve"> населения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01 1 03 70130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138 500,0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качественными безопасными лекарственными препаратами детей первых трех лет жизни и детей из мн</w:t>
            </w:r>
            <w:r>
              <w:t>о</w:t>
            </w:r>
            <w:r>
              <w:t>годетных семей в возрасте до 6 лет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01 1 03 70140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26 200,0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106 155,1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106 155,1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своевременн</w:t>
            </w:r>
            <w:r>
              <w:t>о</w:t>
            </w:r>
            <w:r>
              <w:t>го оказания специализированной, в том числе высокотехнологичной, медицинской помощи, скорой, в том числе скорой специализирова</w:t>
            </w:r>
            <w:r>
              <w:t>н</w:t>
            </w:r>
            <w:r>
              <w:t>ной, медицинской помощи, медицинской эв</w:t>
            </w:r>
            <w:r>
              <w:t>а</w:t>
            </w:r>
            <w:r>
              <w:t>куации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01 2 01 70030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93 979,0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совершенствованию высок</w:t>
            </w:r>
            <w:r>
              <w:t>о</w:t>
            </w:r>
            <w:r>
              <w:t>технологичной медицинской помощи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01 2 01 70040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Реализация отдельных мероприятий госуда</w:t>
            </w:r>
            <w:r>
              <w:t>р</w:t>
            </w:r>
            <w:r>
              <w:t>ственной программы Российской Федерации «Развитие здравоохранения» (финансовое обеспечение расходов на организационные мероприятия, связанные с обеспечением лиц лекарственными препаратами, предназначе</w:t>
            </w:r>
            <w:r>
              <w:t>н</w:t>
            </w:r>
            <w:r>
              <w:t>ными для лечения больных злокачественными новообразованиями лимфоидной, кроветво</w:t>
            </w:r>
            <w:r>
              <w:t>р</w:t>
            </w:r>
            <w:r>
              <w:t xml:space="preserve">ной и родственных им тканей, гемофилией, </w:t>
            </w:r>
            <w:proofErr w:type="spellStart"/>
            <w:r>
              <w:t>муковисцидозом</w:t>
            </w:r>
            <w:proofErr w:type="spellEnd"/>
            <w:r>
              <w:t>, гипофизарным нанизмом, болезнью Гоше, рассеянным склерозом, а также после трансплантации органов и (или) тканей, включающие в себя хранение лека</w:t>
            </w:r>
            <w:r>
              <w:t>р</w:t>
            </w:r>
            <w:r>
              <w:t>ственных препаратов, доставку лекарстве</w:t>
            </w:r>
            <w:r>
              <w:t>н</w:t>
            </w:r>
            <w:r>
              <w:t>ных препаратов до аптечных</w:t>
            </w:r>
            <w:proofErr w:type="gramEnd"/>
            <w:r>
              <w:t xml:space="preserve"> организаций, с</w:t>
            </w:r>
            <w:r>
              <w:t>о</w:t>
            </w:r>
            <w:r>
              <w:t>здание и сопровождение электронных баз данных учета и движения лекарственных пр</w:t>
            </w:r>
            <w:r>
              <w:t>е</w:t>
            </w:r>
            <w:r>
              <w:t>паратов в пределах субъектов Российской Ф</w:t>
            </w:r>
            <w:r>
              <w:t>е</w:t>
            </w:r>
            <w:r>
              <w:t xml:space="preserve">дерации) (Иные закупки товаров, работ и </w:t>
            </w:r>
            <w:r>
              <w:lastRenderedPageBreak/>
              <w:t>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  <w:proofErr w:type="spellStart"/>
            <w:r>
              <w:t>R3823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2 176,1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«Охрана здоровья матери и р</w:t>
            </w:r>
            <w:r>
              <w:t>е</w:t>
            </w:r>
            <w:r>
              <w:t>бенка»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109 699,6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109 699,6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73 942,6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14 228,8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21 233,2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оказания мед</w:t>
            </w:r>
            <w:r>
              <w:t>и</w:t>
            </w:r>
            <w:r>
              <w:t>цинской помощи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«Кадровое обеспечение сист</w:t>
            </w:r>
            <w:r>
              <w:t>е</w:t>
            </w:r>
            <w:r>
              <w:t>мы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37 397,2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«Социальная по</w:t>
            </w:r>
            <w:r>
              <w:t>д</w:t>
            </w:r>
            <w:r>
              <w:t>держка отдельных категорий медицинских работников»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12 397,2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отдельных мероприятий госуда</w:t>
            </w:r>
            <w:r>
              <w:t>р</w:t>
            </w:r>
            <w:r>
              <w:t xml:space="preserve">ственной программы Российской Федерации «Развитие здравоохранения» (осуществление единовременных компенсационных выплат </w:t>
            </w:r>
            <w:r>
              <w:lastRenderedPageBreak/>
              <w:t>медицинским работникам) (Социальные в</w:t>
            </w:r>
            <w:r>
              <w:t>ы</w:t>
            </w:r>
            <w:r>
              <w:t>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01 4 01 </w:t>
            </w:r>
            <w:proofErr w:type="spellStart"/>
            <w:r>
              <w:t>R3825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12 397,2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«Повышение квал</w:t>
            </w:r>
            <w:r>
              <w:t>и</w:t>
            </w:r>
            <w:r>
              <w:t>фикации и профессиональная переподготовка медицинских и фармацевтических работн</w:t>
            </w:r>
            <w:r>
              <w:t>и</w:t>
            </w:r>
            <w:r>
              <w:t>ков»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01 4 02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системы здр</w:t>
            </w:r>
            <w:r>
              <w:t>а</w:t>
            </w:r>
            <w:r>
              <w:t>воохранения медицинскими кадрами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01 4 02 70100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информатизации в здравоохранении»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01 5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16 246,7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инфо</w:t>
            </w:r>
            <w:r>
              <w:t>р</w:t>
            </w:r>
            <w:r>
              <w:t>мационно-технологической поддержки пр</w:t>
            </w:r>
            <w:r>
              <w:t>и</w:t>
            </w:r>
            <w:r>
              <w:t>нятия управленческих решений в сфере здр</w:t>
            </w:r>
            <w:r>
              <w:t>а</w:t>
            </w:r>
            <w:r>
              <w:t>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01 5 01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16 246,7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формированию единой и</w:t>
            </w:r>
            <w:r>
              <w:t>н</w:t>
            </w:r>
            <w:r>
              <w:t>формационной системы здравоохранения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01 5 01 70150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16 246,7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319 183,5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53 998,3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lastRenderedPageBreak/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7 605,4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(Исполнение судебных а</w:t>
            </w:r>
            <w:r>
              <w:t>к</w:t>
            </w:r>
            <w:r>
              <w:t>тов)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370,0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сфере охраны здоровья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1 174,0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сфере охраны здоровья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00 59800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343,6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10 548,7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6 495,0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lastRenderedPageBreak/>
              <w:t>сти организаций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238 490,5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5 079 353,2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5 079 353,2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4 986 953,2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</w:t>
            </w:r>
            <w:r>
              <w:t>о</w:t>
            </w:r>
            <w:r>
              <w:t>щи»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241 773,7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лека</w:t>
            </w:r>
            <w:r>
              <w:t>р</w:t>
            </w:r>
            <w:r>
              <w:t>ственного обеспечения отдельных категорий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241 773,7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отдельных полномочий в области лекарственного обеспечения (Социальные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01 1 03 51610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66 723,7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социально значимыми заболеваниями (Соц</w:t>
            </w:r>
            <w:r>
              <w:t>и</w:t>
            </w:r>
            <w:r>
              <w:t>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87 250,0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предупреждению и борьбе с социально значимыми заболеваниями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01 1 03 70120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87 800,0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«Совершенствование оказания </w:t>
            </w:r>
            <w:r>
              <w:lastRenderedPageBreak/>
              <w:t xml:space="preserve">специализированной, включая </w:t>
            </w:r>
            <w:proofErr w:type="gramStart"/>
            <w:r>
              <w:t>высокотехн</w:t>
            </w:r>
            <w:r>
              <w:t>о</w:t>
            </w:r>
            <w:r>
              <w:t>логичную</w:t>
            </w:r>
            <w:proofErr w:type="gramEnd"/>
            <w:r>
              <w:t>, медицинской помощи, скорой, в том числе скорой специализированной, мед</w:t>
            </w:r>
            <w:r>
              <w:t>и</w:t>
            </w:r>
            <w:r>
              <w:t>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временного оказания специализированной, в том числе высокотехнологичной, медици</w:t>
            </w:r>
            <w:r>
              <w:t>н</w:t>
            </w:r>
            <w:r>
              <w:t>ской помощи, скорой, в том числе скорой специализированной, медицинской помощи, медицинской эвакуации»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доступности медицинской помощи, связанной с проездом неработающих граждан, направляемых для медицинской консультации, обследования, лечения в другие регионы Российской Фед</w:t>
            </w:r>
            <w:r>
              <w:t>е</w:t>
            </w:r>
            <w:r>
              <w:t>рации (Социальные выплаты гражданам, кр</w:t>
            </w:r>
            <w:r>
              <w:t>о</w:t>
            </w:r>
            <w:r>
              <w:t>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01 2 01 70200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категориям граждан (Социальные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01 2 01 89700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4 733 679,5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Обязательное медицинское страхование нер</w:t>
            </w:r>
            <w:r>
              <w:t>а</w:t>
            </w:r>
            <w:r>
              <w:t>ботающего населения (Социальные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  <w:proofErr w:type="gramStart"/>
            <w:r>
              <w:t xml:space="preserve"> С</w:t>
            </w:r>
            <w:proofErr w:type="gramEnd"/>
            <w:r>
              <w:t xml:space="preserve"> 00 45010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4 733 679,5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92 400,0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ветеранов труда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20 746,0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тружеников т</w:t>
            </w:r>
            <w:r>
              <w:t>ы</w:t>
            </w:r>
            <w:r>
              <w:t>ла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реабилитир</w:t>
            </w:r>
            <w:r>
              <w:t>о</w:t>
            </w:r>
            <w:r>
              <w:t>ванных лиц и лиц, признанных пострадавш</w:t>
            </w:r>
            <w:r>
              <w:t>и</w:t>
            </w:r>
            <w:r>
              <w:t>ми от политических репрессий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Республики Карелия и других категорий граждан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36 424,0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мер гос</w:t>
            </w:r>
            <w:r>
              <w:t>у</w:t>
            </w:r>
            <w:r>
              <w:t>дарственной поддержки гражданам, имеющим детей, а также в связи с беременностью и р</w:t>
            </w:r>
            <w:r>
              <w:t>о</w:t>
            </w:r>
            <w:r>
              <w:t>дами»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образования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7 813 508,4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10 543,0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Функционирование Правительства Росси</w:t>
            </w:r>
            <w:r>
              <w:t>й</w:t>
            </w:r>
            <w:r>
              <w:t>ской Федерации, высших исполнительных о</w:t>
            </w:r>
            <w:r>
              <w:t>р</w:t>
            </w:r>
            <w:r>
              <w:t>ганов государственной власти субъектов Ро</w:t>
            </w:r>
            <w:r>
              <w:t>с</w:t>
            </w:r>
            <w:r>
              <w:t>сийской Федерации, местных администраций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10 543,0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созданию комиссий по делам несовершеннолетних и защите их прав и организации деятельности таких к</w:t>
            </w:r>
            <w:r>
              <w:t>о</w:t>
            </w:r>
            <w:r>
              <w:t>миссий 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30 0 00 42020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10 543,0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7 506 953,4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35 077,1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32 941,7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32 941,7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 xml:space="preserve">тельных программ дошкольного, начального общего, основного общего, среднего общего образования, осуществление присмотра и </w:t>
            </w:r>
            <w:r>
              <w:lastRenderedPageBreak/>
              <w:t>ухода за детьми»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32 941,7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Финансовое обеспечение получения д</w:t>
            </w:r>
            <w:r>
              <w:t>о</w:t>
            </w:r>
            <w:r>
              <w:t>школьного образования в частных дошкол</w:t>
            </w:r>
            <w:r>
              <w:t>ь</w:t>
            </w:r>
            <w:r>
              <w:t>ных образовательных и общеобразовательных организациях, осуществляющих образов</w:t>
            </w:r>
            <w:r>
              <w:t>а</w:t>
            </w:r>
            <w:r>
              <w:t>тельную деятельность по имеющим госуда</w:t>
            </w:r>
            <w:r>
              <w:t>р</w:t>
            </w:r>
            <w:r>
              <w:t>ственную аккредитацию основным образов</w:t>
            </w:r>
            <w:r>
              <w:t>а</w:t>
            </w:r>
            <w:r>
              <w:t>тельным программам (Субсидии некоммерч</w:t>
            </w:r>
            <w:r>
              <w:t>е</w:t>
            </w:r>
            <w:r>
              <w:t>ским организациям (за исключением госуда</w:t>
            </w:r>
            <w:r>
              <w:t>р</w:t>
            </w:r>
            <w:r>
              <w:t>ственных (муниципальных) учреждений)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02 2 01 70320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32 941,7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«Доступная среда в Республике Кар</w:t>
            </w:r>
            <w:r>
              <w:t>е</w:t>
            </w:r>
            <w:r>
              <w:t>лия» на 2016–2020 годы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2 135,4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интеграции и системы реабилитации инвал</w:t>
            </w:r>
            <w:r>
              <w:t>и</w:t>
            </w:r>
            <w:r>
              <w:t>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2 135,4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государственной программы Российской Федерации «Досту</w:t>
            </w:r>
            <w:r>
              <w:t>п</w:t>
            </w:r>
            <w:r>
              <w:t>ная среда» на 2011–2020 годы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2 135,4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461 502,9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461 502,9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потенциала системы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Осуществление государственных полномочий Республики Карелия по выплате компенсации </w:t>
            </w:r>
            <w:r>
              <w:lastRenderedPageBreak/>
              <w:t>расходов на оплату жилых помещений, ото</w:t>
            </w:r>
            <w:r>
              <w:t>п</w:t>
            </w:r>
            <w:r>
              <w:t>ления и освещения педагогическим работн</w:t>
            </w:r>
            <w:r>
              <w:t>и</w:t>
            </w:r>
            <w:r>
              <w:t>кам муниципальных образовательных орган</w:t>
            </w:r>
            <w:r>
              <w:t>и</w:t>
            </w:r>
            <w:r>
              <w:t>заций, проживающим и работающим в сел</w:t>
            </w:r>
            <w:r>
              <w:t>ь</w:t>
            </w:r>
            <w:r>
              <w:t>ских населенных пунктах, рабочих поселках (поселках городского типа)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02 1 04 42040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поощрению педагогических работников (Премии и гранты)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02 1 04 76030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371 002,9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347 581,3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предоставлению предусмотренных пунктом 5 части 1 статьи 9 Закона Республики Карелия</w:t>
            </w:r>
            <w:r w:rsidR="00FB7EDE">
              <w:t xml:space="preserve"> от 20 декабря 2013 года № 1755-</w:t>
            </w:r>
            <w:r>
              <w:t>ЗРК «Об образовании» мер социальной поддержки и социального обсл</w:t>
            </w:r>
            <w:r>
              <w:t>у</w:t>
            </w:r>
            <w:r>
              <w:t>живания обучающимся с ограниченными во</w:t>
            </w:r>
            <w:r>
              <w:t>з</w:t>
            </w:r>
            <w:r>
              <w:t>можностями здоровья, за исключением об</w:t>
            </w:r>
            <w:r>
              <w:t>у</w:t>
            </w:r>
            <w:r>
              <w:t>чающихся (воспитываемых) в государстве</w:t>
            </w:r>
            <w:r>
              <w:t>н</w:t>
            </w:r>
            <w:r>
              <w:t>ных образовательных организациях Респу</w:t>
            </w:r>
            <w:r>
              <w:t>б</w:t>
            </w:r>
            <w:r>
              <w:lastRenderedPageBreak/>
              <w:t>лики Карелия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02 2 01 42100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26 974,0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FB7EDE" w:rsidP="00EB62CF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B91F81">
              <w:t>по обеспечению условий ос</w:t>
            </w:r>
            <w:r w:rsidR="00B91F81">
              <w:t>у</w:t>
            </w:r>
            <w:r w:rsidR="00B91F81">
              <w:t>ществления образовательной деятельности по основным общеобразовательным программам и дополнительным общеобразовательным программам в государственных организациях (Расходы на выплаты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12 950,1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FB7EDE" w:rsidP="00EB62CF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B91F81">
              <w:t>по обеспечению условий ос</w:t>
            </w:r>
            <w:r w:rsidR="00B91F81">
              <w:t>у</w:t>
            </w:r>
            <w:r w:rsidR="00B91F81">
              <w:t>ществления образовательной деятельности по основным общеобразовательным программам и дополнительным общеобразовательным программам в государственных организациях (Иные закупки товаров, работ и услуг для обеспечения государственных (муниципал</w:t>
            </w:r>
            <w:r w:rsidR="00B91F81">
              <w:t>ь</w:t>
            </w:r>
            <w:r w:rsidR="00B91F81"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91,2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FB7EDE" w:rsidP="00EB62CF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B91F81">
              <w:t>по обеспечению условий ос</w:t>
            </w:r>
            <w:r w:rsidR="00B91F81">
              <w:t>у</w:t>
            </w:r>
            <w:r w:rsidR="00B91F81">
              <w:t>ществления образовательной деятельности по основным общеобразовательным программам и дополнительным общеобразовательным программам в государственных организациях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303 552,8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FB7EDE" w:rsidP="00EB62CF">
            <w:pPr>
              <w:rPr>
                <w:sz w:val="24"/>
                <w:szCs w:val="24"/>
              </w:rPr>
            </w:pPr>
            <w:r>
              <w:t xml:space="preserve">Мероприятия </w:t>
            </w:r>
            <w:r w:rsidR="00B91F81">
              <w:t>по обеспечению условий ос</w:t>
            </w:r>
            <w:r w:rsidR="00B91F81">
              <w:t>у</w:t>
            </w:r>
            <w:r w:rsidR="00B91F81">
              <w:t>ществления образовательной деятельности по основным общеобразовательным программам и дополнительным общеобразовательным программам в государственных организациях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02 2 01 70330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0,7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Финансовое обеспечение получения начал</w:t>
            </w:r>
            <w:r>
              <w:t>ь</w:t>
            </w:r>
            <w:r>
              <w:t>ного общего, основного общего, среднего о</w:t>
            </w:r>
            <w:r>
              <w:t>б</w:t>
            </w:r>
            <w:r>
              <w:t>щего образования в частных общеобразов</w:t>
            </w:r>
            <w:r>
              <w:t>а</w:t>
            </w:r>
            <w:r>
              <w:t>тельных организациях, осуществляющих о</w:t>
            </w:r>
            <w:r>
              <w:t>б</w:t>
            </w:r>
            <w:r>
              <w:t>разовательную деятельность по имеющим государственную аккредитацию основным общеобразовательным программам (Субсидии некоммерческим организациям (за исключ</w:t>
            </w:r>
            <w:r>
              <w:t>е</w:t>
            </w:r>
            <w:r>
              <w:t>нием государственных (муниципальных) учреждений)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02 2 01 70400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4 012,5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«Модернизация и</w:t>
            </w:r>
            <w:r>
              <w:t>н</w:t>
            </w:r>
            <w:r>
              <w:t>фраструктуры общего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23 421,6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созданию в о</w:t>
            </w:r>
            <w:r>
              <w:t>б</w:t>
            </w:r>
            <w:r>
              <w:t>щеобразовательных организациях, распол</w:t>
            </w:r>
            <w:r>
              <w:t>о</w:t>
            </w:r>
            <w:r>
              <w:t>женных в сельской местности, условий для занятий физической культурой и спортом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02 2 03 </w:t>
            </w:r>
            <w:proofErr w:type="spellStart"/>
            <w:r>
              <w:t>R0970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23 421,6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Дополнительное образование детей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45 924,8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дополнительного образования детей»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дополн</w:t>
            </w:r>
            <w:r>
              <w:t>и</w:t>
            </w:r>
            <w:r>
              <w:t>тельных общеобразовательных программ»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условий обр</w:t>
            </w:r>
            <w:r>
              <w:t>а</w:t>
            </w:r>
            <w:r>
              <w:t>зовательной деятельности по реализации д</w:t>
            </w:r>
            <w:r>
              <w:t>о</w:t>
            </w:r>
            <w:r>
              <w:t>полнительных общеобразовательных пр</w:t>
            </w:r>
            <w:r>
              <w:t>о</w:t>
            </w:r>
            <w:r>
              <w:t>грамм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02 4 01 70370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45 391,0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«Доступная среда в Республике Кар</w:t>
            </w:r>
            <w:r>
              <w:t>е</w:t>
            </w:r>
            <w:r>
              <w:t>лия» на 2016–2020 годы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533,8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интеграции и системы реабилитации инвал</w:t>
            </w:r>
            <w:r>
              <w:t>и</w:t>
            </w:r>
            <w:r>
              <w:t>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533,8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государственной программы Российской Федерации «Досту</w:t>
            </w:r>
            <w:r>
              <w:t>п</w:t>
            </w:r>
            <w:r>
              <w:t>ная среда» на 2011–2020 годы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533,8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Среднее профессиональное 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662 340,9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653 245,1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653 245,1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среднего профессионал</w:t>
            </w:r>
            <w:r>
              <w:t>ь</w:t>
            </w:r>
            <w:r>
              <w:t>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641 095,1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условий ос</w:t>
            </w:r>
            <w:r>
              <w:t>у</w:t>
            </w:r>
            <w:r>
              <w:t>ществления образовательной деятельности по основным профессиональным образовател</w:t>
            </w:r>
            <w:r>
              <w:t>ь</w:t>
            </w:r>
            <w:r>
              <w:t>ным программам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274 914,8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условий ос</w:t>
            </w:r>
            <w:r>
              <w:t>у</w:t>
            </w:r>
            <w:r>
              <w:t>ществления образовательной деятельности по основным профессиональным образовател</w:t>
            </w:r>
            <w:r>
              <w:t>ь</w:t>
            </w:r>
            <w:r>
              <w:t>ным программам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366 180,3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отдел</w:t>
            </w:r>
            <w:r>
              <w:t>ь</w:t>
            </w:r>
            <w:r>
              <w:lastRenderedPageBreak/>
              <w:t>ных мероприятий приоритетного проекта Ро</w:t>
            </w:r>
            <w:r>
              <w:t>с</w:t>
            </w:r>
            <w:r>
              <w:t>сийской Федерации «Подготовка высококв</w:t>
            </w:r>
            <w:r>
              <w:t>а</w:t>
            </w:r>
            <w:r>
              <w:t>лифицированных специалистов и рабочих кадров с учетом современных стандартов и передовых технологий»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12 150,0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Реализация проектов и программ движения </w:t>
            </w:r>
            <w:r w:rsidR="00FB7EDE">
              <w:t>«</w:t>
            </w:r>
            <w:proofErr w:type="spellStart"/>
            <w:r>
              <w:t>Ворлдскиллс</w:t>
            </w:r>
            <w:proofErr w:type="spellEnd"/>
            <w:r>
              <w:t xml:space="preserve"> Россия</w:t>
            </w:r>
            <w:r w:rsidR="00FB7EDE">
              <w:t>»</w:t>
            </w:r>
            <w:r>
              <w:t>, в том числе провед</w:t>
            </w:r>
            <w:r>
              <w:t>е</w:t>
            </w:r>
            <w:r>
              <w:t>ние регионального чемпионата професси</w:t>
            </w:r>
            <w:r>
              <w:t>о</w:t>
            </w:r>
            <w:r>
              <w:t>нального мастерства по стандартам «</w:t>
            </w:r>
            <w:proofErr w:type="spellStart"/>
            <w:r>
              <w:t>Вор</w:t>
            </w:r>
            <w:r>
              <w:t>л</w:t>
            </w:r>
            <w:r>
              <w:t>дскиллс</w:t>
            </w:r>
            <w:proofErr w:type="spellEnd"/>
            <w:r>
              <w:t>» (Субсидии автономным учрежден</w:t>
            </w:r>
            <w:r>
              <w:t>и</w:t>
            </w:r>
            <w:r>
              <w:t>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76010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12 150,0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«Доступная среда в Республике Кар</w:t>
            </w:r>
            <w:r>
              <w:t>е</w:t>
            </w:r>
            <w:r>
              <w:t>лия» на 2016–2020 годы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9 095,8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интеграции и системы реабилитации инвал</w:t>
            </w:r>
            <w:r>
              <w:t>и</w:t>
            </w:r>
            <w:r>
              <w:t>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9 095,8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государственной программы Российской Федерации «Досту</w:t>
            </w:r>
            <w:r>
              <w:t>п</w:t>
            </w:r>
            <w:r>
              <w:t>ная среда» на 2011–2020 годы (Субсидии а</w:t>
            </w:r>
            <w:r>
              <w:t>в</w:t>
            </w:r>
            <w:r>
              <w:t>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9 095,8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24 426,7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24 426,7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23 381,8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дополн</w:t>
            </w:r>
            <w:r>
              <w:t>и</w:t>
            </w:r>
            <w:r>
              <w:lastRenderedPageBreak/>
              <w:t>тельных профессиональных программ, осно</w:t>
            </w:r>
            <w:r>
              <w:t>в</w:t>
            </w:r>
            <w:r>
              <w:t>ных программ профессионального обучения»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23 381,8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условий ос</w:t>
            </w:r>
            <w:r>
              <w:t>у</w:t>
            </w:r>
            <w:r>
              <w:t>ществления образовательной деятельности по дополнительным профессиональным пр</w:t>
            </w:r>
            <w:r>
              <w:t>о</w:t>
            </w:r>
            <w:r>
              <w:t>граммам (Субсидии автономным учрежден</w:t>
            </w:r>
            <w:r>
              <w:t>и</w:t>
            </w:r>
            <w:r>
              <w:t>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02 1 03 70410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23 381,8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1 044,9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«Повышение качества образования в общеобразовательных орган</w:t>
            </w:r>
            <w:r>
              <w:t>и</w:t>
            </w:r>
            <w:r>
              <w:t>зациях путем реализации региональных пр</w:t>
            </w:r>
            <w:r>
              <w:t>о</w:t>
            </w:r>
            <w:r>
              <w:t>ектов»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1 044,9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повышению кач</w:t>
            </w:r>
            <w:r>
              <w:t>е</w:t>
            </w:r>
            <w:r>
              <w:t>ства образования в школах с низкими резул</w:t>
            </w:r>
            <w:r>
              <w:t>ь</w:t>
            </w:r>
            <w:r>
              <w:t>татами обучения и в школах, функциониру</w:t>
            </w:r>
            <w:r>
              <w:t>ю</w:t>
            </w:r>
            <w:r>
              <w:t>щих в неблагоприятных социальных услов</w:t>
            </w:r>
            <w:r>
              <w:t>и</w:t>
            </w:r>
            <w:r>
              <w:t>ях, путем реализации региональных проектов и распространения их результатов в субъектах Российской Федерации (Субсидии автоно</w:t>
            </w:r>
            <w:r>
              <w:t>м</w:t>
            </w:r>
            <w:r>
              <w:t>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02 2 02 </w:t>
            </w:r>
            <w:proofErr w:type="spellStart"/>
            <w:r>
              <w:t>R5380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1 044,9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29 992,0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29 992,0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29 992,0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оздор</w:t>
            </w:r>
            <w:r>
              <w:t>о</w:t>
            </w:r>
            <w:r>
              <w:t>вительного отдыха детей»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29 992,0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Организация отдыха детей в специализир</w:t>
            </w:r>
            <w:r>
              <w:t>о</w:t>
            </w:r>
            <w:r>
              <w:t>ванных (профильных) лагерях, организова</w:t>
            </w:r>
            <w:r>
              <w:t>н</w:t>
            </w:r>
            <w:r>
              <w:t>ных государственными учреждениями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03 2 05 70680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Организация отдыха и оздоровления детей, находящихся в трудной жизненной ситуации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03 2 05 70690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образования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6 247 689,0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6 247 689,0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1 955,0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среднего профессионал</w:t>
            </w:r>
            <w:r>
              <w:t>ь</w:t>
            </w:r>
            <w:r>
              <w:t>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Премии, стипендии в соответствии с решен</w:t>
            </w:r>
            <w:r>
              <w:t>и</w:t>
            </w:r>
            <w:r>
              <w:t>ями Правительства Республики Карелия и о</w:t>
            </w:r>
            <w:r>
              <w:t>р</w:t>
            </w:r>
            <w:r>
              <w:t>ганов исполнительной власти в области обр</w:t>
            </w:r>
            <w:r>
              <w:t>а</w:t>
            </w:r>
            <w:r>
              <w:t>зования  (Стипендии)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02 1 01 70310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потенциала системы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1 155,0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кадрового поте</w:t>
            </w:r>
            <w:r>
              <w:t>н</w:t>
            </w:r>
            <w:r>
              <w:t>циала в сферах дошкольного, общего и д</w:t>
            </w:r>
            <w:r>
              <w:t>о</w:t>
            </w:r>
            <w:r>
              <w:lastRenderedPageBreak/>
              <w:t>полнительного образования детей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02 1 04 70350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кадрового поте</w:t>
            </w:r>
            <w:r>
              <w:t>н</w:t>
            </w:r>
            <w:r>
              <w:t>циала в сферах дошкольного, общего и д</w:t>
            </w:r>
            <w:r>
              <w:t>о</w:t>
            </w:r>
            <w:r>
              <w:t>полнительного образования детей (Социал</w:t>
            </w:r>
            <w:r>
              <w:t>ь</w:t>
            </w:r>
            <w:r>
              <w:t>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02 1 04 70350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кадрового поте</w:t>
            </w:r>
            <w:r>
              <w:t>н</w:t>
            </w:r>
            <w:r>
              <w:t>циала в сферах дошкольного, общего и д</w:t>
            </w:r>
            <w:r>
              <w:t>о</w:t>
            </w:r>
            <w:r>
              <w:t>полнительного образования детей (Премии и гранты)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02 1 04 70350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520,0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6 117 090,0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6 081 724,8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государственных гарантий ре</w:t>
            </w:r>
            <w:r>
              <w:t>а</w:t>
            </w:r>
            <w:r>
              <w:t>лизации прав на получение общедоступного и бесплатного дошкольного образования в м</w:t>
            </w:r>
            <w:r>
              <w:t>у</w:t>
            </w:r>
            <w:r>
              <w:t xml:space="preserve">ниципальных дошкольных образовательных организациях, общедоступного и бесплатного дошкольного, начального общего, основного </w:t>
            </w:r>
            <w:r>
              <w:lastRenderedPageBreak/>
              <w:t>общего, среднего общего образования в м</w:t>
            </w:r>
            <w:r>
              <w:t>у</w:t>
            </w:r>
            <w:r>
              <w:t>ниципальных общеобразовательных орган</w:t>
            </w:r>
            <w:r>
              <w:t>и</w:t>
            </w:r>
            <w:r>
              <w:t>зациях, обеспечение дополнительного образ</w:t>
            </w:r>
            <w:r>
              <w:t>о</w:t>
            </w:r>
            <w:r>
              <w:t>вания детей в муниципальных общеобразов</w:t>
            </w:r>
            <w:r>
              <w:t>а</w:t>
            </w:r>
            <w:r>
              <w:t>тельных организациях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02 2 01 42190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5 782 631,0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«Развитие образования»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02 2 01 43200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288 267,0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созданию условий для пс</w:t>
            </w:r>
            <w:r>
              <w:t>и</w:t>
            </w:r>
            <w:r>
              <w:t>холого-медико-педагогического сопровожд</w:t>
            </w:r>
            <w:r>
              <w:t>е</w:t>
            </w:r>
            <w:r>
              <w:t>ния участников образовательного процесса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02 2 01 70340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10 826,8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«Модернизация и</w:t>
            </w:r>
            <w:r>
              <w:t>н</w:t>
            </w:r>
            <w:r>
              <w:t>фраструктуры общего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35 365,2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созданию единой федерал</w:t>
            </w:r>
            <w:r>
              <w:t>ь</w:t>
            </w:r>
            <w:r>
              <w:t>ной межведомственной системы учета ко</w:t>
            </w:r>
            <w:r>
              <w:t>н</w:t>
            </w:r>
            <w:r>
              <w:t>тингента обучающихся по основным образ</w:t>
            </w:r>
            <w:r>
              <w:t>о</w:t>
            </w:r>
            <w:r>
              <w:t>вательным программам и дополнительным общеобразовательным программам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02 2 03 70420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35 365,2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«Совершенствование управл</w:t>
            </w:r>
            <w:r>
              <w:t>е</w:t>
            </w:r>
            <w:r>
              <w:t>ния системой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32 798,4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«Проведение госуда</w:t>
            </w:r>
            <w:r>
              <w:t>р</w:t>
            </w:r>
            <w:r>
              <w:t xml:space="preserve">ственной итоговой аттестации </w:t>
            </w:r>
            <w:proofErr w:type="gramStart"/>
            <w:r>
              <w:t>обучающихся</w:t>
            </w:r>
            <w:proofErr w:type="gramEnd"/>
            <w:r>
              <w:t>, включая мониторинговые исследования кач</w:t>
            </w:r>
            <w:r>
              <w:t>е</w:t>
            </w:r>
            <w:r>
              <w:t xml:space="preserve">ства образования, оценку и контроль качества </w:t>
            </w:r>
            <w:r>
              <w:lastRenderedPageBreak/>
              <w:t>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32 798,4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Обеспечение и проведение государственной итоговой аттестации </w:t>
            </w:r>
            <w:proofErr w:type="gramStart"/>
            <w:r>
              <w:t>обучающихся</w:t>
            </w:r>
            <w:proofErr w:type="gramEnd"/>
            <w:r>
              <w:t xml:space="preserve">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02 3 01 70380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26 384,7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оценке и контролю качества образования 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02 3 01 70390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6 413,7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95 845,6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(Расходы на выплаты пе</w:t>
            </w:r>
            <w:r>
              <w:t>р</w:t>
            </w:r>
            <w:r>
              <w:t>соналу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41 816,4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3 283,4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сфере образования (Ра</w:t>
            </w:r>
            <w:r>
              <w:t>с</w:t>
            </w:r>
            <w:r>
              <w:t>ходы на выплаты персоналу государственных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4 602,3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lastRenderedPageBreak/>
              <w:t>сийской Федерации в сфере образования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496,6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сфере образования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00 59900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34 095,6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10 927,4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296 012,0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24 266,0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24 266,0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24 266,0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оздор</w:t>
            </w:r>
            <w:r>
              <w:t>о</w:t>
            </w:r>
            <w:r>
              <w:t>вительного отдыха детей»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24 266,0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Субсидия местным бюджетам на реализацию </w:t>
            </w:r>
            <w:r>
              <w:lastRenderedPageBreak/>
              <w:t>мероприятий государственной программы Республики Карелия «Совершенствование с</w:t>
            </w:r>
            <w:r>
              <w:t>о</w:t>
            </w:r>
            <w:r>
              <w:t>циальной защиты граждан»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03 2 05 43210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24 266,0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</w:t>
            </w:r>
            <w:r>
              <w:t>ь</w:t>
            </w:r>
            <w:r>
              <w:t>ми, осваивающими образовательные пр</w:t>
            </w:r>
            <w:r>
              <w:t>о</w:t>
            </w:r>
            <w:r>
              <w:t>граммы дошкольного образования в организ</w:t>
            </w:r>
            <w:r>
              <w:t>а</w:t>
            </w:r>
            <w:r>
              <w:t>циях, осуществляющих образовательную де</w:t>
            </w:r>
            <w:r>
              <w:t>я</w:t>
            </w:r>
            <w:r>
              <w:t>тельность, за исключением государственных образовательных организаций Республики Карелия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02 2 01 42030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культуры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1 119 224,6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57 039,7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57 039,7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57 039,7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архивного дела»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57 039,7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архивного дела (Расходы на выплаты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53 498,8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архивного дела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3 523,4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архивного дела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07 0 02 71610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14 530,0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14 530,0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плана о</w:t>
            </w:r>
            <w:r>
              <w:t>с</w:t>
            </w:r>
            <w:r>
              <w:t>новных мероприятий, связанных с подгото</w:t>
            </w:r>
            <w:r>
              <w:t>в</w:t>
            </w:r>
            <w:r>
              <w:t>кой и проведением празднования в 2020 году 100-</w:t>
            </w:r>
            <w:proofErr w:type="spellStart"/>
            <w:r>
              <w:t>летия</w:t>
            </w:r>
            <w:proofErr w:type="spellEnd"/>
            <w:r>
              <w:t xml:space="preserve"> образования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 бюджетным учрежд</w:t>
            </w:r>
            <w:r>
              <w:t>е</w:t>
            </w:r>
            <w:r>
              <w:lastRenderedPageBreak/>
              <w:t>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туризма»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13 580,0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туристского потенциала»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13 580,0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19 0 01 74600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9 380,0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туристского п</w:t>
            </w:r>
            <w:r>
              <w:t>о</w:t>
            </w:r>
            <w:r>
              <w:t>тенциала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19 0 01 74610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туристского п</w:t>
            </w:r>
            <w:r>
              <w:t>о</w:t>
            </w:r>
            <w:r>
              <w:t>тенциала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19 0 01 74610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64 767,1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Среднее профессиональное 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64 767,1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64 767,1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профессионального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64 767,1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образов</w:t>
            </w:r>
            <w:r>
              <w:t>а</w:t>
            </w:r>
            <w:r>
              <w:t>тельных программ среднего профессионал</w:t>
            </w:r>
            <w:r>
              <w:t>ь</w:t>
            </w:r>
            <w:r>
              <w:t>ного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64 767,1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условий ос</w:t>
            </w:r>
            <w:r>
              <w:t>у</w:t>
            </w:r>
            <w:r>
              <w:t>ществления образовательной деятельности по основным профессиональным образовател</w:t>
            </w:r>
            <w:r>
              <w:t>ь</w:t>
            </w:r>
            <w:r>
              <w:t xml:space="preserve">ным программам (Субсидии бюджетным </w:t>
            </w:r>
            <w:r>
              <w:lastRenderedPageBreak/>
              <w:t>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02 1 01 70300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64 767,1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978 894,8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845 892,1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845 892,1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«Сохранение военно-исторического наследия и государственная охрана памятников истории и объектов кул</w:t>
            </w:r>
            <w:r>
              <w:t>ь</w:t>
            </w:r>
            <w:r>
              <w:t>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35 520,1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«Развитие культуры»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07 0 01 43250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Мероприятия, связанные с присвоением п</w:t>
            </w:r>
            <w:r>
              <w:t>о</w:t>
            </w:r>
            <w:r>
              <w:t>четного звания Российской Федерации «Город воинской славы» (Иные межбюджетные трансферты)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07 0 01 44030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области сохранения объектов культу</w:t>
            </w:r>
            <w:r>
              <w:t>р</w:t>
            </w:r>
            <w:r>
              <w:t>ного наследия (Расходы на выплаты персон</w:t>
            </w:r>
            <w:r>
              <w:t>а</w:t>
            </w:r>
            <w:r>
              <w:t>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12 593,1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области сохранения объектов культу</w:t>
            </w:r>
            <w:r>
              <w:t>р</w:t>
            </w:r>
            <w:r>
              <w:t>ного наследия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2 771,8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области сохранения объектов культу</w:t>
            </w:r>
            <w:r>
              <w:t>р</w:t>
            </w:r>
            <w:r>
              <w:t>ного наследия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07 0 01 71600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архивного дела»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65 240,1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музейного дела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07 0 02 71620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65 240,1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библиоте</w:t>
            </w:r>
            <w:r>
              <w:t>ч</w:t>
            </w:r>
            <w:r>
              <w:t>ного дела»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98 271,0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библиотечного д</w:t>
            </w:r>
            <w:r>
              <w:t>е</w:t>
            </w:r>
            <w:r>
              <w:t>ла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07 0 03 71630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97 520,3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поддержке отра</w:t>
            </w:r>
            <w:r>
              <w:t>с</w:t>
            </w:r>
            <w:r>
              <w:t>ли культуры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07 0 03 </w:t>
            </w:r>
            <w:proofErr w:type="spellStart"/>
            <w:r>
              <w:t>R5190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750,7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исполн</w:t>
            </w:r>
            <w:r>
              <w:t>и</w:t>
            </w:r>
            <w:r>
              <w:t>тельских искусств, сохранение нематериал</w:t>
            </w:r>
            <w:r>
              <w:t>ь</w:t>
            </w:r>
            <w:r>
              <w:t>ного культурного наследия»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354 949,9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сохранению и развитию и</w:t>
            </w:r>
            <w:r>
              <w:t>с</w:t>
            </w:r>
            <w:r>
              <w:t>полнительских искусств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07 0 04 71640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348 119,6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области культуры и кинемат</w:t>
            </w:r>
            <w:r>
              <w:t>о</w:t>
            </w:r>
            <w:r>
              <w:t>графии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области культуры и кинемат</w:t>
            </w:r>
            <w:r>
              <w:t>о</w:t>
            </w:r>
            <w:r>
              <w:t>графии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3 550,0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поддержке тво</w:t>
            </w:r>
            <w:r>
              <w:t>р</w:t>
            </w:r>
            <w:r>
              <w:lastRenderedPageBreak/>
              <w:t>ческой деятельности и техническому оснащ</w:t>
            </w:r>
            <w:r>
              <w:t>е</w:t>
            </w:r>
            <w:r>
              <w:t>нию детских и кукольных театров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07 0 04 </w:t>
            </w:r>
            <w:proofErr w:type="spellStart"/>
            <w:r>
              <w:t>R5170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1 880,3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«Модернизация, стр</w:t>
            </w:r>
            <w:r>
              <w:t>о</w:t>
            </w:r>
            <w:r>
              <w:t>ительство и реконструкция учреждений кул</w:t>
            </w:r>
            <w:r>
              <w:t>ь</w:t>
            </w:r>
            <w:r>
              <w:t>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18 335,3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обеспечению ра</w:t>
            </w:r>
            <w:r>
              <w:t>з</w:t>
            </w:r>
            <w:r>
              <w:t>вития и укрепления материально-технической базы муниципальных домов культуры в нас</w:t>
            </w:r>
            <w:r>
              <w:t>е</w:t>
            </w:r>
            <w:r>
              <w:t>ленных пунктах с числом жителей до 50 т</w:t>
            </w:r>
            <w:r>
              <w:t>ы</w:t>
            </w:r>
            <w:r>
              <w:t>сяч человек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R4670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12 251,6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поддержке отра</w:t>
            </w:r>
            <w:r>
              <w:t>с</w:t>
            </w:r>
            <w:r>
              <w:t>ли культуры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07 0 05 </w:t>
            </w:r>
            <w:proofErr w:type="spellStart"/>
            <w:r>
              <w:t>R5190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6 083,7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«Поддержка и разв</w:t>
            </w:r>
            <w:r>
              <w:t>и</w:t>
            </w:r>
            <w:r>
              <w:t>тие отраслевого образования, кадрового п</w:t>
            </w:r>
            <w:r>
              <w:t>о</w:t>
            </w:r>
            <w:r>
              <w:t>тенциала сферы культуры, творческих инд</w:t>
            </w:r>
            <w:r>
              <w:t>у</w:t>
            </w:r>
            <w:r>
              <w:t>стрий»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07 0 06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160 936,0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«Развитие культуры»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07 0 06 43250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159 838,0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Премии, стипендии в соответствии с решен</w:t>
            </w:r>
            <w:r>
              <w:t>и</w:t>
            </w:r>
            <w:r>
              <w:t>ями Правительства Республики Карелия и о</w:t>
            </w:r>
            <w:r>
              <w:t>р</w:t>
            </w:r>
            <w:r>
              <w:t>ганов исполнительной власти в области кул</w:t>
            </w:r>
            <w:r>
              <w:t>ь</w:t>
            </w:r>
            <w:r>
              <w:t>туры (Премии и гранты)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07 0 06 71680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Премии, стипендии в соответствии с решен</w:t>
            </w:r>
            <w:r>
              <w:t>и</w:t>
            </w:r>
            <w:r>
              <w:t>ями Правительства Республики Карелия и о</w:t>
            </w:r>
            <w:r>
              <w:t>р</w:t>
            </w:r>
            <w:r>
              <w:t>ганов исполнительной власти в области кул</w:t>
            </w:r>
            <w:r>
              <w:t>ь</w:t>
            </w:r>
            <w:r>
              <w:lastRenderedPageBreak/>
              <w:t>туры (Иные выплаты населению)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07 0 06 71680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поддержке отра</w:t>
            </w:r>
            <w:r>
              <w:t>с</w:t>
            </w:r>
            <w:r>
              <w:t>ли культуры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07 0 06 </w:t>
            </w:r>
            <w:proofErr w:type="spellStart"/>
            <w:r>
              <w:t>R5190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плана о</w:t>
            </w:r>
            <w:r>
              <w:t>с</w:t>
            </w:r>
            <w:r>
              <w:t>новных мероприятий, связанных с подгото</w:t>
            </w:r>
            <w:r>
              <w:t>в</w:t>
            </w:r>
            <w:r>
              <w:t>кой и проведением празднования в 2020 году 100-</w:t>
            </w:r>
            <w:proofErr w:type="spellStart"/>
            <w:r>
              <w:t>летия</w:t>
            </w:r>
            <w:proofErr w:type="spellEnd"/>
            <w:r>
              <w:t xml:space="preserve"> образования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93 050,0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67 650,0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подготовке и проведению празднования на федеральном уровне памятных дат субъектов Российской Федерации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07 0 07 </w:t>
            </w:r>
            <w:proofErr w:type="spellStart"/>
            <w:r>
              <w:t>R5090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19 589,7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19 589,7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Кинематография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исполн</w:t>
            </w:r>
            <w:r>
              <w:t>и</w:t>
            </w:r>
            <w:r>
              <w:t>тельских искусств, сохранение нематериал</w:t>
            </w:r>
            <w:r>
              <w:t>ь</w:t>
            </w:r>
            <w:r>
              <w:t>ного культурного наследия»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области культуры и кинемат</w:t>
            </w:r>
            <w:r>
              <w:t>о</w:t>
            </w:r>
            <w:r>
              <w:lastRenderedPageBreak/>
              <w:t>графии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культуры, кинем</w:t>
            </w:r>
            <w:r>
              <w:t>а</w:t>
            </w:r>
            <w:r>
              <w:t>тографии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126 859,1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119 427,6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119 427,6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29 061,4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1 540,9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отношении объектов культурного наследия (Расходы на выплаты персоналу государственных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2 732,2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 xml:space="preserve">сийской Федерации в отношении объектов </w:t>
            </w:r>
            <w:r>
              <w:lastRenderedPageBreak/>
              <w:t>культурного наследия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отношении объектов культурного наследия (Уплата налогов, сб</w:t>
            </w:r>
            <w:r>
              <w:t>о</w:t>
            </w:r>
            <w:r>
              <w:t>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00 59500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5 750,5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377,0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79 047,1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Информационное сопровождение деятельн</w:t>
            </w:r>
            <w:r>
              <w:t>о</w:t>
            </w:r>
            <w:r>
              <w:t>сти органов государственной власти Респу</w:t>
            </w:r>
            <w:r>
              <w:t>б</w:t>
            </w:r>
            <w:r>
              <w:t>лики Карелия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туризма»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7 431,5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lastRenderedPageBreak/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7 431,5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7 431,5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Средства массовой информации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3 993,0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Периодическая печать и издательства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3 993,0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3 993,0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исполн</w:t>
            </w:r>
            <w:r>
              <w:t>и</w:t>
            </w:r>
            <w:r>
              <w:t>тельских искусств, сохранение нематериал</w:t>
            </w:r>
            <w:r>
              <w:t>ь</w:t>
            </w:r>
            <w:r>
              <w:t>ного культурного наследия»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3 993,0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Периодические издания, учрежденные орг</w:t>
            </w:r>
            <w:r>
              <w:t>а</w:t>
            </w:r>
            <w:r>
              <w:t>нами законодательной и исполнительной вл</w:t>
            </w:r>
            <w:r>
              <w:t>а</w:t>
            </w:r>
            <w:r>
              <w:t>сти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07 0 04 71660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3 993,0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сельского и рыбного хозя</w:t>
            </w:r>
            <w:r>
              <w:rPr>
                <w:b/>
                <w:bCs/>
              </w:rPr>
              <w:t>й</w:t>
            </w:r>
            <w:r>
              <w:rPr>
                <w:b/>
                <w:bCs/>
              </w:rPr>
              <w:t>ства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876 704,4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847 953,7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Сельское хозяйство и рыболовство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847 953,7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</w:t>
            </w:r>
            <w:r>
              <w:t>о</w:t>
            </w:r>
            <w:r>
              <w:t>хозяйственного</w:t>
            </w:r>
            <w:proofErr w:type="spellEnd"/>
            <w:r>
              <w:t xml:space="preserve"> комплексов»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847 953,7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живо</w:t>
            </w:r>
            <w:r>
              <w:t>т</w:t>
            </w:r>
            <w:r>
              <w:t>новодства и переработки продукции животн</w:t>
            </w:r>
            <w:r>
              <w:t>о</w:t>
            </w:r>
            <w:r>
              <w:t>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490 030,9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«Содействие развитию племенного животноводства»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23 100,0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поддержке племенного крупного рогатого скота мясного направления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12 1 01 73070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Приобретение племенного молодняка крупн</w:t>
            </w:r>
            <w:r>
              <w:t>о</w:t>
            </w:r>
            <w:r>
              <w:t>го рогатого скота молочного направления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12 1 01 73180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поддержка племенного животново</w:t>
            </w:r>
            <w:r>
              <w:t>д</w:t>
            </w:r>
            <w:r>
              <w:t>ства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12 1 01 </w:t>
            </w:r>
            <w:proofErr w:type="spellStart"/>
            <w:r>
              <w:t>R5431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8 006,4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поддержка племенного животново</w:t>
            </w:r>
            <w:r>
              <w:t>д</w:t>
            </w:r>
            <w:r>
              <w:t>ства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12 1 01 </w:t>
            </w:r>
            <w:proofErr w:type="spellStart"/>
            <w:r>
              <w:t>К5431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4 593,6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«Содействие развитию молочного скотоводства»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194 420,9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предоставлению субсидии на 1 килограмм реализованного и (или) отгруженного на собственную перер</w:t>
            </w:r>
            <w:r>
              <w:t>а</w:t>
            </w:r>
            <w:r>
              <w:t>ботку молока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12 1 02 73120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повышению пр</w:t>
            </w:r>
            <w:r>
              <w:t>о</w:t>
            </w:r>
            <w:r>
              <w:t>дуктивности в молочном скотоводстве (Су</w:t>
            </w:r>
            <w:r>
              <w:t>б</w:t>
            </w:r>
            <w:r>
              <w:t>сидии юридическим лицам (кроме некомме</w:t>
            </w:r>
            <w:r>
              <w:t>р</w:t>
            </w:r>
            <w:r>
              <w:t>ческих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12 1 02 </w:t>
            </w:r>
            <w:proofErr w:type="spellStart"/>
            <w:r>
              <w:t>R5420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48 447,2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повышению пр</w:t>
            </w:r>
            <w:r>
              <w:t>о</w:t>
            </w:r>
            <w:r>
              <w:t>дуктивности в молочном скотоводстве (Су</w:t>
            </w:r>
            <w:r>
              <w:t>б</w:t>
            </w:r>
            <w:r>
              <w:t>сидии юридическим лицам (кроме некомме</w:t>
            </w:r>
            <w:r>
              <w:t>р</w:t>
            </w:r>
            <w:r>
              <w:t>ческих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12 1 02 </w:t>
            </w:r>
            <w:proofErr w:type="spellStart"/>
            <w:r>
              <w:t>К5420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141 973,7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живо</w:t>
            </w:r>
            <w:r>
              <w:t>т</w:t>
            </w:r>
            <w:r>
              <w:t>новодства, переработки и реализации проду</w:t>
            </w:r>
            <w:r>
              <w:t>к</w:t>
            </w:r>
            <w:r>
              <w:t>ции животноводства»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39 728,0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 xml:space="preserve">стижению целевых показателей региональных </w:t>
            </w:r>
            <w:r>
              <w:lastRenderedPageBreak/>
              <w:t>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R5432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1 386,3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процентной ставки по инвестиционным кредитам (займам) в агропромышленном ко</w:t>
            </w:r>
            <w:r>
              <w:t>м</w:t>
            </w:r>
            <w:r>
              <w:t>плексе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R5440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30 786,7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К5432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процентной ставки по инвестиционным кредитам (займам) в агропромышленном ко</w:t>
            </w:r>
            <w:r>
              <w:t>м</w:t>
            </w:r>
            <w:r>
              <w:t>плексе (Субсидии юридическим лицам (кроме некоммерческих организаций), индивидуал</w:t>
            </w:r>
            <w:r>
              <w:t>ь</w:t>
            </w:r>
            <w:r>
              <w:lastRenderedPageBreak/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12 1 04 </w:t>
            </w:r>
            <w:proofErr w:type="spellStart"/>
            <w:r>
              <w:t>К5440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7 470,6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«Содействие ускор</w:t>
            </w:r>
            <w:r>
              <w:t>е</w:t>
            </w:r>
            <w:r>
              <w:t>нию технического обновления и модерниз</w:t>
            </w:r>
            <w:r>
              <w:t>а</w:t>
            </w:r>
            <w:r>
              <w:t>ции производства»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222 500,0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реализации инвестиционных проектов в агропромышленном комплексе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12 1 05 72930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Возмещение части затрат на приобретение новой техники, машин, оборудования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12 1 05 72950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части первоначального взноса по приобретению предметов лизинга сельск</w:t>
            </w:r>
            <w:r>
              <w:t>о</w:t>
            </w:r>
            <w:r>
              <w:t>хозяйственной техники, специализированного автотранспорта и технологического оборуд</w:t>
            </w:r>
            <w:r>
              <w:t>о</w:t>
            </w:r>
            <w:r>
              <w:t>вания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12 1 05 73190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 xml:space="preserve">сти прямых понесенных затрат на создание и модернизацию объектов агропромышленного </w:t>
            </w:r>
            <w:r>
              <w:lastRenderedPageBreak/>
              <w:t>комплекса, а также на приобретение техники и оборудования (Субсидии юридическим л</w:t>
            </w:r>
            <w:r>
              <w:t>и</w:t>
            </w:r>
            <w:r>
              <w:t>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12 1 05 </w:t>
            </w:r>
            <w:proofErr w:type="spellStart"/>
            <w:r>
              <w:t>R5450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подотраслях</w:t>
            </w:r>
            <w:proofErr w:type="spellEnd"/>
            <w:r>
              <w:t xml:space="preserve"> животноводства»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12 1 06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 xml:space="preserve">плекса – страхование в </w:t>
            </w:r>
            <w:proofErr w:type="spellStart"/>
            <w:r>
              <w:t>подотраслях</w:t>
            </w:r>
            <w:proofErr w:type="spellEnd"/>
            <w:r>
              <w:t xml:space="preserve"> животн</w:t>
            </w:r>
            <w:r>
              <w:t>о</w:t>
            </w:r>
            <w:r>
              <w:t>водства (Субсидии юридическим лицам (кр</w:t>
            </w:r>
            <w:r>
              <w:t>о</w:t>
            </w:r>
            <w:r>
              <w:t>ме некоммерческих организаций), индивид</w:t>
            </w:r>
            <w:r>
              <w:t>у</w:t>
            </w:r>
            <w:r>
              <w:t>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12 1 06 </w:t>
            </w:r>
            <w:proofErr w:type="spellStart"/>
            <w:r>
              <w:t>R5433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«Поддержка доходов сельскохозяйственных товаропроизводителей в области животноводства»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12 1 07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поддержке доходности в о</w:t>
            </w:r>
            <w:r>
              <w:t>б</w:t>
            </w:r>
            <w:r>
              <w:t>ласти животноводства (Субсидии юридич</w:t>
            </w:r>
            <w:r>
              <w:t>е</w:t>
            </w:r>
            <w:r>
              <w:t>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12 1 07 73080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«Развитие </w:t>
            </w:r>
            <w:proofErr w:type="spellStart"/>
            <w:r>
              <w:t>подотрасли</w:t>
            </w:r>
            <w:proofErr w:type="spellEnd"/>
            <w:r>
              <w:t xml:space="preserve"> раст</w:t>
            </w:r>
            <w:r>
              <w:t>е</w:t>
            </w:r>
            <w:r>
              <w:t>ниеводства и переработки продукции раст</w:t>
            </w:r>
            <w:r>
              <w:t>е</w:t>
            </w:r>
            <w:r>
              <w:t>ниеводства»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42 500,2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«Поддержка сельск</w:t>
            </w:r>
            <w:r>
              <w:t>о</w:t>
            </w:r>
            <w:r>
              <w:t>хозяйственных товаропроизводителей в обл</w:t>
            </w:r>
            <w:r>
              <w:t>а</w:t>
            </w:r>
            <w:r>
              <w:t>сти растениеводства»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19 550,0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закладке многолетних яго</w:t>
            </w:r>
            <w:r>
              <w:t>д</w:t>
            </w:r>
            <w:r>
              <w:t>ных и (или) ягодных кустарниковых насажд</w:t>
            </w:r>
            <w:r>
              <w:t>е</w:t>
            </w:r>
            <w:r>
              <w:t>ний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12 2 01 76350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приобр</w:t>
            </w:r>
            <w:r>
              <w:t>е</w:t>
            </w:r>
            <w:r>
              <w:t>тение семян с учетом доставки в районы Крайнего Севера (Субсидии юридическим л</w:t>
            </w:r>
            <w:r>
              <w:t>и</w:t>
            </w:r>
            <w:r>
              <w:t>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R5434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приобр</w:t>
            </w:r>
            <w:r>
              <w:t>е</w:t>
            </w:r>
            <w:r>
              <w:t>тение элитных семян (Субсидии юридическим лицам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R5435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приобр</w:t>
            </w:r>
            <w:r>
              <w:t>е</w:t>
            </w:r>
            <w:r>
              <w:t>тение семян с учетом доставки в районы Крайнего Севера (Субсидии юридическим л</w:t>
            </w:r>
            <w:r>
              <w:t>и</w:t>
            </w:r>
            <w:r>
              <w:t>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К5434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6 580,0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приобр</w:t>
            </w:r>
            <w:r>
              <w:t>е</w:t>
            </w:r>
            <w:r>
              <w:t>тение элитных семян (Субсидии юридическим лицам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12 2 01 </w:t>
            </w:r>
            <w:proofErr w:type="spellStart"/>
            <w:r>
              <w:t>К5435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470,0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несвяза</w:t>
            </w:r>
            <w:r>
              <w:t>н</w:t>
            </w:r>
            <w:r>
              <w:t>ной поддержки сельскохозяйственным тов</w:t>
            </w:r>
            <w:r>
              <w:t>а</w:t>
            </w:r>
            <w:r>
              <w:t>ропроизводителям в области растениево</w:t>
            </w:r>
            <w:r>
              <w:t>д</w:t>
            </w:r>
            <w:r>
              <w:t>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22 394,4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оказанию несв</w:t>
            </w:r>
            <w:r>
              <w:t>я</w:t>
            </w:r>
            <w:r>
              <w:t>занной поддержки сельскохозяйственным т</w:t>
            </w:r>
            <w:r>
              <w:t>о</w:t>
            </w:r>
            <w:r>
              <w:t>варопроизводителям в области растениево</w:t>
            </w:r>
            <w:r>
              <w:t>д</w:t>
            </w:r>
            <w:r>
              <w:t>ства (Субсидии юридическим лицам (кроме некоммерческих организаций), индивидуал</w:t>
            </w:r>
            <w:r>
              <w:t>ь</w:t>
            </w:r>
            <w:r>
              <w:lastRenderedPageBreak/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12 2 02 </w:t>
            </w:r>
            <w:proofErr w:type="spellStart"/>
            <w:r>
              <w:t>R5410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13 291,7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оказанию несв</w:t>
            </w:r>
            <w:r>
              <w:t>я</w:t>
            </w:r>
            <w:r>
              <w:t>занной поддержки сельскохозяйственным т</w:t>
            </w:r>
            <w:r>
              <w:t>о</w:t>
            </w:r>
            <w:r>
              <w:t>варопроизводителям в области растениево</w:t>
            </w:r>
            <w:r>
              <w:t>д</w:t>
            </w:r>
            <w:r>
              <w:t>ства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12 2 02 </w:t>
            </w:r>
            <w:proofErr w:type="spellStart"/>
            <w:r>
              <w:t>К5410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9 102,7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</w:t>
            </w:r>
            <w:proofErr w:type="spellStart"/>
            <w:r>
              <w:t>подотрасли</w:t>
            </w:r>
            <w:proofErr w:type="spellEnd"/>
            <w:r>
              <w:t xml:space="preserve"> растен</w:t>
            </w:r>
            <w:r>
              <w:t>и</w:t>
            </w:r>
            <w:r>
              <w:t>еводства, переработки и реализации проду</w:t>
            </w:r>
            <w:r>
              <w:t>к</w:t>
            </w:r>
            <w:r>
              <w:t>ции растениеводства»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499,4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R5436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278,6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процентной ставки по инвестиционным кредитам (займам) в агропромышленном ко</w:t>
            </w:r>
            <w:r>
              <w:t>м</w:t>
            </w:r>
            <w:r>
              <w:t>плексе (Субсидии юридическим лицам (кроме некоммерческих организаций), индивидуал</w:t>
            </w:r>
            <w:r>
              <w:t>ь</w:t>
            </w:r>
            <w:r>
              <w:t xml:space="preserve">ным предпринимателям, физическим лицам – </w:t>
            </w:r>
            <w:r>
              <w:lastRenderedPageBreak/>
              <w:t>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R5440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183,9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К5436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процентной ставки по инвестиционным кредитам (займам) в агропромышленном ко</w:t>
            </w:r>
            <w:r>
              <w:t>м</w:t>
            </w:r>
            <w:r>
              <w:t>плексе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12 2 03 </w:t>
            </w:r>
            <w:proofErr w:type="spellStart"/>
            <w:r>
              <w:t>К5440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Основное мероприятие «Управление рисками в </w:t>
            </w:r>
            <w:proofErr w:type="spellStart"/>
            <w:r>
              <w:t>подотраслях</w:t>
            </w:r>
            <w:proofErr w:type="spellEnd"/>
            <w:r>
              <w:t xml:space="preserve"> растениеводства»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56,4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 xml:space="preserve">плекса – страхование в </w:t>
            </w:r>
            <w:proofErr w:type="spellStart"/>
            <w:r>
              <w:t>подотраслях</w:t>
            </w:r>
            <w:proofErr w:type="spellEnd"/>
            <w:r>
              <w:t xml:space="preserve"> растени</w:t>
            </w:r>
            <w:r>
              <w:t>е</w:t>
            </w:r>
            <w:r>
              <w:t>водства (Субсидии юридическим лицам (кр</w:t>
            </w:r>
            <w:r>
              <w:t>о</w:t>
            </w:r>
            <w:r>
              <w:t>ме некоммерческих организаций), индивид</w:t>
            </w:r>
            <w:r>
              <w:t>у</w:t>
            </w:r>
            <w:r>
              <w:t>альным предпринимателям, физическим л</w:t>
            </w:r>
            <w:r>
              <w:t>и</w:t>
            </w:r>
            <w:r>
              <w:t>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12 2 04 </w:t>
            </w:r>
            <w:proofErr w:type="spellStart"/>
            <w:r>
              <w:t>R5437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56,4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«Поддержка малых форм х</w:t>
            </w:r>
            <w:r>
              <w:t>о</w:t>
            </w:r>
            <w:r>
              <w:lastRenderedPageBreak/>
              <w:t>зяйствования»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54 859,5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«Содействие развитию малых форм хозяйствования»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47 659,5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затрат на уплату процентов по кредитам и займам, привлече</w:t>
            </w:r>
            <w:r>
              <w:t>н</w:t>
            </w:r>
            <w:r>
              <w:t>ным малыми формами хозяйствования (Су</w:t>
            </w:r>
            <w:r>
              <w:t>б</w:t>
            </w:r>
            <w:r>
              <w:t>сидии юридическим лицам (кроме некомме</w:t>
            </w:r>
            <w:r>
              <w:t>р</w:t>
            </w:r>
            <w:r>
              <w:t>ческих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R5438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поддержка начинающих фермеров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R5439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10 638,3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развитие семейных животноводч</w:t>
            </w:r>
            <w:r>
              <w:t>е</w:t>
            </w:r>
            <w:r>
              <w:t>ских ферм (Субсидии юридическим лицам (кроме некоммерческих организаций), инд</w:t>
            </w:r>
            <w:r>
              <w:t>и</w:t>
            </w:r>
            <w:r>
              <w:t xml:space="preserve">видуальным предпринимателям, физическим </w:t>
            </w:r>
            <w:r>
              <w:lastRenderedPageBreak/>
              <w:t>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3 01 R543А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14 888,5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 xml:space="preserve">плекса – </w:t>
            </w:r>
            <w:proofErr w:type="spellStart"/>
            <w:r>
              <w:t>грантовая</w:t>
            </w:r>
            <w:proofErr w:type="spellEnd"/>
            <w:r>
              <w:t xml:space="preserve"> поддержка сельскохозя</w:t>
            </w:r>
            <w:r>
              <w:t>й</w:t>
            </w:r>
            <w:r>
              <w:t>ственных потребительских кооперативов для развития материально-технической базы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3 01 R543Б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14 250,2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поддержка начинающих фермеров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12 3 01 </w:t>
            </w:r>
            <w:proofErr w:type="spellStart"/>
            <w:r>
              <w:t>К5439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4 188,3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развитие семейных животноводч</w:t>
            </w:r>
            <w:r>
              <w:t>е</w:t>
            </w:r>
            <w:r>
              <w:t>ских ферм (Субсидии юридическим лицам (кроме некоммерческих организаций), инд</w:t>
            </w:r>
            <w:r>
              <w:t>и</w:t>
            </w:r>
            <w:r>
              <w:t xml:space="preserve">видуальным предпринимателям, физическим лицам – производителям товаров, работ, </w:t>
            </w:r>
            <w:r>
              <w:lastRenderedPageBreak/>
              <w:t>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3 01 К543А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3 587,2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«Поддержка развития производства в малых формах хозяйствов</w:t>
            </w:r>
            <w:r>
              <w:t>а</w:t>
            </w:r>
            <w:r>
              <w:t>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Проведение конкурса на звание «Лучший вл</w:t>
            </w:r>
            <w:r>
              <w:t>а</w:t>
            </w:r>
            <w:r>
              <w:t>делец личного подсобного хозяйства», «Лу</w:t>
            </w:r>
            <w:r>
              <w:t>ч</w:t>
            </w:r>
            <w:r>
              <w:t>шее крестьянское (фермерское) хозяйство» (Иные выплаты населению)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12 3 02 72970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альтернативных видов животноводства в малых формах хозя</w:t>
            </w:r>
            <w:r>
              <w:t>й</w:t>
            </w:r>
            <w:r>
              <w:t>ствования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12 3 02 76320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«Устойчивое развитие сел</w:t>
            </w:r>
            <w:r>
              <w:t>ь</w:t>
            </w:r>
            <w:r>
              <w:t>ских территорий»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1 536,4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«Поддержка профе</w:t>
            </w:r>
            <w:r>
              <w:t>с</w:t>
            </w:r>
            <w:r>
              <w:t>сиональных кадров и достижений в сфере сельского развития»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1 036,4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Поощрение и популяризация достиже</w:t>
            </w:r>
            <w:r w:rsidR="004F3BC9">
              <w:t xml:space="preserve">ний в сфере сельского развития </w:t>
            </w:r>
            <w:r>
              <w:t>(Иные закупки т</w:t>
            </w:r>
            <w:r>
              <w:t>о</w:t>
            </w:r>
            <w:r>
              <w:t>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Поощрение и популяризация достижений в сфере сельского развития  (Иные выплаты населению)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12 4 02 72980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поддержке профессионал</w:t>
            </w:r>
            <w:r>
              <w:t>ь</w:t>
            </w:r>
            <w:r>
              <w:lastRenderedPageBreak/>
              <w:t>ных кадров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12 4 02 72990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Мероприятия по поддержке инициатив сад</w:t>
            </w:r>
            <w:r>
              <w:t>о</w:t>
            </w:r>
            <w:r>
              <w:t>водческих, огороднических и дачных неко</w:t>
            </w:r>
            <w:r>
              <w:t>м</w:t>
            </w:r>
            <w:r>
              <w:t>мерческих объединений граждан (Субсидии некоммерческим организациям (за исключ</w:t>
            </w:r>
            <w:r>
              <w:t>е</w:t>
            </w:r>
            <w:r>
              <w:t>нием государственных (муниципальных) учреждений)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12 4 02 73000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136,4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ко</w:t>
            </w:r>
            <w:r>
              <w:t>м</w:t>
            </w:r>
            <w:r>
              <w:t>плексных мер по ликвидации опасных раст</w:t>
            </w:r>
            <w:r>
              <w:t>е</w:t>
            </w:r>
            <w:r>
              <w:t>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борьбе с опасным сорным растением борщевик Сосновского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12 4 04 73090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государственной в</w:t>
            </w:r>
            <w:r>
              <w:t>е</w:t>
            </w:r>
            <w:r>
              <w:t>теринарной службы, обеспечение эпизоотич</w:t>
            </w:r>
            <w:r>
              <w:t>е</w:t>
            </w:r>
            <w:r>
              <w:t>ского благополучия»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12 5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66 240,0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«Модернизация учр</w:t>
            </w:r>
            <w:r>
              <w:t>е</w:t>
            </w:r>
            <w:r>
              <w:t>ждений государственной ветеринарной слу</w:t>
            </w:r>
            <w:r>
              <w:t>ж</w:t>
            </w:r>
            <w:r>
              <w:t>бы»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12 5 01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2 350,0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государственных бюджетных учреждений современным оборудованием, техникой и автотранспортом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12 5 01 73130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2 350,0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услуг по предупреждению и ликвидации заразных и иных болезней животных»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12 5 02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52 032,0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Проведение противоэпизоотических меропр</w:t>
            </w:r>
            <w:r>
              <w:t>и</w:t>
            </w:r>
            <w:r>
              <w:t>ятий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12 5 02 73010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52 032,0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«Регулирование чи</w:t>
            </w:r>
            <w:r>
              <w:t>с</w:t>
            </w:r>
            <w:r>
              <w:t>ленности безнадзорных животных»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12 5 03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11 858,0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отдельных государственных полномочий Республики Карелия по орган</w:t>
            </w:r>
            <w:r>
              <w:t>и</w:t>
            </w:r>
            <w:r>
              <w:t>зации проведения на территории Республики Карелия мероприятий по отлову и содерж</w:t>
            </w:r>
            <w:r>
              <w:t>а</w:t>
            </w:r>
            <w:r>
              <w:t>нию безнадзорных животных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12 5 03 42180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11 858,0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мелиорации земель сельскохозяйственного назначения, повыш</w:t>
            </w:r>
            <w:r>
              <w:t>е</w:t>
            </w:r>
            <w:r>
              <w:t>ние плодородия почв»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12 6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41 855,5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мелиор</w:t>
            </w:r>
            <w:r>
              <w:t>а</w:t>
            </w:r>
            <w:r>
              <w:t>тивных систем»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12 6 01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26 855,5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Возмещение части затрат на разработку пр</w:t>
            </w:r>
            <w:r>
              <w:t>о</w:t>
            </w:r>
            <w:r>
              <w:t>ектно-сметной документации на реконстру</w:t>
            </w:r>
            <w:r>
              <w:t>к</w:t>
            </w:r>
            <w:r>
              <w:t>цию мелиоративных систем общего и индив</w:t>
            </w:r>
            <w:r>
              <w:t>и</w:t>
            </w:r>
            <w:r>
              <w:t>дуального пользования (Субсидии юридич</w:t>
            </w:r>
            <w:r>
              <w:t>е</w:t>
            </w:r>
            <w:r>
              <w:t>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12 6 01 73060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2 977,0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Возмещение части затрат на разработку пр</w:t>
            </w:r>
            <w:r>
              <w:t>о</w:t>
            </w:r>
            <w:r>
              <w:t xml:space="preserve">ектной документации на проведение </w:t>
            </w:r>
            <w:proofErr w:type="spellStart"/>
            <w:r>
              <w:t>культу</w:t>
            </w:r>
            <w:r>
              <w:t>р</w:t>
            </w:r>
            <w:r>
              <w:t>технических</w:t>
            </w:r>
            <w:proofErr w:type="spellEnd"/>
            <w:r>
              <w:t xml:space="preserve"> мероприятий (Субсидии юрид</w:t>
            </w:r>
            <w:r>
              <w:t>и</w:t>
            </w:r>
            <w:r>
              <w:lastRenderedPageBreak/>
              <w:t>ческим лицам (кроме некоммерческих орган</w:t>
            </w:r>
            <w:r>
              <w:t>и</w:t>
            </w:r>
            <w:r>
              <w:t>заций),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12 6 01 76360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423,0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мелиорации з</w:t>
            </w:r>
            <w:r>
              <w:t>е</w:t>
            </w:r>
            <w:r>
              <w:t>мель сельскохозяйственного назначения (пр</w:t>
            </w:r>
            <w:r>
              <w:t>о</w:t>
            </w:r>
            <w:r>
              <w:t>ведение гидромелиоративных мероприятий) 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12 6 01 </w:t>
            </w:r>
            <w:proofErr w:type="spellStart"/>
            <w:r>
              <w:t>R5681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18 486,8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мелиорации з</w:t>
            </w:r>
            <w:r>
              <w:t>е</w:t>
            </w:r>
            <w:r>
              <w:t>мель сельскохозяйственного назначения (пр</w:t>
            </w:r>
            <w:r>
              <w:t>о</w:t>
            </w:r>
            <w:r>
              <w:t xml:space="preserve">ведение </w:t>
            </w:r>
            <w:proofErr w:type="spellStart"/>
            <w:r>
              <w:t>культуртехнических</w:t>
            </w:r>
            <w:proofErr w:type="spellEnd"/>
            <w:r>
              <w:t xml:space="preserve"> мероприятий)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12 6 01 </w:t>
            </w:r>
            <w:proofErr w:type="spellStart"/>
            <w:r>
              <w:t>R5682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4 968,7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Основное мероприятие «Осуществление </w:t>
            </w:r>
            <w:proofErr w:type="spellStart"/>
            <w:r>
              <w:t>пр</w:t>
            </w:r>
            <w:r>
              <w:t>о</w:t>
            </w:r>
            <w:r>
              <w:t>тивопаводковых</w:t>
            </w:r>
            <w:proofErr w:type="spellEnd"/>
            <w:r>
              <w:t xml:space="preserve"> мероприятий на мелиорати</w:t>
            </w:r>
            <w:r>
              <w:t>в</w:t>
            </w:r>
            <w:r>
              <w:t>ных объектах и повышение плодородия почв»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12 6 02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повышению почвенного пл</w:t>
            </w:r>
            <w:r>
              <w:t>о</w:t>
            </w:r>
            <w:r>
              <w:t>дородия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12 6 02 73030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рыбного хозяйства»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12 7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79 422,3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Основное мероприятие «Государственная поддержка кредитования субъектов </w:t>
            </w:r>
            <w:proofErr w:type="spellStart"/>
            <w:r>
              <w:t>аквакул</w:t>
            </w:r>
            <w:r>
              <w:t>ь</w:t>
            </w:r>
            <w:r>
              <w:t>туры</w:t>
            </w:r>
            <w:proofErr w:type="spellEnd"/>
            <w:r>
              <w:t>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12 7 01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47 790,1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затрат на уплату процентов по кредитам, полученным в российских кредитных орган</w:t>
            </w:r>
            <w:r>
              <w:t>и</w:t>
            </w:r>
            <w:r>
              <w:t xml:space="preserve">зациях, на развитие </w:t>
            </w:r>
            <w:proofErr w:type="spellStart"/>
            <w:r>
              <w:t>аквакультуры</w:t>
            </w:r>
            <w:proofErr w:type="spellEnd"/>
            <w:r>
              <w:t xml:space="preserve"> (рыбово</w:t>
            </w:r>
            <w:r>
              <w:t>д</w:t>
            </w:r>
            <w:r>
              <w:t xml:space="preserve">ство) и </w:t>
            </w:r>
            <w:proofErr w:type="gramStart"/>
            <w:r>
              <w:t>товарного</w:t>
            </w:r>
            <w:proofErr w:type="gramEnd"/>
            <w:r>
              <w:t xml:space="preserve"> </w:t>
            </w:r>
            <w:proofErr w:type="spellStart"/>
            <w:r>
              <w:t>осетроводства</w:t>
            </w:r>
            <w:proofErr w:type="spellEnd"/>
            <w:r>
              <w:t xml:space="preserve">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12 7 01 </w:t>
            </w:r>
            <w:proofErr w:type="spellStart"/>
            <w:r>
              <w:t>R5260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30 682,7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содействию д</w:t>
            </w:r>
            <w:r>
              <w:t>о</w:t>
            </w:r>
            <w:r>
              <w:t>стижению целевых показателей региональных программ развития агропромышленного ко</w:t>
            </w:r>
            <w:r>
              <w:t>м</w:t>
            </w:r>
            <w:r>
              <w:t>плекса – возмещение части процентной ставки по краткосрочным кредитам (займам) субъе</w:t>
            </w:r>
            <w:r>
              <w:t>к</w:t>
            </w:r>
            <w:r>
              <w:t>там товарного рыбоводства (Субсидии юр</w:t>
            </w:r>
            <w:r>
              <w:t>и</w:t>
            </w:r>
            <w:r>
              <w:t>дическим лицам (кроме некоммерческих о</w:t>
            </w:r>
            <w:r>
              <w:t>р</w:t>
            </w:r>
            <w:r>
              <w:t>ганизаций), индивидуальным предпринимат</w:t>
            </w:r>
            <w:r>
              <w:t>е</w:t>
            </w:r>
            <w:r>
              <w:t>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7 01 R543В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7 509,7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возмещению ч</w:t>
            </w:r>
            <w:r>
              <w:t>а</w:t>
            </w:r>
            <w:r>
              <w:t>сти процентной ставки по инвестиционным кредитам (займам) в агропромышленном ко</w:t>
            </w:r>
            <w:r>
              <w:t>м</w:t>
            </w:r>
            <w:r>
              <w:t>плексе (Субсидии юридическим лицам (кроме некоммерческих организаций), индивидуал</w:t>
            </w:r>
            <w:r>
              <w:t>ь</w:t>
            </w:r>
            <w:r>
              <w:t xml:space="preserve">ным предпринимателям, физическим лицам – </w:t>
            </w:r>
            <w:r>
              <w:lastRenderedPageBreak/>
              <w:t>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12 7 01 </w:t>
            </w:r>
            <w:proofErr w:type="spellStart"/>
            <w:r>
              <w:t>R5440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9 597,7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«Сохранение и во</w:t>
            </w:r>
            <w:r>
              <w:t>с</w:t>
            </w:r>
            <w:r>
              <w:t>становление водных биологических ресурсов»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12 7 02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1 632,2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организации, регулирования и охраны водных биологич</w:t>
            </w:r>
            <w:r>
              <w:t>е</w:t>
            </w:r>
            <w:r>
              <w:t>ских ресурсов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12 7 02 59100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1 632,2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Основное мероприятие «Содействие развитию </w:t>
            </w:r>
            <w:proofErr w:type="spellStart"/>
            <w:r>
              <w:t>аквакультуры</w:t>
            </w:r>
            <w:proofErr w:type="spellEnd"/>
            <w:r>
              <w:t>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12 7 03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spellStart"/>
            <w:r>
              <w:t>Грантовая</w:t>
            </w:r>
            <w:proofErr w:type="spellEnd"/>
            <w:r>
              <w:t xml:space="preserve"> поддержка сельскохозяйственных потребительских кооперативов в области </w:t>
            </w:r>
            <w:proofErr w:type="spellStart"/>
            <w:r>
              <w:t>аквакультуры</w:t>
            </w:r>
            <w:proofErr w:type="spellEnd"/>
            <w:r>
              <w:t xml:space="preserve">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12 7 03 76340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71 508,9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58 797,0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lastRenderedPageBreak/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11 363,3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280,6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Информационное сопровождение деятельн</w:t>
            </w:r>
            <w:r>
              <w:t>о</w:t>
            </w:r>
            <w:r>
              <w:t>сти органов государственной власти Респу</w:t>
            </w:r>
            <w:r>
              <w:t>б</w:t>
            </w:r>
            <w:r>
              <w:t>лики Карелия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1 068,0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28 750,7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28 750,7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</w:t>
            </w:r>
            <w:r>
              <w:t>о</w:t>
            </w:r>
            <w:r>
              <w:t>хозяйственного</w:t>
            </w:r>
            <w:proofErr w:type="spellEnd"/>
            <w:r>
              <w:t xml:space="preserve"> комплексов»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28 750,7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«Устойчивое развитие сел</w:t>
            </w:r>
            <w:r>
              <w:t>ь</w:t>
            </w:r>
            <w:r>
              <w:t>ских территорий»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28 750,7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«Улучшение жили</w:t>
            </w:r>
            <w:r>
              <w:t>щ</w:t>
            </w:r>
            <w:r>
              <w:t>ных условий граждан, проживающих в сел</w:t>
            </w:r>
            <w:r>
              <w:t>ь</w:t>
            </w:r>
            <w:r>
              <w:t>ской местности, в том числе молодых семей и молодых специалистов»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22 589,7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устойчивому ра</w:t>
            </w:r>
            <w:r>
              <w:t>з</w:t>
            </w:r>
            <w:r>
              <w:t>витию сельских территорий (улучшение ж</w:t>
            </w:r>
            <w:r>
              <w:t>и</w:t>
            </w:r>
            <w:r>
              <w:t>лищных условий граждан, проживающих в сельской местности, в том числе молодых с</w:t>
            </w:r>
            <w:r>
              <w:t>е</w:t>
            </w:r>
            <w:r>
              <w:t>мей и молодых специалистов) (Социальные выплаты гражданам, кроме публичных норм</w:t>
            </w:r>
            <w:r>
              <w:t>а</w:t>
            </w:r>
            <w:r>
              <w:lastRenderedPageBreak/>
              <w:t>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6 776,9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устойчивому ра</w:t>
            </w:r>
            <w:r>
              <w:t>з</w:t>
            </w:r>
            <w:r>
              <w:t>витию сельских территорий (улучшение ж</w:t>
            </w:r>
            <w:r>
              <w:t>и</w:t>
            </w:r>
            <w:r>
              <w:t>лищных условий граждан, проживающих в сельской местности, в том числе молодых с</w:t>
            </w:r>
            <w:r>
              <w:t>е</w:t>
            </w:r>
            <w:r>
              <w:t>мей и молодых специалистов)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12 4 01 </w:t>
            </w:r>
            <w:proofErr w:type="spellStart"/>
            <w:r>
              <w:t>R5671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15 812,8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«Комплексное об</w:t>
            </w:r>
            <w:r>
              <w:t>у</w:t>
            </w:r>
            <w:r>
              <w:t>стройство населенных пунктов, расположе</w:t>
            </w:r>
            <w:r>
              <w:t>н</w:t>
            </w:r>
            <w:r>
              <w:t>ных в сельской местности, объектами соц</w:t>
            </w:r>
            <w:r>
              <w:t>и</w:t>
            </w:r>
            <w:r>
              <w:t>альной, инженерной инфраструктуры и авт</w:t>
            </w:r>
            <w:r>
              <w:t>о</w:t>
            </w:r>
            <w:r>
              <w:t>мобильными дорогами»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6 161,0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устойчивому ра</w:t>
            </w:r>
            <w:r>
              <w:t>з</w:t>
            </w:r>
            <w:r>
              <w:t>витию сельских территорий (</w:t>
            </w:r>
            <w:proofErr w:type="spellStart"/>
            <w:r>
              <w:t>грантовая</w:t>
            </w:r>
            <w:proofErr w:type="spellEnd"/>
            <w:r>
              <w:t xml:space="preserve"> по</w:t>
            </w:r>
            <w:r>
              <w:t>д</w:t>
            </w:r>
            <w:r>
              <w:t>держка местных инициатив граждан, прож</w:t>
            </w:r>
            <w:r>
              <w:t>и</w:t>
            </w:r>
            <w:r>
              <w:t>вающих в сельской местности)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12 4 03 </w:t>
            </w:r>
            <w:proofErr w:type="spellStart"/>
            <w:r>
              <w:t>R5673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6 161,0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экономического развития и промышленности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821 683,8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205 006,8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205 006,8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«Экономическое развитие и инновац</w:t>
            </w:r>
            <w:r>
              <w:t>и</w:t>
            </w:r>
            <w:r>
              <w:t>онная экономика»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76 266,8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«Совершенствование системы государственного стратегического управл</w:t>
            </w:r>
            <w:r>
              <w:t>е</w:t>
            </w:r>
            <w:r>
              <w:t>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09 5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1 708,5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«Содействие предпр</w:t>
            </w:r>
            <w:r>
              <w:t>и</w:t>
            </w:r>
            <w:r>
              <w:t xml:space="preserve">ятиям Республики Карелия в организации экспозиций на российских и международных </w:t>
            </w:r>
            <w:r>
              <w:lastRenderedPageBreak/>
              <w:t>выставках и форумах»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09 5 02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Мероприятия по организации </w:t>
            </w:r>
            <w:proofErr w:type="spellStart"/>
            <w:r>
              <w:t>выставочно</w:t>
            </w:r>
            <w:proofErr w:type="spellEnd"/>
            <w:r>
              <w:t>-ярмарочной деятельности (Резервные сре</w:t>
            </w:r>
            <w:r>
              <w:t>д</w:t>
            </w:r>
            <w:r>
              <w:t>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09 5 02 72240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закон</w:t>
            </w:r>
            <w:r>
              <w:t>о</w:t>
            </w:r>
            <w:r>
              <w:t>дательных и исполнительных органов гос</w:t>
            </w:r>
            <w:r>
              <w:t>у</w:t>
            </w:r>
            <w:r>
              <w:t>дарственной власти статистической информ</w:t>
            </w:r>
            <w:r>
              <w:t>а</w:t>
            </w:r>
            <w:r>
              <w:t>цией о социально-экономическом развитии 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09 5 03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908,5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предоставлению статистич</w:t>
            </w:r>
            <w:r>
              <w:t>е</w:t>
            </w:r>
            <w:r>
              <w:t>ской информации органам государственной власти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09 5 03 72280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908,5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74 558,3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68 367,2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6 176,7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lastRenderedPageBreak/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«Информационное общество»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10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127 690,0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и эксплу</w:t>
            </w:r>
            <w:r>
              <w:t>а</w:t>
            </w:r>
            <w:r>
              <w:t>тация инфраструктуры электронного прав</w:t>
            </w:r>
            <w:r>
              <w:t>и</w:t>
            </w:r>
            <w:r>
              <w:t>тельства, организация предоставления гос</w:t>
            </w:r>
            <w:r>
              <w:t>у</w:t>
            </w:r>
            <w:r>
              <w:t>дарственных и муниципальных услуг по принципу «одного окна»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10 0 01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127 690,0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Многофункциональный центр предоставления государственных и муниципальных услуг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10 0 01 72510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127 690,0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Прием иностранных делегаций (Резервные средства)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Миграционная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«Содействие занятости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«Оказание содействия добр</w:t>
            </w:r>
            <w:r>
              <w:t>о</w:t>
            </w:r>
            <w:r>
              <w:t>вольному переселению в Республику Карелия соотечественников, проживающих за руб</w:t>
            </w:r>
            <w:r>
              <w:t>е</w:t>
            </w:r>
            <w:r>
              <w:t>жом»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«Региональная пр</w:t>
            </w:r>
            <w:r>
              <w:t>о</w:t>
            </w:r>
            <w:r>
              <w:t>грамма переселения соотечественников, пр</w:t>
            </w:r>
            <w:r>
              <w:t>о</w:t>
            </w:r>
            <w:r>
              <w:lastRenderedPageBreak/>
              <w:t>живающих за рубежом»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1 701,0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оказанию соде</w:t>
            </w:r>
            <w:r>
              <w:t>й</w:t>
            </w:r>
            <w:r>
              <w:t>ствия добровольному переселению в Росси</w:t>
            </w:r>
            <w:r>
              <w:t>й</w:t>
            </w:r>
            <w:r>
              <w:t>скую Федерацию соотечественников, прож</w:t>
            </w:r>
            <w:r>
              <w:t>и</w:t>
            </w:r>
            <w:r>
              <w:t>вающих за рубежом (Социальные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06 3 01 </w:t>
            </w:r>
            <w:proofErr w:type="spellStart"/>
            <w:r>
              <w:t>R0860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1 595,8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оказанию соде</w:t>
            </w:r>
            <w:r>
              <w:t>й</w:t>
            </w:r>
            <w:r>
              <w:t>ствия добровольному переселению в Росси</w:t>
            </w:r>
            <w:r>
              <w:t>й</w:t>
            </w:r>
            <w:r>
              <w:t>скую Федерацию соотечественников, прож</w:t>
            </w:r>
            <w:r>
              <w:t>и</w:t>
            </w:r>
            <w:r>
              <w:t>вающих за рубежом (Социальные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06 3 01 </w:t>
            </w:r>
            <w:proofErr w:type="spellStart"/>
            <w:r>
              <w:t>К0860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303 969,8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220 533,8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госуда</w:t>
            </w:r>
            <w:r>
              <w:t>р</w:t>
            </w:r>
            <w:r>
              <w:t>ственной социальной помощи отдельным к</w:t>
            </w:r>
            <w:r>
              <w:t>а</w:t>
            </w:r>
            <w:r>
              <w:t>тегориям малообеспеченных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социальных пр</w:t>
            </w:r>
            <w:r>
              <w:t>о</w:t>
            </w:r>
            <w:r>
              <w:t>грамм субъектов Российской Федерации, св</w:t>
            </w:r>
            <w:r>
              <w:t>я</w:t>
            </w:r>
            <w:r>
              <w:t xml:space="preserve">занных с укреплением материально-технической базы организаций социального </w:t>
            </w:r>
            <w:r>
              <w:lastRenderedPageBreak/>
              <w:t>обслуживания населения, оказанием адресной социальной помощи неработающим пенси</w:t>
            </w:r>
            <w:r>
              <w:t>о</w:t>
            </w:r>
            <w:r>
              <w:t>нерам, обучением компьютерной грамотности неработающих пенсионеров (Субсидии авт</w:t>
            </w:r>
            <w:r>
              <w:t>о</w:t>
            </w:r>
            <w:r>
              <w:t>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03 1 02 </w:t>
            </w:r>
            <w:proofErr w:type="spellStart"/>
            <w:r>
              <w:t>R2090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«Содействие занятости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220 482,4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области содействия занятости населения и с</w:t>
            </w:r>
            <w:r>
              <w:t>о</w:t>
            </w:r>
            <w:r>
              <w:t>циальной защиты от безработицы»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198 679,9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«Содействие занят</w:t>
            </w:r>
            <w:r>
              <w:t>о</w:t>
            </w:r>
            <w:r>
              <w:t>сти населения и социальная поддержка безр</w:t>
            </w:r>
            <w:r>
              <w:t>а</w:t>
            </w:r>
            <w:r>
              <w:t>ботных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195 677,9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(Расходы на выплаты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105 898,5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32 991,7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(Социальные выплаты гражд</w:t>
            </w:r>
            <w:r>
              <w:t>а</w:t>
            </w:r>
            <w:r>
              <w:t>нам, кроме публичных нормативных социал</w:t>
            </w:r>
            <w:r>
              <w:t>ь</w:t>
            </w:r>
            <w:r>
              <w:t>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14 874,0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Мероприятия по активной политике занятости </w:t>
            </w:r>
            <w:r>
              <w:lastRenderedPageBreak/>
              <w:t>населения и социальной поддержке безрабо</w:t>
            </w:r>
            <w:r>
              <w:t>т</w:t>
            </w:r>
            <w:r>
              <w:t>ных граждан (Субсидии автономным учр</w:t>
            </w:r>
            <w:r>
              <w:t>е</w:t>
            </w:r>
            <w:r>
              <w:t>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24 055,8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13 377,5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376,1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активной политике занятости населения и социальной поддержке безрабо</w:t>
            </w:r>
            <w:r>
              <w:t>т</w:t>
            </w:r>
            <w:r>
              <w:t>ных граждан (Резервные средства)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06 1 01 71300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4 104,3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потенциала, разработка прогнозных оценок рынка труда»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3 002,0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оценке трудового потенци</w:t>
            </w:r>
            <w:r>
              <w:t>а</w:t>
            </w:r>
            <w:r>
              <w:t>ла, формированию прогноза потребности в кадрах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06 1 02 71310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3 002,0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21 802,5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lastRenderedPageBreak/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21 802,5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7 123,9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«Информационное общество»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10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7 123,9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и эксплу</w:t>
            </w:r>
            <w:r>
              <w:t>а</w:t>
            </w:r>
            <w:r>
              <w:t>тация инфраструктуры электронного прав</w:t>
            </w:r>
            <w:r>
              <w:t>и</w:t>
            </w:r>
            <w:r>
              <w:t>тельства, организация предоставления гос</w:t>
            </w:r>
            <w:r>
              <w:t>у</w:t>
            </w:r>
            <w:r>
              <w:t>дарственных и муниципальных услуг по принципу «одного окна»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10 0 01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7 123,9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поддержке рег</w:t>
            </w:r>
            <w:r>
              <w:t>и</w:t>
            </w:r>
            <w:r>
              <w:t>ональных проектов в сфере информационных технологий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10 0 01 </w:t>
            </w:r>
            <w:proofErr w:type="spellStart"/>
            <w:r>
              <w:t>R0280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7 123,9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76 312,1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«Экономическое развитие и инновац</w:t>
            </w:r>
            <w:r>
              <w:t>и</w:t>
            </w:r>
            <w:r>
              <w:t>онная экономика»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76 312,1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«Формирование благоприя</w:t>
            </w:r>
            <w:r>
              <w:t>т</w:t>
            </w:r>
            <w:r>
              <w:t>ной инвестиционной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23 718,0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«Создание благопр</w:t>
            </w:r>
            <w:r>
              <w:t>и</w:t>
            </w:r>
            <w:r>
              <w:t>ятных условий для привлечения инвестиций в экономику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23 718,0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созданию благоприятных условий для привлечения инвестиций (Иные закупки товаров, работ и услуг для обеспеч</w:t>
            </w:r>
            <w:r>
              <w:t>е</w:t>
            </w:r>
            <w:r>
              <w:lastRenderedPageBreak/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09 1 01 72210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части затрат организаций по уплате процентов по кредитам, полученным для финансирования инвестиционных прое</w:t>
            </w:r>
            <w:r>
              <w:t>к</w:t>
            </w:r>
            <w:r>
              <w:t>тов (Субсидии юридическим лицам (кроме некоммерческих организаций), индивидуал</w:t>
            </w:r>
            <w:r>
              <w:t>ь</w:t>
            </w:r>
            <w:r>
              <w:t>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09 1 01 72230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акционерному обществу «Корпор</w:t>
            </w:r>
            <w:r>
              <w:t>а</w:t>
            </w:r>
            <w:r>
              <w:t>ция развития Республики Карелия» на сопр</w:t>
            </w:r>
            <w:r>
              <w:t>о</w:t>
            </w:r>
            <w:r>
              <w:t>вождение инвестиционных проектов (Субс</w:t>
            </w:r>
            <w:r>
              <w:t>и</w:t>
            </w:r>
            <w:r>
              <w:t>дии юридическим лицам (кроме некоммерч</w:t>
            </w:r>
            <w:r>
              <w:t>е</w:t>
            </w:r>
            <w:r>
              <w:t>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09 1 01 72300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3 668,0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малого и среднего предпринимательства»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52 594,1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«Организационно-консультационная поддержка малого и сре</w:t>
            </w:r>
            <w:r>
              <w:t>д</w:t>
            </w:r>
            <w:r>
              <w:t>него предпринимательства»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поддержке малого и среднего предприним</w:t>
            </w:r>
            <w:r>
              <w:t>а</w:t>
            </w:r>
            <w:r>
              <w:t>тельства, включая крестьянские (фермерские) хозяйства, а также молодежного предприн</w:t>
            </w:r>
            <w:r>
              <w:t>и</w:t>
            </w:r>
            <w:r>
              <w:t>мательства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09 2 01 </w:t>
            </w:r>
            <w:proofErr w:type="spellStart"/>
            <w:r>
              <w:t>К5270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«Финансовая по</w:t>
            </w:r>
            <w:r>
              <w:t>д</w:t>
            </w:r>
            <w:r>
              <w:lastRenderedPageBreak/>
              <w:t>держка малого и среднего предпринимател</w:t>
            </w:r>
            <w:r>
              <w:t>ь</w:t>
            </w:r>
            <w:r>
              <w:t>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09 2 02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51 594,1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реализацию дополнительных мероприятий по поддержке малого и среднего предпринимательства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09 2 02 43240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государственной поддержке малого и среднего предприним</w:t>
            </w:r>
            <w:r>
              <w:t>а</w:t>
            </w:r>
            <w:r>
              <w:t>тельства, включая крестьянские (фермерские) хозяйства, а также молодежного предприн</w:t>
            </w:r>
            <w:r>
              <w:t>и</w:t>
            </w:r>
            <w:r>
              <w:t>мательства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R5270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поддержке малого и среднего предприним</w:t>
            </w:r>
            <w:r>
              <w:t>а</w:t>
            </w:r>
            <w:r>
              <w:t>тельства, включая крестьянские (фермерские) хозяйства, а также молодежного предприн</w:t>
            </w:r>
            <w:r>
              <w:t>и</w:t>
            </w:r>
            <w:r>
              <w:t>мательства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R5270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7 336,3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государственной поддержке малого и среднего предприним</w:t>
            </w:r>
            <w:r>
              <w:t>а</w:t>
            </w:r>
            <w:r>
              <w:t>тельства, включая крестьянские (фермерские) хозяйства, а также молодежного предприн</w:t>
            </w:r>
            <w:r>
              <w:t>и</w:t>
            </w:r>
            <w:r>
              <w:t>мательства (Субсидии юридическим лицам (кроме некоммерческих организаций), инд</w:t>
            </w:r>
            <w:r>
              <w:t>и</w:t>
            </w:r>
            <w:r>
              <w:t xml:space="preserve">видуальным предпринимателям, физическим </w:t>
            </w:r>
            <w:r>
              <w:lastRenderedPageBreak/>
              <w:t>лицам – производителям товаров, работ, услуг)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09 2 02 </w:t>
            </w:r>
            <w:proofErr w:type="spellStart"/>
            <w:r>
              <w:t>К5270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7 557,8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«Экономическое развитие и инновац</w:t>
            </w:r>
            <w:r>
              <w:t>и</w:t>
            </w:r>
            <w:r>
              <w:t>онная экономика»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«Совершенствование системы государственного стратегического управл</w:t>
            </w:r>
            <w:r>
              <w:t>е</w:t>
            </w:r>
            <w:r>
              <w:t>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09 5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Госуда</w:t>
            </w:r>
            <w:r>
              <w:t>р</w:t>
            </w:r>
            <w:r>
              <w:t>ственного плана подготовки управленческих кадров для организаций народного хозяйства Российской Федерации»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09 5 01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подготовке управленческих кадров для организаций народного хозяйства Российской Федерации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09 5 01 </w:t>
            </w:r>
            <w:proofErr w:type="spellStart"/>
            <w:r>
              <w:t>R0660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305 641,0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«Содействие занятости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области содействия занятости населения и с</w:t>
            </w:r>
            <w:r>
              <w:t>о</w:t>
            </w:r>
            <w:r>
              <w:t>циальной защиты от безработицы»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«Содействие занят</w:t>
            </w:r>
            <w:r>
              <w:t>о</w:t>
            </w:r>
            <w:r>
              <w:t>сти населения и социальная поддержка безр</w:t>
            </w:r>
            <w:r>
              <w:t>а</w:t>
            </w:r>
            <w:r>
              <w:t>ботных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социальным выплатам безработным гражданам (Межбюджетные трансферты бюджету Пенсионного фонда Российской Федерации)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288 641,0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«Содействие занятости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288 641,0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«Государственная политика в области содействия занятости населения и с</w:t>
            </w:r>
            <w:r>
              <w:t>о</w:t>
            </w:r>
            <w:r>
              <w:t>циальной защиты от безработицы»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288 641,0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«Содействие занят</w:t>
            </w:r>
            <w:r>
              <w:t>о</w:t>
            </w:r>
            <w:r>
              <w:t>сти населения и социальная поддержка безр</w:t>
            </w:r>
            <w:r>
              <w:t>а</w:t>
            </w:r>
            <w:r>
              <w:t>ботных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06 1 01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288 641,0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социальным выплатам безработным гражданам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социальным выплатам безработным гражданам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278 071,0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 xml:space="preserve">сийской Федерации по социальным выплатам </w:t>
            </w:r>
            <w:r>
              <w:lastRenderedPageBreak/>
              <w:t>безработным гражданам (Стипендии)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06 1 01 52900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Межбюджетные трансферты общего характ</w:t>
            </w:r>
            <w:r>
              <w:t>е</w:t>
            </w:r>
            <w:r>
              <w:t>ра бюджетам бюджетной системы Российской Федерации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Прочие межбюджетные трансферты общего характера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«Экономическое развитие и инновац</w:t>
            </w:r>
            <w:r>
              <w:t>и</w:t>
            </w:r>
            <w:r>
              <w:t>онная экономика»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«Совершенствование госуда</w:t>
            </w:r>
            <w:r>
              <w:t>р</w:t>
            </w:r>
            <w:r>
              <w:t>ственного и муниципального управления»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«Повышение досту</w:t>
            </w:r>
            <w:r>
              <w:t>п</w:t>
            </w:r>
            <w:r>
              <w:t>ности государственных и муниципальных услуг и эффективности деятельности органов государственной власти и местного сам</w:t>
            </w:r>
            <w:r>
              <w:t>о</w:t>
            </w:r>
            <w:r>
              <w:t>управления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Поощрение </w:t>
            </w:r>
            <w:proofErr w:type="gramStart"/>
            <w:r>
              <w:t>достижения наилучших значений показателей деятельности органов местного самоуправления городских округов</w:t>
            </w:r>
            <w:proofErr w:type="gramEnd"/>
            <w:r>
              <w:t xml:space="preserve"> и мун</w:t>
            </w:r>
            <w:r>
              <w:t>и</w:t>
            </w:r>
            <w:r>
              <w:t>ципальных районов (Иные межбюджетные трансферты)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09 4 01 44020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финансов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3 464 300,2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886 533,1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составлению (измен</w:t>
            </w:r>
            <w:r>
              <w:t>е</w:t>
            </w:r>
            <w:r>
              <w:t>нию) списков кандидатов в присяжные зас</w:t>
            </w:r>
            <w:r>
              <w:t>е</w:t>
            </w:r>
            <w:r>
              <w:lastRenderedPageBreak/>
              <w:t>датели федеральных судов общей юрисди</w:t>
            </w:r>
            <w:r>
              <w:t>к</w:t>
            </w:r>
            <w:r>
              <w:t>ции в Российской Федерации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30 0 00 51200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деятельности финансовых, нал</w:t>
            </w:r>
            <w:r>
              <w:t>о</w:t>
            </w:r>
            <w:r>
              <w:t>говых и таможенных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126 502,6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126 392,6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126 392,6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117 582,7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8 718,3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91,6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«Энергосбережение, </w:t>
            </w:r>
            <w:proofErr w:type="spellStart"/>
            <w:r>
              <w:t>энергоэффекти</w:t>
            </w:r>
            <w:r>
              <w:t>в</w:t>
            </w:r>
            <w:r>
              <w:t>ность</w:t>
            </w:r>
            <w:proofErr w:type="spellEnd"/>
            <w:r>
              <w:t xml:space="preserve"> и развитие энергетики»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18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«Энергосбережение и пов</w:t>
            </w:r>
            <w:r>
              <w:t>ы</w:t>
            </w:r>
            <w:r>
              <w:lastRenderedPageBreak/>
              <w:t>шение энергетической эффективности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18 1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«Строительство и р</w:t>
            </w:r>
            <w:r>
              <w:t>е</w:t>
            </w:r>
            <w:r>
              <w:t>конструкция объектов теплоэнергетики, вне</w:t>
            </w:r>
            <w:r>
              <w:t>д</w:t>
            </w:r>
            <w:r>
              <w:t>рение энергосберегающих технологий»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18 1 01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энергосбережению и пов</w:t>
            </w:r>
            <w:r>
              <w:t>ы</w:t>
            </w:r>
            <w:r>
              <w:t>шению энергетической эффективности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18 1 01 74500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Резервные фонды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Карелия (Резервные средства)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Резервный фонд Правительства Республики Карелия для ликвидации чрезвычайных сит</w:t>
            </w:r>
            <w:r>
              <w:t>у</w:t>
            </w:r>
            <w:r>
              <w:t>аций (Резервные средства)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714 126,5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62 088,0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Подпрограмма «Развитие среднесрочного и долгосрочного бюджетного планирования»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«Автоматизация и техническое обеспечение бюджетного пр</w:t>
            </w:r>
            <w:r>
              <w:t>о</w:t>
            </w:r>
            <w:r>
              <w:t>цесса»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обеспечению функционир</w:t>
            </w:r>
            <w:r>
              <w:t>о</w:t>
            </w:r>
            <w:r>
              <w:t xml:space="preserve">вания интегрированных автоматизированных систем управления бюджетным процессом (Иные закупки товаров, работ и услуг для </w:t>
            </w:r>
            <w:r>
              <w:lastRenderedPageBreak/>
              <w:t>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16 1 01 74100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«Организация исполнения бюджета Республики Карелия и формиров</w:t>
            </w:r>
            <w:r>
              <w:t>а</w:t>
            </w:r>
            <w:r>
              <w:t xml:space="preserve">ние бюджетной отчетности»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25 230,0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временных расчетов и выплат по обязател</w:t>
            </w:r>
            <w:r>
              <w:t>ь</w:t>
            </w:r>
            <w:r>
              <w:t>ствам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5 230,0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Выполнение обязательств по выплате аген</w:t>
            </w:r>
            <w:r>
              <w:t>т</w:t>
            </w:r>
            <w:r>
              <w:t>ских комиссий и вознаграждения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16 4 01 74120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5 030,0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Исполнение судебных актов, подлежащих взысканию с казны Республики Карелия (И</w:t>
            </w:r>
            <w:r>
              <w:t>с</w:t>
            </w:r>
            <w:r>
              <w:t>полнение судебных актов)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16 4 01 74130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«Модернизация и</w:t>
            </w:r>
            <w:r>
              <w:t>н</w:t>
            </w:r>
            <w:r>
              <w:t>формационных систем управления общ</w:t>
            </w:r>
            <w:r>
              <w:t>е</w:t>
            </w:r>
            <w:r>
              <w:t>ственными финансами»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16 4 02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автоматизирова</w:t>
            </w:r>
            <w:r>
              <w:t>н</w:t>
            </w:r>
            <w:r>
              <w:t>ных систем управления бюджетным проце</w:t>
            </w:r>
            <w:r>
              <w:t>с</w:t>
            </w:r>
            <w:r>
              <w:t>сом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16 4 02 74140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31 858,0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lastRenderedPageBreak/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16 032,8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15 277,2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545,0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578,3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Резерв на заработную плату (Резервные сре</w:t>
            </w:r>
            <w:r>
              <w:t>д</w:t>
            </w:r>
            <w:r>
              <w:t>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30 0 00 75110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Финансовое обеспечение выполнения фун</w:t>
            </w:r>
            <w:r>
              <w:t>к</w:t>
            </w:r>
            <w:r>
              <w:t>ций органов государственной власти (гос</w:t>
            </w:r>
            <w:r>
              <w:t>у</w:t>
            </w:r>
            <w:r>
              <w:t>дарственных органов) Республики Карелия, оказания услуг и выполнения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(Резервные средства)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301 460,2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оборона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13 669,0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Мобилизационная и вневойсковая подготовка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13 669,0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lastRenderedPageBreak/>
              <w:t>сийской Федерации по первичному воинскому учету на территориях, где отсутствуют вое</w:t>
            </w:r>
            <w:r>
              <w:t>н</w:t>
            </w:r>
            <w:r>
              <w:t>ные комиссариаты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30 0 00 51180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13 669,0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Резерв на финансовое обеспечение расходных обязательств Республики Карелия, </w:t>
            </w:r>
            <w:proofErr w:type="spellStart"/>
            <w:r>
              <w:t>софина</w:t>
            </w:r>
            <w:r>
              <w:t>н</w:t>
            </w:r>
            <w:r>
              <w:t>сируемых</w:t>
            </w:r>
            <w:proofErr w:type="spellEnd"/>
            <w:r>
              <w:t xml:space="preserve"> из федерального бюджета (Резер</w:t>
            </w:r>
            <w:r>
              <w:t>в</w:t>
            </w:r>
            <w:r>
              <w:t>ные средства)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Резерв на разработку проектно-сметной док</w:t>
            </w:r>
            <w:r>
              <w:t>у</w:t>
            </w:r>
            <w:r>
              <w:t xml:space="preserve">ментации по объектам, планируемым к </w:t>
            </w:r>
            <w:proofErr w:type="spellStart"/>
            <w:r>
              <w:t>соф</w:t>
            </w:r>
            <w:r>
              <w:t>и</w:t>
            </w:r>
            <w:r>
              <w:t>нансированию</w:t>
            </w:r>
            <w:proofErr w:type="spellEnd"/>
            <w:r>
              <w:t xml:space="preserve"> из федерального бюджета в рамках федеральных программ (Резервные средства)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30 0 00 75150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580,9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Профессиональная подготовка, переподгото</w:t>
            </w:r>
            <w:r>
              <w:t>в</w:t>
            </w:r>
            <w:r>
              <w:t>ка и повышение квалификации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580,9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580,9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580,9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580,9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Обслуживание государственного и муниц</w:t>
            </w:r>
            <w:r>
              <w:t>и</w:t>
            </w:r>
            <w:r>
              <w:t>пального долга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Обслуживание государственного внутреннего и муниципального долга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«Организация исполнения бюджета Республики Карелия и формиров</w:t>
            </w:r>
            <w:r>
              <w:t>а</w:t>
            </w:r>
            <w:r>
              <w:t xml:space="preserve">ние бюджетной отчетности»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сво</w:t>
            </w:r>
            <w:r>
              <w:t>е</w:t>
            </w:r>
            <w:r>
              <w:t>временных расчетов и выплат по обязател</w:t>
            </w:r>
            <w:r>
              <w:t>ь</w:t>
            </w:r>
            <w:r>
              <w:t>ствам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Процентные платежи по государственному долгу Республики Карелия (Обслуживание государственного долга субъекта Российской Федерации)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16 4 01 74110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720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1 304 677,2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Межбюджетные трансферты общего характ</w:t>
            </w:r>
            <w:r>
              <w:t>е</w:t>
            </w:r>
            <w:r>
              <w:t>ра бюджетам бюджетной системы Российской Федерации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858 840,0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Дотации на выравнивание бюджетной обесп</w:t>
            </w:r>
            <w:r>
              <w:t>е</w:t>
            </w:r>
            <w:r>
              <w:t>ченности субъектов Российской Федерации и муниципальных образований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пов</w:t>
            </w:r>
            <w:r>
              <w:t>ы</w:t>
            </w:r>
            <w:r>
              <w:t>шения результативности бюджетных расх</w:t>
            </w:r>
            <w:r>
              <w:t>о</w:t>
            </w:r>
            <w:r>
              <w:lastRenderedPageBreak/>
              <w:t>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«Выравнивание бю</w:t>
            </w:r>
            <w:r>
              <w:t>д</w:t>
            </w:r>
            <w:r>
              <w:t>жетной обеспеченности муниципальных обр</w:t>
            </w:r>
            <w:r>
              <w:t>а</w:t>
            </w:r>
            <w:r>
              <w:t>зований»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Дотация на выравнивание бюджетной обесп</w:t>
            </w:r>
            <w:r>
              <w:t>е</w:t>
            </w:r>
            <w:r>
              <w:t>ченности муниципальных районов (городских округов) (Дотации)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16 3 01 41010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578 240,0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Иные дотации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пов</w:t>
            </w:r>
            <w:r>
              <w:t>ы</w:t>
            </w:r>
            <w:r>
              <w:t>шения результативности бюджетных расх</w:t>
            </w:r>
            <w:r>
              <w:t>о</w:t>
            </w:r>
            <w:r>
              <w:t>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«Поддержка мер по обеспечению сбалансированности местных бюджетов»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Дотация на поддержку мер по обеспечению сбалансированности бюджетов муниципал</w:t>
            </w:r>
            <w:r>
              <w:t>ь</w:t>
            </w:r>
            <w:r>
              <w:t>ных образований (Дотации)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16 3 02 41020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Прочие межбюджетные трансферты общего характера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180 600,0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«Эффективное управление регионал</w:t>
            </w:r>
            <w:r>
              <w:t>ь</w:t>
            </w:r>
            <w:r>
              <w:t>ными и муниципальными финансами»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180 600,0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пов</w:t>
            </w:r>
            <w:r>
              <w:t>ы</w:t>
            </w:r>
            <w:r>
              <w:t>шения результативности бюджетных расх</w:t>
            </w:r>
            <w:r>
              <w:t>о</w:t>
            </w:r>
            <w:r>
              <w:t>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180 600,0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«Выравнивание бю</w:t>
            </w:r>
            <w:r>
              <w:t>д</w:t>
            </w:r>
            <w:r>
              <w:t>жетной обеспеченности муниципальных обр</w:t>
            </w:r>
            <w:r>
              <w:t>а</w:t>
            </w:r>
            <w:r>
              <w:t>зований»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28 224,0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расчету и предоста</w:t>
            </w:r>
            <w:r>
              <w:t>в</w:t>
            </w:r>
            <w:r>
              <w:t>лению дотаций на выравнивание бюджетной обеспеченности бюджетам поселений (Су</w:t>
            </w:r>
            <w:r>
              <w:t>б</w:t>
            </w:r>
            <w:r>
              <w:t>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16 3 01 42150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28 224,0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«Поддержка мер по обеспечению сбалансированности местных бюджетов»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16 3 02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152 376,0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«Эффективное управл</w:t>
            </w:r>
            <w:r>
              <w:t>е</w:t>
            </w:r>
            <w:r>
              <w:t>ние региональными и муниципальными ф</w:t>
            </w:r>
            <w:r>
              <w:t>и</w:t>
            </w:r>
            <w:r>
              <w:t>нансами»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16 3 02 43170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152 376,0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имущественных и земел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ных отношений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82 891,8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38 468,0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38 468,0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«Управление государственным имущ</w:t>
            </w:r>
            <w:r>
              <w:t>е</w:t>
            </w:r>
            <w:r>
              <w:t>ством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17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38 418,0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38 418,0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lastRenderedPageBreak/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36 531,2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1 867,0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17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части затрат инвесторов по в</w:t>
            </w:r>
            <w:r>
              <w:t>ы</w:t>
            </w:r>
            <w:r>
              <w:t>полнению кадастровых работ в отношении земельных участков, находящихся в со</w:t>
            </w:r>
            <w:r>
              <w:t>б</w:t>
            </w:r>
            <w:r>
              <w:t>ственности Республики Карелия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44 423,8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44 423,8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«Управление государственным имущ</w:t>
            </w:r>
            <w:r>
              <w:t>е</w:t>
            </w:r>
            <w:r>
              <w:t>ством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17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44 423,8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41181" w:rsidRDefault="00B91F81" w:rsidP="00EB62CF">
            <w:r>
              <w:t xml:space="preserve">Основное мероприятие «Содержание и ремонт недвижимого имущества, составляющего </w:t>
            </w:r>
          </w:p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государственную казну Республики Карелия и расположенного на земельных участках, находящихся в собственности Республики К</w:t>
            </w:r>
            <w:r>
              <w:t>а</w:t>
            </w:r>
            <w:r>
              <w:lastRenderedPageBreak/>
              <w:t>релия, и вовлечение его в хозяйственный об</w:t>
            </w:r>
            <w:r>
              <w:t>о</w:t>
            </w:r>
            <w:r>
              <w:t>рот»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17 0 01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1 240,0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содержанию и ремонту н</w:t>
            </w:r>
            <w:r>
              <w:t>е</w:t>
            </w:r>
            <w:r>
              <w:t>движимого имущества, составляющего гос</w:t>
            </w:r>
            <w:r>
              <w:t>у</w:t>
            </w:r>
            <w:r>
              <w:t>дарственную казну Республики Карелия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17 0 01 74400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1 240,0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испол</w:t>
            </w:r>
            <w:r>
              <w:t>ь</w:t>
            </w:r>
            <w:r>
              <w:t>зования земельных участков»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17 0 02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43 183,8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Проведение кадастровых работ в отношении земельных участков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17 0 02 74410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 Республики Кар</w:t>
            </w:r>
            <w:r>
              <w:t>е</w:t>
            </w:r>
            <w:r>
              <w:t>лия в сфере распоряжения земельными учас</w:t>
            </w:r>
            <w:r>
              <w:t>т</w:t>
            </w:r>
            <w:r>
              <w:t>ками, государственная собственность на кот</w:t>
            </w:r>
            <w:r>
              <w:t>о</w:t>
            </w:r>
            <w:r>
              <w:t>рые не разграничена (Расходы на выплаты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17 0 02 74440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24 680,3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 Республики Кар</w:t>
            </w:r>
            <w:r>
              <w:t>е</w:t>
            </w:r>
            <w:r>
              <w:t>лия в сфере распоряжения земельными учас</w:t>
            </w:r>
            <w:r>
              <w:t>т</w:t>
            </w:r>
            <w:r>
              <w:t>ками, государственная собственность на кот</w:t>
            </w:r>
            <w:r>
              <w:t>о</w:t>
            </w:r>
            <w:r>
              <w:t>рые не разграничена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17 0 02 74440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2 230,3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области государственной к</w:t>
            </w:r>
            <w:r>
              <w:t>а</w:t>
            </w:r>
            <w:r>
              <w:lastRenderedPageBreak/>
              <w:t>дастровой оценки на территории Республики Карелия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806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17 0 02 74450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10 973,2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8.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Государственный комитет Республики К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релия по обеспечению жизнедеятельности и безопасности населения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606 791,6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8 739,0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Функционирование Правительства Росси</w:t>
            </w:r>
            <w:r>
              <w:t>й</w:t>
            </w:r>
            <w:r>
              <w:t>ской Федерации, высших исполнительных о</w:t>
            </w:r>
            <w:r>
              <w:t>р</w:t>
            </w:r>
            <w:r>
              <w:t>ганов государственной власти субъектов Ро</w:t>
            </w:r>
            <w:r>
              <w:t>с</w:t>
            </w:r>
            <w:r>
              <w:t>сийской Федерации, местных администраций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8 539,0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созданию и обеспеч</w:t>
            </w:r>
            <w:r>
              <w:t>е</w:t>
            </w:r>
            <w:r>
              <w:t>нию деятельности административных коми</w:t>
            </w:r>
            <w:r>
              <w:t>с</w:t>
            </w:r>
            <w:r>
              <w:t>сий и определению перечня должностных лиц, уполномоченных составлять протоколы об административных правонарушениях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30 0 00 42140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8 539,0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системы защиты населения и территории от последствий чрезвычайных с</w:t>
            </w:r>
            <w:r>
              <w:t>и</w:t>
            </w:r>
            <w:r>
              <w:t>туаций, профилактика правонарушений»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«Профилактика правонаруш</w:t>
            </w:r>
            <w:r>
              <w:t>е</w:t>
            </w:r>
            <w:r>
              <w:t>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системы профилактики правонарушений»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профилактике правонаруш</w:t>
            </w:r>
            <w:r>
              <w:t>е</w:t>
            </w:r>
            <w:r>
              <w:lastRenderedPageBreak/>
              <w:t>ний в Республике Карелия (Иные выплаты населению)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14 3 01 73570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598 052,6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Защита населения и территории от чрезв</w:t>
            </w:r>
            <w:r>
              <w:t>ы</w:t>
            </w:r>
            <w:r>
              <w:t>чайных ситуаций природного и техногенного характера, гражданская оборона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115 980,3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системы защиты населения и территории от последствий чрезвычайных с</w:t>
            </w:r>
            <w:r>
              <w:t>и</w:t>
            </w:r>
            <w:r>
              <w:t>туаций, профилактика правонарушений»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113 680,3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«Снижение рисков и смягч</w:t>
            </w:r>
            <w:r>
              <w:t>е</w:t>
            </w:r>
            <w:r>
              <w:t>ние последствий чрезвычайных ситуаций природного и техногенного характера»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88 984,9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защиты населения при чрезвычайных ситуациях, обеспечение безопасности людей»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88 984,9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чрезвыча</w:t>
            </w:r>
            <w:r>
              <w:t>й</w:t>
            </w:r>
            <w:r>
              <w:t>ных ситуациях природного и техногенного характера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43 441,3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чрезвыча</w:t>
            </w:r>
            <w:r>
              <w:t>й</w:t>
            </w:r>
            <w:r>
              <w:t>ных ситуациях природного и техногенного характера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4 005,7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организации и проведению поисково-спасательных работ при чрезвыча</w:t>
            </w:r>
            <w:r>
              <w:t>й</w:t>
            </w:r>
            <w:r>
              <w:t>ных ситуациях природного и техногенного характера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495,4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обучению населения в обл</w:t>
            </w:r>
            <w:r>
              <w:t>а</w:t>
            </w:r>
            <w:r>
              <w:t>сти гражданской обороны, защиты от чрезв</w:t>
            </w:r>
            <w:r>
              <w:t>ы</w:t>
            </w:r>
            <w:r>
              <w:t>чайных ситуаций, пожарной безопасности и основам противодействия терроризму (Расх</w:t>
            </w:r>
            <w:r>
              <w:t>о</w:t>
            </w:r>
            <w:r>
              <w:t>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5 399,0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обучению населения в обл</w:t>
            </w:r>
            <w:r>
              <w:t>а</w:t>
            </w:r>
            <w:r>
              <w:t>сти гражданской обороны, защиты от чрезв</w:t>
            </w:r>
            <w:r>
              <w:t>ы</w:t>
            </w:r>
            <w:r>
              <w:t>чайных ситуаций, пожарной безопасности и основам противодействия терроризму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1 947,0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обучению населения в обл</w:t>
            </w:r>
            <w:r>
              <w:t>а</w:t>
            </w:r>
            <w:r>
              <w:t>сти гражданской обороны, защиты от чрезв</w:t>
            </w:r>
            <w:r>
              <w:t>ы</w:t>
            </w:r>
            <w:r>
              <w:t>чайных ситуаций, пожарной безопасности и основам противодействия терроризму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функционирования регионал</w:t>
            </w:r>
            <w:r>
              <w:t>ь</w:t>
            </w:r>
            <w:r>
              <w:t>ной автоматизированной системы централ</w:t>
            </w:r>
            <w:r>
              <w:t>и</w:t>
            </w:r>
            <w:r>
              <w:t>зованного оповещения населения (Расходы на выплаты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19 766,8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функционирования регионал</w:t>
            </w:r>
            <w:r>
              <w:t>ь</w:t>
            </w:r>
            <w:r>
              <w:t>ной автоматизированной системы централ</w:t>
            </w:r>
            <w:r>
              <w:t>и</w:t>
            </w:r>
            <w:r>
              <w:lastRenderedPageBreak/>
              <w:t>зованного оповещения населения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6 619,2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функционирования регионал</w:t>
            </w:r>
            <w:r>
              <w:t>ь</w:t>
            </w:r>
            <w:r>
              <w:t>ной автоматизированной системы централ</w:t>
            </w:r>
            <w:r>
              <w:t>и</w:t>
            </w:r>
            <w:r>
              <w:t>зованного оповещения населения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радиационной безопасности населения и территории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созданию системы обеспеч</w:t>
            </w:r>
            <w:r>
              <w:t>е</w:t>
            </w:r>
            <w:r>
              <w:t>ния вызовов экстренных оперативных служб по единому номеру «112» (Иные закупки т</w:t>
            </w:r>
            <w:r>
              <w:t>о</w:t>
            </w:r>
            <w:r>
              <w:t>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14 2 01 73590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24 695,4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23 257,1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1 436,7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Формирование и пополнение материального резерва (Закупка товаров, работ и услуг в ц</w:t>
            </w:r>
            <w:r>
              <w:t>е</w:t>
            </w:r>
            <w:r>
              <w:t>лях формирования государственного матер</w:t>
            </w:r>
            <w:r>
              <w:t>и</w:t>
            </w:r>
            <w:r>
              <w:t>ального резерва)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30 0 00 75160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пожарной безопасности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475 174,3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системы защиты населения и территории от последствий чрезвычайных с</w:t>
            </w:r>
            <w:r>
              <w:t>и</w:t>
            </w:r>
            <w:r>
              <w:t>туаций, профилактика правонарушений»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475 174,3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«Пожарная безопасность»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475 174,3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пожа</w:t>
            </w:r>
            <w:r>
              <w:t>р</w:t>
            </w:r>
            <w:r>
              <w:t>ной безопасности»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475 174,3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</w:t>
            </w:r>
            <w:r>
              <w:t>о</w:t>
            </w:r>
            <w:r>
              <w:t>пожарной службы Республики Карелия (Ра</w:t>
            </w:r>
            <w:r>
              <w:t>с</w:t>
            </w:r>
            <w:r>
              <w:t>ходы на выплаты персоналу казенных учр</w:t>
            </w:r>
            <w:r>
              <w:t>е</w:t>
            </w:r>
            <w:r>
              <w:t>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413 971,3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</w:t>
            </w:r>
            <w:r>
              <w:t>о</w:t>
            </w:r>
            <w:r>
              <w:t>пожарной службы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58 747,5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организации обеспечения тушения пожаров подразделениями против</w:t>
            </w:r>
            <w:r>
              <w:t>о</w:t>
            </w:r>
            <w:r>
              <w:lastRenderedPageBreak/>
              <w:t>пожарной службы Республики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14 1 01 73500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2 455,5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национальной бе</w:t>
            </w:r>
            <w:r>
              <w:t>з</w:t>
            </w:r>
            <w:r>
              <w:t>опасности и правоохранительной деятельн</w:t>
            </w:r>
            <w:r>
              <w:t>о</w:t>
            </w:r>
            <w:r>
              <w:t>сти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6 898,0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системы защиты населения и территории от последствий чрезвычайных с</w:t>
            </w:r>
            <w:r>
              <w:t>и</w:t>
            </w:r>
            <w:r>
              <w:t>туаций, профилактика правонарушений»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6 898,0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«Профилактика правонаруш</w:t>
            </w:r>
            <w:r>
              <w:t>е</w:t>
            </w:r>
            <w:r>
              <w:t>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6 898,0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системы профилактики правонарушений»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6 898,0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Субвенции федеральному бюджету на ос</w:t>
            </w:r>
            <w:r>
              <w:t>у</w:t>
            </w:r>
            <w:r>
              <w:t>ществление части переданных полномочий по составлению протоколов об администрати</w:t>
            </w:r>
            <w:r>
              <w:t>в</w:t>
            </w:r>
            <w:r>
              <w:t>ных правонарушениях, посягающих на общ</w:t>
            </w:r>
            <w:r>
              <w:t>е</w:t>
            </w:r>
            <w:r>
              <w:t>ственный порядок и общественную безопа</w:t>
            </w:r>
            <w:r>
              <w:t>с</w:t>
            </w:r>
            <w:r>
              <w:t>ность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14 3 01 57010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профилактике правонаруш</w:t>
            </w:r>
            <w:r>
              <w:t>е</w:t>
            </w:r>
            <w:r>
              <w:t>ний в Республике Карелия (Иные закупки т</w:t>
            </w:r>
            <w:r>
              <w:t>о</w:t>
            </w:r>
            <w:r>
              <w:t>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14 3 01 73570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2 198,0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строительства, жилищно-коммунального хозяйства и энергетики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1 450 718,1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пожарной безопасности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системы защиты населения и территории от последствий чрезвычайных с</w:t>
            </w:r>
            <w:r>
              <w:t>и</w:t>
            </w:r>
            <w:r>
              <w:t>туаций, профилактика правонарушений»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«Пожарная безопасность»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пожа</w:t>
            </w:r>
            <w:r>
              <w:t>р</w:t>
            </w:r>
            <w:r>
              <w:t>ной безопасности»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14 1 01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14 1 01 90420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129 333,3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Общеэкономические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52 654,5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52 654,5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52 654,5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 w:rsidR="00FB7EDE">
              <w:t>публики Карелия</w:t>
            </w:r>
            <w:r>
              <w:t xml:space="preserve">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49 824,8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lastRenderedPageBreak/>
              <w:t>релия органами исполнительной власти Ре</w:t>
            </w:r>
            <w:r>
              <w:t>с</w:t>
            </w:r>
            <w:r w:rsidR="00FB7EDE">
              <w:t>публики Карелия</w:t>
            </w:r>
            <w:r>
              <w:t xml:space="preserve">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2 542,4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 w:rsidR="00FB7EDE">
              <w:t xml:space="preserve">публики Карелия </w:t>
            </w:r>
            <w:r>
              <w:t>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287,3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транспортной системы»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транспортного о</w:t>
            </w:r>
            <w:r>
              <w:t>б</w:t>
            </w:r>
            <w:r>
              <w:t>служивания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пасс</w:t>
            </w:r>
            <w:r>
              <w:t>а</w:t>
            </w:r>
            <w:r>
              <w:t>жирских перевозок внутренним водным транспортом»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11 3 02 90420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тран</w:t>
            </w:r>
            <w:r>
              <w:t>с</w:t>
            </w:r>
            <w:r>
              <w:t>портного обслуживания населения автом</w:t>
            </w:r>
            <w:r>
              <w:t>о</w:t>
            </w:r>
            <w:r>
              <w:t>бильным транспортом в пригородном и межмуниципальном сообщении по террит</w:t>
            </w:r>
            <w:r>
              <w:t>о</w:t>
            </w:r>
            <w:r>
              <w:t>рии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11 3 04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 xml:space="preserve">дарственной и муниципальной собственности, </w:t>
            </w:r>
            <w:r>
              <w:lastRenderedPageBreak/>
              <w:t>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11 3 04 90420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национальной эк</w:t>
            </w:r>
            <w:r>
              <w:t>о</w:t>
            </w:r>
            <w:r>
              <w:t>номики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63 778,8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18 648,8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18 648,8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пров</w:t>
            </w:r>
            <w:r>
              <w:t>е</w:t>
            </w:r>
            <w:r>
              <w:t>дения мероприятий в сфере строительства»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18 648,8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строительства (Расходы на выпл</w:t>
            </w:r>
            <w:r>
              <w:t>а</w:t>
            </w:r>
            <w:r>
              <w:t>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14 554,6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строительства (Иные закупки т</w:t>
            </w:r>
            <w:r>
              <w:t>о</w:t>
            </w:r>
            <w:r>
              <w:t>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2 249,2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 xml:space="preserve">лия в сфере строительства (Уплата налогов, </w:t>
            </w:r>
            <w:r>
              <w:lastRenderedPageBreak/>
              <w:t>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05 2 02 71020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1 845,0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туризма»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«Создание инжене</w:t>
            </w:r>
            <w:r>
              <w:t>р</w:t>
            </w:r>
            <w:r>
              <w:t>ной и транспортной инфраструктуры турис</w:t>
            </w:r>
            <w:r>
              <w:t>т</w:t>
            </w:r>
            <w:r>
              <w:t>ско-рекреационных кластеров на территории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19 0 02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FB7EDE">
            <w:pPr>
              <w:rPr>
                <w:sz w:val="24"/>
                <w:szCs w:val="24"/>
              </w:rPr>
            </w:pPr>
            <w:proofErr w:type="gramStart"/>
            <w:r>
              <w:t>Создание комплекса обеспечивающей инфр</w:t>
            </w:r>
            <w:r>
              <w:t>а</w:t>
            </w:r>
            <w:r>
              <w:t>структуры туристско-рекреационного класт</w:t>
            </w:r>
            <w:r>
              <w:t>е</w:t>
            </w:r>
            <w:r>
              <w:t>ра «Южная Карелия» в Республике Карелия, в том числе систем водоснабжения, водоотв</w:t>
            </w:r>
            <w:r>
              <w:t>е</w:t>
            </w:r>
            <w:r>
              <w:t>дения, канализации, электроснабжения, газ</w:t>
            </w:r>
            <w:r>
              <w:t>о</w:t>
            </w:r>
            <w:r>
              <w:t xml:space="preserve">снабжения, транспортной инфраструктуры (строительство линии ЛЭП (14 км) на участке «Поселок </w:t>
            </w:r>
            <w:proofErr w:type="spellStart"/>
            <w:r>
              <w:t>Леппясилта</w:t>
            </w:r>
            <w:proofErr w:type="spellEnd"/>
            <w:r>
              <w:t xml:space="preserve"> </w:t>
            </w:r>
            <w:r w:rsidR="00FB7EDE">
              <w:t>–</w:t>
            </w:r>
            <w:r>
              <w:t xml:space="preserve"> водопад «Белые м</w:t>
            </w:r>
            <w:r>
              <w:t>о</w:t>
            </w:r>
            <w:r>
              <w:t>сты») (Бюджетные инвестиции)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19 0 02 </w:t>
            </w:r>
            <w:proofErr w:type="spellStart"/>
            <w:r>
              <w:t>R1104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5 130,0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823 545,1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Жилищное хозяйство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454 804,0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454 804,0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lastRenderedPageBreak/>
              <w:t>печения доступным и комфортным жильем граждан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431 226,8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«Переселение граждан из многоквартирных домов, признанных ав</w:t>
            </w:r>
            <w:r>
              <w:t>а</w:t>
            </w:r>
            <w:r>
              <w:t>рийными и подлежащими сносу»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431 226,8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</w:t>
            </w:r>
            <w:r>
              <w:t>о</w:t>
            </w:r>
            <w:r>
              <w:t>го жилищного фонда с учетом необходимости развития малоэтажного жилищного стро</w:t>
            </w:r>
            <w:r>
              <w:t>и</w:t>
            </w:r>
            <w:r>
              <w:t>тельства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05 1 03 09502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переселению граждан из аварийного жилищного фонда, в том числе переселению граждан из аварийн</w:t>
            </w:r>
            <w:r>
              <w:t>о</w:t>
            </w:r>
            <w:r>
              <w:t>го жилищного фонда с учетом необходимости развития малоэтажного жилищного стро</w:t>
            </w:r>
            <w:r>
              <w:t>и</w:t>
            </w:r>
            <w:r>
              <w:t xml:space="preserve">тельства, </w:t>
            </w:r>
            <w:proofErr w:type="spellStart"/>
            <w:r>
              <w:t>софинансируемых</w:t>
            </w:r>
            <w:proofErr w:type="spellEnd"/>
            <w:r>
              <w:t xml:space="preserve"> за счет средств Фонда содействия реформированию жили</w:t>
            </w:r>
            <w:r>
              <w:t>щ</w:t>
            </w:r>
            <w:r>
              <w:t>но-коммунального хозяйства (Бюджетные и</w:t>
            </w:r>
            <w:r>
              <w:t>н</w:t>
            </w:r>
            <w:r>
              <w:t>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05 1 03 09602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131 226,8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23 577,2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пров</w:t>
            </w:r>
            <w:r>
              <w:t>е</w:t>
            </w:r>
            <w:r>
              <w:t>дения капитального ремонта общего имущ</w:t>
            </w:r>
            <w:r>
              <w:t>е</w:t>
            </w:r>
            <w:r>
              <w:t>ства в многоквартирных домах»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23 577,2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Обеспечение деятельности специализирова</w:t>
            </w:r>
            <w:r>
              <w:t>н</w:t>
            </w:r>
            <w:r>
              <w:lastRenderedPageBreak/>
              <w:t>ной некоммерческой организации «Фонд к</w:t>
            </w:r>
            <w:r>
              <w:t>а</w:t>
            </w:r>
            <w:r>
              <w:t>питального ремонта Республики Карелия», осуществляющей деятельность, направленную на обеспечение проведения капитального р</w:t>
            </w:r>
            <w:r>
              <w:t>е</w:t>
            </w:r>
            <w:r>
              <w:t>монта общего имущества в многоквартирных домах (Субсидии некоммерческим организ</w:t>
            </w:r>
            <w:r>
              <w:t>а</w:t>
            </w:r>
            <w:r>
              <w:t>циям (за исключением государственных (м</w:t>
            </w:r>
            <w:r>
              <w:t>у</w:t>
            </w:r>
            <w:r>
              <w:t>ниципальных) учреждений)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05 2 01 71010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23 577,2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228 665,1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доступным и комфортным жильем граждан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необх</w:t>
            </w:r>
            <w:r>
              <w:t>о</w:t>
            </w:r>
            <w:r>
              <w:t>димой инфраструктурой земельных участков в целях жилищного строительства для семей, имеющих трех и более детей»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05 1 02 90420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</w:t>
            </w:r>
            <w:r>
              <w:lastRenderedPageBreak/>
              <w:t>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«Строительство и р</w:t>
            </w:r>
            <w:r>
              <w:t>е</w:t>
            </w:r>
            <w:r>
              <w:t>конструкция объектов водоснабжения и вод</w:t>
            </w:r>
            <w:r>
              <w:t>о</w:t>
            </w:r>
            <w:r>
              <w:t>отведения»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«Обеспечение досту</w:t>
            </w:r>
            <w:r>
              <w:t>п</w:t>
            </w:r>
            <w:r>
              <w:t>ны</w:t>
            </w:r>
            <w:r w:rsidR="00E3487E">
              <w:t>м и комфортным жильем и жилищно-</w:t>
            </w:r>
            <w:r>
              <w:t>коммунальными услугами»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05 2 03 43220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05 2 03 90420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«Экономическое развитие и инновац</w:t>
            </w:r>
            <w:r>
              <w:t>и</w:t>
            </w:r>
            <w:r>
              <w:t>онная экономика»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171 265,1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«Формирование благоприя</w:t>
            </w:r>
            <w:r>
              <w:t>т</w:t>
            </w:r>
            <w:r>
              <w:t>ной инвестиционной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171 265,1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«Создание благопр</w:t>
            </w:r>
            <w:r>
              <w:t>и</w:t>
            </w:r>
            <w:r>
              <w:t>ятных условий для привлечения инвестиций в экономику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171 265,1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федеральной цел</w:t>
            </w:r>
            <w:r>
              <w:t>е</w:t>
            </w:r>
            <w:r>
              <w:t>вой программы «Развитие Республики Кар</w:t>
            </w:r>
            <w:r>
              <w:t>е</w:t>
            </w:r>
            <w:r>
              <w:t>лия на период до 2020 года» (инфраструкту</w:t>
            </w:r>
            <w:r>
              <w:t>р</w:t>
            </w:r>
            <w:r>
              <w:t xml:space="preserve">ное обеспечение промышленной площадки на </w:t>
            </w:r>
            <w:r>
              <w:lastRenderedPageBreak/>
              <w:t>территории Петрозаводского городского округа)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09 1 01 </w:t>
            </w:r>
            <w:proofErr w:type="spellStart"/>
            <w:r>
              <w:t>R4191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171 265,1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«Энергосбережение, </w:t>
            </w:r>
            <w:proofErr w:type="spellStart"/>
            <w:r>
              <w:t>энергоэффекти</w:t>
            </w:r>
            <w:r>
              <w:t>в</w:t>
            </w:r>
            <w:r>
              <w:t>ность</w:t>
            </w:r>
            <w:proofErr w:type="spellEnd"/>
            <w:r>
              <w:t xml:space="preserve"> и развитие энергетики»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18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газоснабжения и г</w:t>
            </w:r>
            <w:r>
              <w:t>а</w:t>
            </w:r>
            <w:r>
              <w:t>зификации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18 2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«Строительство газ</w:t>
            </w:r>
            <w:r>
              <w:t>о</w:t>
            </w:r>
            <w:r>
              <w:t>проводов распределительных сетей, в том числе проектно-изыскательские работы»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18 2 01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841181">
            <w:pPr>
              <w:ind w:right="-80"/>
              <w:rPr>
                <w:sz w:val="24"/>
                <w:szCs w:val="24"/>
              </w:rPr>
            </w:pPr>
            <w:r>
              <w:t>Объекты строительства и реконструкции гос</w:t>
            </w:r>
            <w:r>
              <w:t>у</w:t>
            </w:r>
            <w:r>
              <w:t>дарственной и муниципальной собственности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18 2 01 90400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18 2 01 90420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Благоустройство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134 249,0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«Формирование современной городской среды» на 2018–2022 годы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20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134 249,0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«Содействие об</w:t>
            </w:r>
            <w:r>
              <w:t>у</w:t>
            </w:r>
            <w:r>
              <w:t xml:space="preserve">стройству мест массового отдыха населения»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20 0 01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3 372,8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поддержке об</w:t>
            </w:r>
            <w:r>
              <w:t>у</w:t>
            </w:r>
            <w:r>
              <w:t>стройства мест массового отдыха населения (городских парков)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20 0 01 </w:t>
            </w:r>
            <w:proofErr w:type="spellStart"/>
            <w:r>
              <w:t>R5600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3 372,8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отдел</w:t>
            </w:r>
            <w:r>
              <w:t>ь</w:t>
            </w:r>
            <w:r>
              <w:t>ных мероприятий приоритетного проекта Ро</w:t>
            </w:r>
            <w:r>
              <w:t>с</w:t>
            </w:r>
            <w:r>
              <w:t>сийской Федерации «Формирование ко</w:t>
            </w:r>
            <w:r>
              <w:t>м</w:t>
            </w:r>
            <w:r>
              <w:t>фортной городской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130 876,2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формированию современной городской среды 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20 0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R5550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130 876,2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5 827,0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5 827,0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доступным и комфортным жильем граждан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5 827,0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мер гос</w:t>
            </w:r>
            <w:r>
              <w:t>у</w:t>
            </w:r>
            <w:r>
              <w:t>дарственной поддержки населению в улучш</w:t>
            </w:r>
            <w:r>
              <w:t>е</w:t>
            </w:r>
            <w:r>
              <w:t>нии жилищных условий»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727,0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ипотечного ж</w:t>
            </w:r>
            <w:r>
              <w:t>и</w:t>
            </w:r>
            <w:r>
              <w:t>лищного кредитования (Субсидии юридич</w:t>
            </w:r>
            <w:r>
              <w:t>е</w:t>
            </w:r>
            <w:r>
              <w:t>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05 1 01 71000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727,0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«Реализация отдел</w:t>
            </w:r>
            <w:r>
              <w:t>ь</w:t>
            </w:r>
            <w:r>
              <w:t>ных мероприятий приоритетного проекта Ро</w:t>
            </w:r>
            <w:r>
              <w:t>с</w:t>
            </w:r>
            <w:r>
              <w:t>сийской Федерации «Ипотека и арендное ж</w:t>
            </w:r>
            <w:r>
              <w:t>и</w:t>
            </w:r>
            <w:r>
              <w:t>лье»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5 100,0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ипотечного ж</w:t>
            </w:r>
            <w:r>
              <w:t>и</w:t>
            </w:r>
            <w:r>
              <w:t>лищного кредитования (Субсидии юридич</w:t>
            </w:r>
            <w:r>
              <w:t>е</w:t>
            </w:r>
            <w:r>
              <w:t>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</w:t>
            </w:r>
            <w:proofErr w:type="spellStart"/>
            <w:r>
              <w:t>П</w:t>
            </w:r>
            <w:proofErr w:type="gramStart"/>
            <w:r>
              <w:t>1</w:t>
            </w:r>
            <w:proofErr w:type="spellEnd"/>
            <w:proofErr w:type="gramEnd"/>
            <w:r>
              <w:t xml:space="preserve"> 71000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5 100,0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Дошкольное 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«Модернизация и</w:t>
            </w:r>
            <w:r>
              <w:t>н</w:t>
            </w:r>
            <w:r>
              <w:t>фраструктуры общего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02 2 03 90420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Общее 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общего образов</w:t>
            </w:r>
            <w:r>
              <w:t>а</w:t>
            </w:r>
            <w:r>
              <w:t>ния. Создание новых мест в общеобразов</w:t>
            </w:r>
            <w:r>
              <w:t>а</w:t>
            </w:r>
            <w:r>
              <w:lastRenderedPageBreak/>
              <w:t>тельных организациях в соответствии с пр</w:t>
            </w:r>
            <w:r>
              <w:t>о</w:t>
            </w:r>
            <w:r>
              <w:t>гнозируемой потребностью и современными условиями обучения»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«Модернизация и</w:t>
            </w:r>
            <w:r>
              <w:t>н</w:t>
            </w:r>
            <w:r>
              <w:t>фраструктуры общего образования»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02 2 03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841181">
            <w:pPr>
              <w:ind w:right="-80"/>
              <w:rPr>
                <w:sz w:val="24"/>
                <w:szCs w:val="24"/>
              </w:rPr>
            </w:pPr>
            <w:r>
              <w:t>Объекты строительства и реконструкции гос</w:t>
            </w:r>
            <w:r>
              <w:t>у</w:t>
            </w:r>
            <w:r>
              <w:t>дарственной и муниципальной собственности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02 2 03 90400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культуры»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«Модернизация, стр</w:t>
            </w:r>
            <w:r>
              <w:t>о</w:t>
            </w:r>
            <w:r>
              <w:t>ительство и реконструкция учреждений кул</w:t>
            </w:r>
            <w:r>
              <w:t>ь</w:t>
            </w:r>
            <w:r>
              <w:t>туры»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07 0 05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841181">
            <w:pPr>
              <w:ind w:right="-80"/>
              <w:rPr>
                <w:sz w:val="24"/>
                <w:szCs w:val="24"/>
              </w:rPr>
            </w:pPr>
            <w:r>
              <w:t>Объекты строительства и реконструкции гос</w:t>
            </w:r>
            <w:r>
              <w:t>у</w:t>
            </w:r>
            <w:r>
              <w:t>дарственной и муниципальной собственности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07 0 05 90400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3 600,0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07 0 05 90420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Здравоохранение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383 717,2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Стационарная медицинская помощь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«Модернизация здравоохран</w:t>
            </w:r>
            <w:r>
              <w:t>е</w:t>
            </w:r>
            <w:r>
              <w:lastRenderedPageBreak/>
              <w:t>ния Республики Карелия на 2014–2018 годы»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01 6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«Проектирование, строительство и ввод в эксплуатацию перин</w:t>
            </w:r>
            <w:r>
              <w:t>а</w:t>
            </w:r>
            <w:r>
              <w:t>тального центра»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01 6 01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проектированию, строител</w:t>
            </w:r>
            <w:r>
              <w:t>ь</w:t>
            </w:r>
            <w:r>
              <w:t>ству и вводу в эксплуатацию перинатального центра (Субсидии государственным корпор</w:t>
            </w:r>
            <w:r>
              <w:t>а</w:t>
            </w:r>
            <w:r>
              <w:t>циям (компаниям), публично-правовым ко</w:t>
            </w:r>
            <w:r>
              <w:t>м</w:t>
            </w:r>
            <w:r>
              <w:t>паниям)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01 6 01 70160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Амбулаторная помощь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18 413,2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здравоохранения»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формирование здорового образа жизни. Ра</w:t>
            </w:r>
            <w:r>
              <w:t>з</w:t>
            </w:r>
            <w:r>
              <w:t>витие первичной медико-санитарной пом</w:t>
            </w:r>
            <w:r>
              <w:t>о</w:t>
            </w:r>
            <w:r>
              <w:t>щи»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первичной медико-санитарной помощи, включая пров</w:t>
            </w:r>
            <w:r>
              <w:t>е</w:t>
            </w:r>
            <w:r>
              <w:t>дение профилактических осмотров и диспа</w:t>
            </w:r>
            <w:r>
              <w:t>н</w:t>
            </w:r>
            <w:r>
              <w:t>серизации населения в целях обеспечения своевременного выявления заболеваний и факторов риска их развития»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01 1 02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01 1 02 90420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 и реконструкции в рамках мероприятий по подготовке 100-</w:t>
            </w:r>
            <w:proofErr w:type="spellStart"/>
            <w:r>
              <w:t>летия</w:t>
            </w:r>
            <w:proofErr w:type="spellEnd"/>
            <w:r>
              <w:t xml:space="preserve"> Республики Карелия (Бюджетные инвест</w:t>
            </w:r>
            <w:r>
              <w:t>и</w:t>
            </w:r>
            <w:r>
              <w:t>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01 1 02 90460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«Развитие </w:t>
            </w:r>
            <w:proofErr w:type="gramStart"/>
            <w:r>
              <w:t>агропромышленного</w:t>
            </w:r>
            <w:proofErr w:type="gramEnd"/>
            <w:r>
              <w:t xml:space="preserve"> и </w:t>
            </w:r>
            <w:proofErr w:type="spellStart"/>
            <w:r>
              <w:t>рыб</w:t>
            </w:r>
            <w:r>
              <w:t>о</w:t>
            </w:r>
            <w:r>
              <w:t>хозяйственного</w:t>
            </w:r>
            <w:proofErr w:type="spellEnd"/>
            <w:r>
              <w:t xml:space="preserve"> комплексов»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2 013,2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«Устойчивое развитие сел</w:t>
            </w:r>
            <w:r>
              <w:t>ь</w:t>
            </w:r>
            <w:r>
              <w:t>ских территорий»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2 013,2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«Комплексное об</w:t>
            </w:r>
            <w:r>
              <w:t>у</w:t>
            </w:r>
            <w:r>
              <w:t>стройство населенных пунктов, расположе</w:t>
            </w:r>
            <w:r>
              <w:t>н</w:t>
            </w:r>
            <w:r>
              <w:t>ных в сельской местности, объектами соц</w:t>
            </w:r>
            <w:r>
              <w:t>и</w:t>
            </w:r>
            <w:r>
              <w:t>альной, инженерной инфраструктуры и авт</w:t>
            </w:r>
            <w:r>
              <w:t>о</w:t>
            </w:r>
            <w:r>
              <w:t>мобильными дорогами»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12 4 03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2 013,2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841181">
            <w:pPr>
              <w:ind w:right="-80"/>
              <w:rPr>
                <w:sz w:val="24"/>
                <w:szCs w:val="24"/>
              </w:rPr>
            </w:pPr>
            <w:r>
              <w:t>Объекты строительства и реконструкции гос</w:t>
            </w:r>
            <w:r>
              <w:t>у</w:t>
            </w:r>
            <w:r>
              <w:t>дарственной и муниципальной собственности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12 4 03 90400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2 013,2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38 535,9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обслуживание населения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системы социальн</w:t>
            </w:r>
            <w:r>
              <w:t>о</w:t>
            </w:r>
            <w:r>
              <w:t>го обслуживания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«Предоставление гражданам социальных услуг в учреждениях социального обслуживания»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Объекты строительства и реконструкции в </w:t>
            </w:r>
            <w:r>
              <w:lastRenderedPageBreak/>
              <w:t>рамках мероприятий по подготовке 100-</w:t>
            </w:r>
            <w:proofErr w:type="spellStart"/>
            <w:r>
              <w:t>летия</w:t>
            </w:r>
            <w:proofErr w:type="spellEnd"/>
            <w:r>
              <w:t xml:space="preserve"> Республики Карелия (Бюджетные инвест</w:t>
            </w:r>
            <w:r>
              <w:t>и</w:t>
            </w:r>
            <w:r>
              <w:t>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03 3 01 90460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30 535,9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30 535,9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доступным и комфортным жильем граждан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30 535,9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мер гос</w:t>
            </w:r>
            <w:r>
              <w:t>у</w:t>
            </w:r>
            <w:r>
              <w:t>дарственной поддержки населению в улучш</w:t>
            </w:r>
            <w:r>
              <w:t>е</w:t>
            </w:r>
            <w:r>
              <w:t>нии жилищных условий»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30 535,9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ипотечного ж</w:t>
            </w:r>
            <w:r>
              <w:t>и</w:t>
            </w:r>
            <w:r>
              <w:t>лищного кредитования (Социальные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05 1 01 71000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26 396,3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обеспечению ж</w:t>
            </w:r>
            <w:r>
              <w:t>и</w:t>
            </w:r>
            <w:r>
              <w:t>льем молодых семей 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05 1 01 </w:t>
            </w:r>
            <w:proofErr w:type="spellStart"/>
            <w:r>
              <w:t>R4970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4 139,6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45 986,6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Массовый спорт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45 986,6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физической культуры, спорта и совершенствование молодежной политики»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45 986,6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физической культ</w:t>
            </w:r>
            <w:r>
              <w:t>у</w:t>
            </w:r>
            <w:r>
              <w:t>ры и массового спорта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45 986,6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инфр</w:t>
            </w:r>
            <w:r>
              <w:t>а</w:t>
            </w:r>
            <w:r>
              <w:lastRenderedPageBreak/>
              <w:t>структуры для занятий физической культ</w:t>
            </w:r>
            <w:r>
              <w:t>у</w:t>
            </w:r>
            <w:r>
              <w:t>рой»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45 986,6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841181">
            <w:pPr>
              <w:ind w:right="-80"/>
              <w:rPr>
                <w:sz w:val="24"/>
                <w:szCs w:val="24"/>
              </w:rPr>
            </w:pPr>
            <w:r>
              <w:t>Объекты строительства и реконструкции гос</w:t>
            </w:r>
            <w:r>
              <w:t>у</w:t>
            </w:r>
            <w:r>
              <w:t>дарственной и муниципальной собственности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08 1 02 90400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08 1 02 90420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>дарственной и муниципальной собственности, реализуемые в соответствии с федеральной целевой программой «Развитие Республики Карелия на период до 2020 года»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08 1 02 90420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5 800,0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федеральной цел</w:t>
            </w:r>
            <w:r>
              <w:t>е</w:t>
            </w:r>
            <w:r>
              <w:t>вой программы «Развитие физической кул</w:t>
            </w:r>
            <w:r>
              <w:t>ь</w:t>
            </w:r>
            <w:r>
              <w:t>туры и спорта в Российской Федерации на 2016–2020 годы» (строительство физкульту</w:t>
            </w:r>
            <w:r>
              <w:t>р</w:t>
            </w:r>
            <w:r>
              <w:t>но-оздоровительного комплекса в г. Медвеж</w:t>
            </w:r>
            <w:r>
              <w:t>ь</w:t>
            </w:r>
            <w:r>
              <w:t>егорске)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08 1 02 </w:t>
            </w:r>
            <w:proofErr w:type="spellStart"/>
            <w:r>
              <w:t>R4953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29 086,6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Государственный комитет Республики К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релия по ценам и тарифам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904 831,3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30 559,3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Функционирование Правительства Росси</w:t>
            </w:r>
            <w:r>
              <w:t>й</w:t>
            </w:r>
            <w:r>
              <w:t>ской Федерации, высших исполнительных о</w:t>
            </w:r>
            <w:r>
              <w:t>р</w:t>
            </w:r>
            <w:r>
              <w:t>ганов государственной власти субъектов Ро</w:t>
            </w:r>
            <w:r>
              <w:t>с</w:t>
            </w:r>
            <w:r>
              <w:lastRenderedPageBreak/>
              <w:t>сийской Федерации, местных администраций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обеспечение надежности предоставления коммунальных услуг»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регулированию цен (тарифов) на отдельные виды продукции, т</w:t>
            </w:r>
            <w:r>
              <w:t>о</w:t>
            </w:r>
            <w:r>
              <w:t>варов и услуг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05 2 04 42120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2 263,0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28 296,3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28 246,3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28 246,3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 w:rsidR="004F3BC9">
              <w:t xml:space="preserve">публики Карелия </w:t>
            </w:r>
            <w:r>
              <w:t>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25 203,7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2 905,6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«Энергосбережение, </w:t>
            </w:r>
            <w:proofErr w:type="spellStart"/>
            <w:r>
              <w:t>энергоэффекти</w:t>
            </w:r>
            <w:r>
              <w:t>в</w:t>
            </w:r>
            <w:r>
              <w:t>ность</w:t>
            </w:r>
            <w:proofErr w:type="spellEnd"/>
            <w:r>
              <w:t xml:space="preserve"> и развитие энергетики»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18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«Энергосбережение и пов</w:t>
            </w:r>
            <w:r>
              <w:t>ы</w:t>
            </w:r>
            <w:r>
              <w:t>шение энергетической эффективности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18 1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«Строительство и р</w:t>
            </w:r>
            <w:r>
              <w:t>е</w:t>
            </w:r>
            <w:r>
              <w:t>конструкция объектов теплоэнергетики, вне</w:t>
            </w:r>
            <w:r>
              <w:t>д</w:t>
            </w:r>
            <w:r>
              <w:t>рение энергосберегающих технологий»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18 1 01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энергосбережению и пов</w:t>
            </w:r>
            <w:r>
              <w:t>ы</w:t>
            </w:r>
            <w:r>
              <w:t>шению энергетической эффективности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18 1 01 74500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874 272,0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Коммунальное хозяйство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848 292,3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848 292,3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848 292,3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обеспечение надежности предоставления коммунальных услуг»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848 292,3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</w:t>
            </w:r>
            <w:r>
              <w:t>н</w:t>
            </w:r>
            <w:r>
              <w:t>ных с государственным регулированием т</w:t>
            </w:r>
            <w:r>
              <w:t>а</w:t>
            </w:r>
            <w:r>
              <w:t>рифов на отпускаемую населению и прира</w:t>
            </w:r>
            <w:r>
              <w:t>в</w:t>
            </w:r>
            <w:r>
              <w:t>ненным к нему категориям потребителей электрическую энергию, вырабатываемую д</w:t>
            </w:r>
            <w:r>
              <w:t>и</w:t>
            </w:r>
            <w:r>
              <w:t>зельными электростанциями в населенных пунктах, не имеющих централизованного энергоснабжения (Субсидии юридическим лицам (кроме некоммерческих организаций), индивидуальным предпринимателям, физич</w:t>
            </w:r>
            <w:r>
              <w:t>е</w:t>
            </w:r>
            <w:r>
              <w:t>ским лицам – производителям товаров, работ, услуг)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05 2 04 71030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60 149,6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части потерь в доходах, связа</w:t>
            </w:r>
            <w:r>
              <w:t>н</w:t>
            </w:r>
            <w:r>
              <w:t>ных с государственным регулированием т</w:t>
            </w:r>
            <w:r>
              <w:t>а</w:t>
            </w:r>
            <w:r>
              <w:t>рифов на отпускаемую потребителям тепл</w:t>
            </w:r>
            <w:r>
              <w:t>о</w:t>
            </w:r>
            <w:r>
              <w:t>вую энергию (Субсидии юридическим лицам (кроме некоммерческих организаций), инд</w:t>
            </w:r>
            <w:r>
              <w:t>и</w:t>
            </w:r>
            <w:r>
              <w:t>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05 2 04 71040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708 737,9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части потерь в доходах, связа</w:t>
            </w:r>
            <w:r>
              <w:t>н</w:t>
            </w:r>
            <w:r>
              <w:lastRenderedPageBreak/>
              <w:t>ных с государственным регулированием ро</w:t>
            </w:r>
            <w:r>
              <w:t>з</w:t>
            </w:r>
            <w:r>
              <w:t>ничных цен на сжиженный газ, реализуемый населению для бытовых нужд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05 2 04 71060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79 404,8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25 979,7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25 979,7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обе</w:t>
            </w:r>
            <w:r>
              <w:t>с</w:t>
            </w:r>
            <w:r>
              <w:t>печения качественными жилищно-коммунальными услугами граждан в Респу</w:t>
            </w:r>
            <w:r>
              <w:t>б</w:t>
            </w:r>
            <w:r>
              <w:t>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25 979,7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«Повышение качества и обеспечение надежности предоставления коммунальных услуг»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05 2 04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25 979,7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доходах, связа</w:t>
            </w:r>
            <w:r>
              <w:t>н</w:t>
            </w:r>
            <w:r>
              <w:t>ных с установлением льготного тарифа на о</w:t>
            </w:r>
            <w:r>
              <w:t>т</w:t>
            </w:r>
            <w:r>
              <w:t>пускаемую потребителям электрическую энергию (за исключением населения и пр</w:t>
            </w:r>
            <w:r>
              <w:t>и</w:t>
            </w:r>
            <w:r>
              <w:t>равненных к нему категорий потребителей), вырабатываемую дизельными электростанц</w:t>
            </w:r>
            <w:r>
              <w:t>и</w:t>
            </w:r>
            <w:r>
              <w:t>ями в населенных пунктах, не имеющих це</w:t>
            </w:r>
            <w:r>
              <w:t>н</w:t>
            </w:r>
            <w:r>
              <w:t xml:space="preserve">трализованного энергоснабжения (Субсидии </w:t>
            </w:r>
            <w:r>
              <w:lastRenderedPageBreak/>
              <w:t>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05 2 04 71050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25 979,7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11.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по делам молодежи, физич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ской культуре и спорту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201 764,1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Образование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17 161,2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Молодежная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17 161,2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375,4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375,4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оздор</w:t>
            </w:r>
            <w:r>
              <w:t>о</w:t>
            </w:r>
            <w:r>
              <w:t>вительного отдыха детей»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375,4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Организация отдыха детей в специализир</w:t>
            </w:r>
            <w:r>
              <w:t>о</w:t>
            </w:r>
            <w:r>
              <w:t>ванных (профильных) лагерях, организова</w:t>
            </w:r>
            <w:r>
              <w:t>н</w:t>
            </w:r>
            <w:r>
              <w:t>ных государственными учреждениями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03 2 05 70680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375,4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физической культуры, спорта и совершенствование молодежной политики»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16 785,8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«Совершенствование мол</w:t>
            </w:r>
            <w:r>
              <w:t>о</w:t>
            </w:r>
            <w:r>
              <w:t>дежной политики»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13 159,9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«Вовлечение молод</w:t>
            </w:r>
            <w:r>
              <w:t>е</w:t>
            </w:r>
            <w:r>
              <w:t>жи в социальную практику»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13 159,9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молодежной политики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08 3 01 71930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6 510,9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реализации молодежной п</w:t>
            </w:r>
            <w:r>
              <w:t>о</w:t>
            </w:r>
            <w:r>
              <w:t>литики в Республике Карелия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08 3 01 71940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Мероприятия по реализации молодежной п</w:t>
            </w:r>
            <w:r>
              <w:t>о</w:t>
            </w:r>
            <w:r>
              <w:t>литики в Республике Карелия (Субсидии н</w:t>
            </w:r>
            <w:r>
              <w:t>е</w:t>
            </w:r>
            <w:r>
              <w:t>коммерческим организациям (за исключением государственных (муниципальных) учрежд</w:t>
            </w:r>
            <w:r>
              <w:t>е</w:t>
            </w:r>
            <w:r>
              <w:t>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08 3 01 71940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государственной поддержке малого и среднего предприним</w:t>
            </w:r>
            <w:r>
              <w:t>а</w:t>
            </w:r>
            <w:r>
              <w:t>тельства, включая крестьянские (фермерские) хозяйства, а также молодежного предприн</w:t>
            </w:r>
            <w:r>
              <w:t>и</w:t>
            </w:r>
            <w:r>
              <w:t>мательства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08 3 01 </w:t>
            </w:r>
            <w:proofErr w:type="spellStart"/>
            <w:r>
              <w:t>R5270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3 149,0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«Патриотическое воспитание граждан Российской Федерации, прожива</w:t>
            </w:r>
            <w:r>
              <w:t>ю</w:t>
            </w:r>
            <w:r>
              <w:t>щих на территории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3 625,9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и пр</w:t>
            </w:r>
            <w:r>
              <w:t>о</w:t>
            </w:r>
            <w:r>
              <w:t>ведение мероприятий в сфере патриотическ</w:t>
            </w:r>
            <w:r>
              <w:t>о</w:t>
            </w:r>
            <w:r>
              <w:t>го воспитания»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3 625,9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патриотическому воспит</w:t>
            </w:r>
            <w:r>
              <w:t>а</w:t>
            </w:r>
            <w:r>
              <w:t>нию граждан Российской Федерации, прож</w:t>
            </w:r>
            <w:r>
              <w:t>и</w:t>
            </w:r>
            <w:r>
              <w:t>вающих на территории Республики Карелия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08 4 01 71950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Мероприятия по патриотическому воспит</w:t>
            </w:r>
            <w:r>
              <w:t>а</w:t>
            </w:r>
            <w:r>
              <w:t>нию граждан Российской Федерации, прож</w:t>
            </w:r>
            <w:r>
              <w:t>и</w:t>
            </w:r>
            <w:r>
              <w:t>вающих на территории Республики Карелия (Субсидии некоммерческим организациям (за исключением государственных (муниципал</w:t>
            </w:r>
            <w:r>
              <w:t>ь</w:t>
            </w:r>
            <w:r>
              <w:t>ных) учреждений)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08 4 01 71950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области патриотического воспитания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08 4 01 71960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2 025,9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Физическая культура и спорт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184 602,9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Массовый спорт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25 462,2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физической культуры, спорта и совершенствование молодежной политики»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25 462,2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физической культ</w:t>
            </w:r>
            <w:r>
              <w:t>у</w:t>
            </w:r>
            <w:r>
              <w:t>ры и массового спорта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25 462,2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и пр</w:t>
            </w:r>
            <w:r>
              <w:t>о</w:t>
            </w:r>
            <w:r>
              <w:t>ведение физкультурных и спортивных масс</w:t>
            </w:r>
            <w:r>
              <w:t>о</w:t>
            </w:r>
            <w:r>
              <w:t>вых мероприятий»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развитию физической кул</w:t>
            </w:r>
            <w:r>
              <w:t>ь</w:t>
            </w:r>
            <w:r>
              <w:t>туры и массового спорта (Субсидии автоно</w:t>
            </w:r>
            <w:r>
              <w:t>м</w:t>
            </w:r>
            <w:r>
              <w:t>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08 1 01 71910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инфр</w:t>
            </w:r>
            <w:r>
              <w:t>а</w:t>
            </w:r>
            <w:r>
              <w:t>структуры для занятий физической культ</w:t>
            </w:r>
            <w:r>
              <w:t>у</w:t>
            </w:r>
            <w:r>
              <w:t>рой»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14 762,2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Субсидия местным бюджетам на реализацию мероприятий государственной программы </w:t>
            </w:r>
            <w:r>
              <w:lastRenderedPageBreak/>
              <w:t>Республики Карелия «Развитие физической культуры, спорта и совершенствование мол</w:t>
            </w:r>
            <w:r>
              <w:t>о</w:t>
            </w:r>
            <w:r>
              <w:t>дежной политики»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08 1 02 43230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4 600,0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федеральной цел</w:t>
            </w:r>
            <w:r>
              <w:t>е</w:t>
            </w:r>
            <w:r>
              <w:t>вой программы «Развитие физической кул</w:t>
            </w:r>
            <w:r>
              <w:t>ь</w:t>
            </w:r>
            <w:r>
              <w:t>туры и спорта в Российской Федерации на 2016–2020 годы»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08 1 02 </w:t>
            </w:r>
            <w:proofErr w:type="spellStart"/>
            <w:r>
              <w:t>R4952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10 162,2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Спорт высших достижений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135 967,4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физической культуры, спорта и совершенствование молодежной политики»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135 967,4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«Подготовка спортивного р</w:t>
            </w:r>
            <w:r>
              <w:t>е</w:t>
            </w:r>
            <w:r>
              <w:t>зерва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135 967,4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системы спортивной подготовки»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118 267,4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физической культуры и спорта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18 775,8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физической культуры и спорта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89 981,3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федеральной цел</w:t>
            </w:r>
            <w:r>
              <w:t>е</w:t>
            </w:r>
            <w:r>
              <w:t>вой программы «Развитие физической кул</w:t>
            </w:r>
            <w:r>
              <w:t>ь</w:t>
            </w:r>
            <w:r>
              <w:t>туры и спорта в Российской Федерации на 2016–2020 годы»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08 2 01 </w:t>
            </w:r>
            <w:proofErr w:type="spellStart"/>
            <w:r>
              <w:t>R4952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9 510,3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«Подготовка сборных команд по видам спорта»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08 2 02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сфере спорта высших дост</w:t>
            </w:r>
            <w:r>
              <w:t>и</w:t>
            </w:r>
            <w:r>
              <w:t>жений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08 2 02 71920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сфере спорта высших дост</w:t>
            </w:r>
            <w:r>
              <w:t>и</w:t>
            </w:r>
            <w:r>
              <w:t>жений (Премии и гранты)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08 2 02 71920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сфере спорта высших дост</w:t>
            </w:r>
            <w:r>
              <w:t>и</w:t>
            </w:r>
            <w:r>
              <w:t>жений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08 2 02 71920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физической кул</w:t>
            </w:r>
            <w:r>
              <w:t>ь</w:t>
            </w:r>
            <w:r>
              <w:t>туры и спорта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23 173,3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физической культуры, спорта и совершенствование молодежной политики»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08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23 173,3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23 173,3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18 543,6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1 014,0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lastRenderedPageBreak/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3 068,6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489,2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Администрация Главы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464 895,4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321 575,7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Функционирование высшего должностного лица субъекта Российской Федерации и мун</w:t>
            </w:r>
            <w:r>
              <w:t>и</w:t>
            </w:r>
            <w:r>
              <w:t>ципального образования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4 259,7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Глава Республики Карелия (Расходы на в</w:t>
            </w:r>
            <w:r>
              <w:t>ы</w:t>
            </w:r>
            <w:r>
              <w:t>платы персоналу государственных (муниц</w:t>
            </w:r>
            <w:r>
              <w:t>и</w:t>
            </w:r>
            <w:r>
              <w:t>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00 10100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4 259,7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Функционирование законодательных (пре</w:t>
            </w:r>
            <w:r>
              <w:t>д</w:t>
            </w:r>
            <w:r>
              <w:t>ставительных) органов государственной вл</w:t>
            </w:r>
            <w:r>
              <w:t>а</w:t>
            </w:r>
            <w:r>
              <w:t>сти и представительных органов муниципал</w:t>
            </w:r>
            <w:r>
              <w:t>ь</w:t>
            </w:r>
            <w:r>
              <w:t>ных образований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8 756,0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деятельности депутатов Гос</w:t>
            </w:r>
            <w:r>
              <w:t>у</w:t>
            </w:r>
            <w:r>
              <w:t>дарственной Думы и их помощников в изб</w:t>
            </w:r>
            <w:r>
              <w:t>и</w:t>
            </w:r>
            <w:r>
              <w:lastRenderedPageBreak/>
              <w:t>рательных округах (Расходы на выплаты пе</w:t>
            </w:r>
            <w:r>
              <w:t>р</w:t>
            </w:r>
            <w:r>
              <w:t>соналу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5 195,0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деятельности депутатов Гос</w:t>
            </w:r>
            <w:r>
              <w:t>у</w:t>
            </w:r>
            <w:r>
              <w:t>дарственной Думы и их помощников в изб</w:t>
            </w:r>
            <w:r>
              <w:t>и</w:t>
            </w:r>
            <w:r>
              <w:t>рательных округах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членов Совета Федерации и их помощников в субъектах Российской Федер</w:t>
            </w:r>
            <w:r>
              <w:t>а</w:t>
            </w:r>
            <w:r>
              <w:t>ции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2 351,5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членов Совета Федерации и их помощников в субъектах Российской Федер</w:t>
            </w:r>
            <w:r>
              <w:t>а</w:t>
            </w:r>
            <w:r>
              <w:t>ции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304,5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308 560,0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«Формирование и подготовка резерва управленческих кадров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15 6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кадрового потенциала»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15 6 01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формированию и подготовке резерва управленческих кадров Республики Карелия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15 6 01 73850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1 925,0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выплаты населению)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повышению эффективности мер антикоррупционной политики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30 0 00 75120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оказанию бесплатной юр</w:t>
            </w:r>
            <w:r>
              <w:t>и</w:t>
            </w:r>
            <w:r>
              <w:t>дической помощи (Расходы на выплаты пе</w:t>
            </w:r>
            <w:r>
              <w:t>р</w:t>
            </w:r>
            <w:r>
              <w:t>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6 217,4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оказанию бесплатной юр</w:t>
            </w:r>
            <w:r>
              <w:t>и</w:t>
            </w:r>
            <w:r>
              <w:t>дической помощи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2 180,4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оказанию бесплатной юр</w:t>
            </w:r>
            <w:r>
              <w:t>и</w:t>
            </w:r>
            <w:r>
              <w:t>дической помощи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30 0 00 75190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Уполномоченный по правам человека в Ре</w:t>
            </w:r>
            <w:r>
              <w:t>с</w:t>
            </w:r>
            <w:r>
              <w:lastRenderedPageBreak/>
              <w:t>публике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2 326,3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Уполномоченный по правам человека в Ре</w:t>
            </w:r>
            <w:r>
              <w:t>с</w:t>
            </w:r>
            <w:r>
              <w:t>публике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124,8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Уполномоченный по правам ребенка в Ре</w:t>
            </w:r>
            <w:r>
              <w:t>с</w:t>
            </w:r>
            <w:r>
              <w:t>публике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2 145,1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Уполномоченный по правам ребенка в Ре</w:t>
            </w:r>
            <w:r>
              <w:t>с</w:t>
            </w:r>
            <w:r>
              <w:t>публике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Уполномоченный по защите прав предприн</w:t>
            </w:r>
            <w:r>
              <w:t>и</w:t>
            </w:r>
            <w:r>
              <w:t>мателей в Республике Карелия (Расходы на выплаты персоналу государственных (мун</w:t>
            </w:r>
            <w:r>
              <w:t>и</w:t>
            </w:r>
            <w:r>
              <w:t>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2 145,1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Уполномоченный по защите прав предприн</w:t>
            </w:r>
            <w:r>
              <w:t>и</w:t>
            </w:r>
            <w:r>
              <w:t>мателей в Республике Карелия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Общественная палата Республики Карелия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1 192,3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Общественная палата Республики Карелия (Иные закупки товаров, работ и услуг для </w:t>
            </w:r>
            <w:r>
              <w:lastRenderedPageBreak/>
              <w:t>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99,4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163 045,3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20 774,6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Карелия, Уполномоченного по правам ребенка в Ре</w:t>
            </w:r>
            <w:r>
              <w:t>с</w:t>
            </w:r>
            <w:r>
              <w:t>публике Карелия, Уполномоченного по защ</w:t>
            </w:r>
            <w:r>
              <w:t>и</w:t>
            </w:r>
            <w:r>
              <w:t>те прав предпринимателей в Республике К</w:t>
            </w:r>
            <w:r>
              <w:t>а</w:t>
            </w:r>
            <w:r>
              <w:t>релия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2 535,8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деятельности Уполномоченного по правам человека в Республике Карелия, Уполномоченного по правам ребенка в Ре</w:t>
            </w:r>
            <w:r>
              <w:t>с</w:t>
            </w:r>
            <w:r>
              <w:t>публике Карелия, Уполномоченного по защ</w:t>
            </w:r>
            <w:r>
              <w:t>и</w:t>
            </w:r>
            <w:r>
              <w:t>те прав предпринимателей в Республике К</w:t>
            </w:r>
            <w:r>
              <w:t>а</w:t>
            </w:r>
            <w:r>
              <w:lastRenderedPageBreak/>
              <w:t>релия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00 11300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t>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50 735,2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50 732,7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1 774,1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82 546,0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Связь и информатика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82 546,0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«Информационное общество»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10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82 546,0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и эксплу</w:t>
            </w:r>
            <w:r>
              <w:t>а</w:t>
            </w:r>
            <w:r>
              <w:t>тация инфраструктуры электронного прав</w:t>
            </w:r>
            <w:r>
              <w:t>и</w:t>
            </w:r>
            <w:r>
              <w:t>тельства, организация предоставления гос</w:t>
            </w:r>
            <w:r>
              <w:t>у</w:t>
            </w:r>
            <w:r>
              <w:t>дарственных и муниципальных услуг по принципу «одного окна»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10 0 01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82 546,0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предприятию «</w:t>
            </w:r>
            <w:proofErr w:type="spellStart"/>
            <w:r>
              <w:t>Радиоком</w:t>
            </w:r>
            <w:proofErr w:type="spellEnd"/>
            <w:r>
              <w:t>» на развитие и обе</w:t>
            </w:r>
            <w:r>
              <w:t>с</w:t>
            </w:r>
            <w:r>
              <w:t>печение функционирования инфраструктуры электронного правительства (Субсидии юр</w:t>
            </w:r>
            <w:r>
              <w:t>и</w:t>
            </w:r>
            <w:r>
              <w:t>дическим лицам (кроме некоммерческих о</w:t>
            </w:r>
            <w:r>
              <w:t>р</w:t>
            </w:r>
            <w:r>
              <w:t>ганизаций), индивидуальным предпринимат</w:t>
            </w:r>
            <w:r>
              <w:t>е</w:t>
            </w:r>
            <w:r>
              <w:lastRenderedPageBreak/>
              <w:t>лям, физическим лицам – производителям т</w:t>
            </w:r>
            <w:r>
              <w:t>о</w:t>
            </w:r>
            <w:r>
              <w:t>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10 0 01 72520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82 546,0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Средства массовой информации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60 773,7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Телевидение и радиовещание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расш</w:t>
            </w:r>
            <w:r>
              <w:t>и</w:t>
            </w:r>
            <w:r>
              <w:t>рения доступа населения к информации, ра</w:t>
            </w:r>
            <w:r>
              <w:t>с</w:t>
            </w:r>
            <w:r>
              <w:t>пространяемой в средствах массовой инфо</w:t>
            </w:r>
            <w:r>
              <w:t>р</w:t>
            </w:r>
            <w:r>
              <w:t>мации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«Размещение инфо</w:t>
            </w:r>
            <w:r>
              <w:t>р</w:t>
            </w:r>
            <w:r>
              <w:t>мационных материалов и публикация прав</w:t>
            </w:r>
            <w:r>
              <w:t>о</w:t>
            </w:r>
            <w:r>
              <w:t>вых актов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Информационное освещение деятельности о</w:t>
            </w:r>
            <w:r>
              <w:t>р</w:t>
            </w:r>
            <w:r>
              <w:t>ганов государственной власти Республики Карелия и результатов социально-экономического развития Республики Карелия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15 2 01 98700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22 028,2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Периодическая печать и издательства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38 745,5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38 745,5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расш</w:t>
            </w:r>
            <w:r>
              <w:t>и</w:t>
            </w:r>
            <w:r>
              <w:lastRenderedPageBreak/>
              <w:t>рения доступа населения к информации, ра</w:t>
            </w:r>
            <w:r>
              <w:t>с</w:t>
            </w:r>
            <w:r>
              <w:t>пространяемой в средствах массовой инфо</w:t>
            </w:r>
            <w:r>
              <w:t>р</w:t>
            </w:r>
            <w:r>
              <w:t>мации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38 745,5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«Размещение инфо</w:t>
            </w:r>
            <w:r>
              <w:t>р</w:t>
            </w:r>
            <w:r>
              <w:t>мационных материалов и публикация прав</w:t>
            </w:r>
            <w:r>
              <w:t>о</w:t>
            </w:r>
            <w:r>
              <w:t>вых актов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38 745,5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Информационное освещение деятельности о</w:t>
            </w:r>
            <w:r>
              <w:t>р</w:t>
            </w:r>
            <w:r>
              <w:t>ганов государственной власти Республики Карелия и результатов социально-экономического развития Республики Карелия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15 2 01 98700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38 745,5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Центральная избирательная комиссия Ре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45 081,5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45 081,5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проведения выборов и рефере</w:t>
            </w:r>
            <w:r>
              <w:t>н</w:t>
            </w:r>
            <w:r>
              <w:t>думов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45 081,5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Проведение выборов в Законодательное С</w:t>
            </w:r>
            <w:r>
              <w:t>о</w:t>
            </w:r>
            <w:r>
              <w:t>брание Республики Карелия (Специальные расходы)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30 0 00 10750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880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Члены избирательной комиссии (Расходы на выплаты персоналу государственных (мун</w:t>
            </w:r>
            <w:r>
              <w:t>и</w:t>
            </w:r>
            <w:r>
              <w:t>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6 601,5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деятельности избирательной к</w:t>
            </w:r>
            <w:r>
              <w:t>о</w:t>
            </w:r>
            <w:r>
              <w:t>миссии (Расходы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30 520,2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деятельности избирательной к</w:t>
            </w:r>
            <w:r>
              <w:t>о</w:t>
            </w:r>
            <w:r>
              <w:t>миссии (Иные закупки товаров, работ и услуг для обеспечения государственных (муниц</w:t>
            </w:r>
            <w:r>
              <w:t>и</w:t>
            </w:r>
            <w:r>
              <w:lastRenderedPageBreak/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819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949,8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деятельности избирательной к</w:t>
            </w:r>
            <w:r>
              <w:t>о</w:t>
            </w:r>
            <w:r>
              <w:t>миссии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819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00 10720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Законодательное Собрание Республики К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170 655,9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170 655,9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Функционирование законодательных (пре</w:t>
            </w:r>
            <w:r>
              <w:t>д</w:t>
            </w:r>
            <w:r>
              <w:t>ставительных) органов государственной вл</w:t>
            </w:r>
            <w:r>
              <w:t>а</w:t>
            </w:r>
            <w:r>
              <w:t>сти и представительных органов муниципал</w:t>
            </w:r>
            <w:r>
              <w:t>ь</w:t>
            </w:r>
            <w:r>
              <w:t>ных образований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169 981,9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Председатель Законодательного Собрания Республики Карелия (Расходы на выплаты персоналу государственных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3 531,1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Депутаты Законодательного Собрания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35 182,0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Аппарат Законодательного Собрания Респу</w:t>
            </w:r>
            <w:r>
              <w:t>б</w:t>
            </w:r>
            <w:r>
              <w:t>лики Карелия (Расходы на выплаты персоналу государственных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87 485,3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Аппарат Законодательного Собрания Респу</w:t>
            </w:r>
            <w:r>
              <w:t>б</w:t>
            </w:r>
            <w:r>
              <w:t>лики Карелия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36 185,9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Аппарат Законодательного Собрания Респу</w:t>
            </w:r>
            <w:r>
              <w:t>б</w:t>
            </w:r>
            <w:r>
              <w:t xml:space="preserve">лики Карелия (Уплата налогов, сборов и иных </w:t>
            </w:r>
            <w:r>
              <w:lastRenderedPageBreak/>
              <w:t>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00 10230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755,0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членов Совета Федерации и их помощников в субъектах Российской Федер</w:t>
            </w:r>
            <w:r>
              <w:t>а</w:t>
            </w:r>
            <w:r>
              <w:t>ции 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1 692,6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членов Совета Федерации и их помощников в субъектах Российской Федер</w:t>
            </w:r>
            <w:r>
              <w:t>а</w:t>
            </w:r>
            <w:r>
              <w:t>ции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00 51420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Информационное сопровождение деятельн</w:t>
            </w:r>
            <w:r>
              <w:t>о</w:t>
            </w:r>
            <w:r>
              <w:t>сти органов государственной власти Респу</w:t>
            </w:r>
            <w:r>
              <w:t>б</w:t>
            </w:r>
            <w:r>
              <w:t>лики Карелия (Иные закупки товаров, работ и услуг для обеспечения государственных (м</w:t>
            </w:r>
            <w:r>
              <w:t>у</w:t>
            </w:r>
            <w:r>
              <w:t>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00 98710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674,0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344,0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(Предоставление платежей, взносов, безво</w:t>
            </w:r>
            <w:r>
              <w:t>з</w:t>
            </w:r>
            <w:r>
              <w:t>мездных перечислений субъектам междун</w:t>
            </w:r>
            <w:r>
              <w:t>а</w:t>
            </w:r>
            <w:r>
              <w:t>родного права)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860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330,0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Конституционный Суд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21 767,6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14 735,0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14 735,0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Судьи (Расходы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8 518,9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</w:t>
            </w:r>
            <w:r w:rsidR="00E3487E">
              <w:t xml:space="preserve">е деятельности аппаратов судов </w:t>
            </w:r>
            <w:r>
              <w:t>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6 167,4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</w:t>
            </w:r>
            <w:r w:rsidR="00E3487E">
              <w:t xml:space="preserve">е деятельности аппаратов судов </w:t>
            </w:r>
            <w:r>
              <w:t>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</w:t>
            </w:r>
            <w:r w:rsidR="00E3487E">
              <w:t xml:space="preserve">е деятельности аппаратов судов </w:t>
            </w:r>
            <w:r>
              <w:t>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Ежемесячное пожизненное содержание судей Конституционного Суда Республики Карелия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821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30 0 00 88600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7 032,6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Управление Республики Карелия по обе</w:t>
            </w:r>
            <w:r>
              <w:rPr>
                <w:b/>
                <w:bCs/>
              </w:rPr>
              <w:t>с</w:t>
            </w:r>
            <w:r>
              <w:rPr>
                <w:b/>
                <w:bCs/>
              </w:rPr>
              <w:t>печению деятельности мировых судей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144 827,4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144 827,4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Судебная система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144 827,4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144 827,4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системы мировой юстиции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15 5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«Создание условий для осуществления правосудия мировыми с</w:t>
            </w:r>
            <w:r>
              <w:t>у</w:t>
            </w:r>
            <w:r>
              <w:t>дьями»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15 5 01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организационному обеспеч</w:t>
            </w:r>
            <w:r>
              <w:t>е</w:t>
            </w:r>
            <w:r>
              <w:t>нию деятельности мировых судей и их апп</w:t>
            </w:r>
            <w:r>
              <w:t>а</w:t>
            </w:r>
            <w:r>
              <w:t>ратов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15 5 01 73840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142 667,4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</w:t>
            </w:r>
            <w:r w:rsidR="005E1894">
              <w:t xml:space="preserve">е деятельности аппаратов судов </w:t>
            </w:r>
            <w:r>
              <w:t>(Расходы на выплаты персоналу госуда</w:t>
            </w:r>
            <w:r>
              <w:t>р</w:t>
            </w:r>
            <w:r>
              <w:t>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87 984,7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</w:t>
            </w:r>
            <w:r w:rsidR="005E1894">
              <w:t xml:space="preserve">е деятельности аппаратов судов </w:t>
            </w:r>
            <w:r>
              <w:t>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54 639,1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</w:t>
            </w:r>
            <w:r w:rsidR="005E1894">
              <w:t xml:space="preserve">е деятельности аппаратов судов </w:t>
            </w:r>
            <w:r>
              <w:t>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822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00 10820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43,6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Управление записи актов гражданского с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стояния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93 978,2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безопасность и правоохран</w:t>
            </w:r>
            <w:r>
              <w:t>и</w:t>
            </w:r>
            <w:r>
              <w:t>тельная деятельность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93 978,2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Органы юстиции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64 325,9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lastRenderedPageBreak/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15 481,8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государственную рег</w:t>
            </w:r>
            <w:r>
              <w:t>и</w:t>
            </w:r>
            <w:r>
              <w:t>страцию актов гражданского состояния (Ра</w:t>
            </w:r>
            <w:r>
              <w:t>с</w:t>
            </w:r>
            <w:r>
              <w:t>ходы на выплаты персоналу государственных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40 643,8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государственную рег</w:t>
            </w:r>
            <w:r>
              <w:t>и</w:t>
            </w:r>
            <w:r>
              <w:t>страцию актов гражданского состояния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8 151,9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государственную рег</w:t>
            </w:r>
            <w:r>
              <w:t>и</w:t>
            </w:r>
            <w:r>
              <w:t>страцию актов гражданского состояния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48,4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национальной бе</w:t>
            </w:r>
            <w:r>
              <w:t>з</w:t>
            </w:r>
            <w:r>
              <w:t>опасности и правоохранительной деятельн</w:t>
            </w:r>
            <w:r>
              <w:t>о</w:t>
            </w:r>
            <w:r>
              <w:t>сти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29 652,3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государственному унитарному предприятию «</w:t>
            </w:r>
            <w:proofErr w:type="spellStart"/>
            <w:r>
              <w:t>Радиоком</w:t>
            </w:r>
            <w:proofErr w:type="spellEnd"/>
            <w:r>
              <w:t>» на выполнение р</w:t>
            </w:r>
            <w:r>
              <w:t>а</w:t>
            </w:r>
            <w:r>
              <w:t>бот по переводу в электронную форму книг государственной регистрации актов гражда</w:t>
            </w:r>
            <w:r>
              <w:t>н</w:t>
            </w:r>
            <w:r>
              <w:t>ского состояния (актовых книг)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 xml:space="preserve">телям, физическим лицам – производителям </w:t>
            </w:r>
            <w:r>
              <w:lastRenderedPageBreak/>
              <w:t>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00 59301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29 652,3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18.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социальной защиты Респу</w:t>
            </w:r>
            <w:r>
              <w:rPr>
                <w:b/>
                <w:bCs/>
              </w:rPr>
              <w:t>б</w:t>
            </w:r>
            <w:r>
              <w:rPr>
                <w:b/>
                <w:bCs/>
              </w:rPr>
              <w:t>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7 448 336,1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Социальная политика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7 448 336,1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Пенсионное обеспечение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166 302,7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166 302,7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166 302,7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166 302,7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Доплата к трудовой пенсии лицам, замеща</w:t>
            </w:r>
            <w:r>
              <w:t>в</w:t>
            </w:r>
            <w:r>
              <w:t>шим должности в органах государственной власти Карело-Финской Советской Социал</w:t>
            </w:r>
            <w:r>
              <w:t>и</w:t>
            </w:r>
            <w:r>
              <w:t>стической Республики, Карельской Автоно</w:t>
            </w:r>
            <w:r>
              <w:t>м</w:t>
            </w:r>
            <w:r>
              <w:t>ной Советской Социалистической Республики и Республики Карелия до 1 января 1997 года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03 1 01 88800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2 940,0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Выплаты гражданам, имеющим особые засл</w:t>
            </w:r>
            <w:r>
              <w:t>у</w:t>
            </w:r>
            <w:r>
              <w:t>ги перед Республикой Карелия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Выплаты гражданам, имеющим особые засл</w:t>
            </w:r>
            <w:r>
              <w:t>у</w:t>
            </w:r>
            <w:r>
              <w:t xml:space="preserve">ги перед Республикой Карелия (Публичные </w:t>
            </w:r>
            <w:r>
              <w:lastRenderedPageBreak/>
              <w:t>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03 1 01 88900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5 447,0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военную службу по призыву в Афганистане и (или) Чеченской Республике и ставшим инв</w:t>
            </w:r>
            <w:r>
              <w:t>а</w:t>
            </w:r>
            <w:r>
              <w:t>лидами вследствие военной травмы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Доплаты к пенсиям гражданам, проходившим военную службу по призыву в Афганистане и (или) Чеченской Республике и ставшим инв</w:t>
            </w:r>
            <w:r>
              <w:t>а</w:t>
            </w:r>
            <w:r>
              <w:t>лидами вследствие военной травмы (Публи</w:t>
            </w:r>
            <w:r>
              <w:t>ч</w:t>
            </w:r>
            <w:r>
              <w:t>ные нормативные социальные выплаты гра</w:t>
            </w:r>
            <w:r>
              <w:t>ж</w:t>
            </w:r>
            <w:r>
              <w:t>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432,6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Доплаты к трудовым пенсиям иным категор</w:t>
            </w:r>
            <w:r>
              <w:t>и</w:t>
            </w:r>
            <w:r w:rsidR="00A72EBF">
              <w:t>ям граждан</w:t>
            </w:r>
            <w:r>
              <w:t xml:space="preserve">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157 300,0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Доплаты к трудовым пенсиям иным категор</w:t>
            </w:r>
            <w:r>
              <w:t>и</w:t>
            </w:r>
            <w:r w:rsidR="00A72EBF">
              <w:t>ям граждан</w:t>
            </w:r>
            <w:r>
              <w:t xml:space="preserve"> (Социальные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обслуживание населения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1 436 663,1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1 415 558,5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191 970,7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191 970,7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предоставлению с</w:t>
            </w:r>
            <w:r>
              <w:t>о</w:t>
            </w:r>
            <w:r>
              <w:t>циальной поддержки работающим и прож</w:t>
            </w:r>
            <w:r>
              <w:t>и</w:t>
            </w:r>
            <w:r>
              <w:t>вающим за пределами городов социальным работникам и педагогическим работникам муниципальных организаций социального о</w:t>
            </w:r>
            <w:r>
              <w:t>б</w:t>
            </w:r>
            <w:r>
              <w:t>служивания совершеннолетних граждан, д</w:t>
            </w:r>
            <w:r>
              <w:t>е</w:t>
            </w:r>
            <w:r>
              <w:t>тей-инвалидов, признанных в соответствии с законодательством Российской Федерации и законодательством Республики Карелия ну</w:t>
            </w:r>
            <w:r>
              <w:t>ж</w:t>
            </w:r>
            <w:r>
              <w:t>дающимися в социальном обслуживании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03 1 01 42110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5 505,0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социальной защиты населения (Расходы на выплаты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155 011,9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социальной защиты населения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30 993,8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lastRenderedPageBreak/>
              <w:t>лия в сфере социальной защиты населения (Исполнение судебных актов)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социальной защиты населения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03 1 01 70620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«Предоставление с</w:t>
            </w:r>
            <w:r>
              <w:t>о</w:t>
            </w:r>
            <w:r>
              <w:t>циальных услуг семьям и детям»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оказанию поддержки семьям и детям, в том числе находящимся в трудной жизненной ситуации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03 2 04 70700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системы социальн</w:t>
            </w:r>
            <w:r>
              <w:t>о</w:t>
            </w:r>
            <w:r>
              <w:t>го обслуживания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1 205 310,5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«Предоставление гражданам социальных услуг в учреждениях социального обслуживания»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1 193 750,5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социальному обсл</w:t>
            </w:r>
            <w:r>
              <w:t>у</w:t>
            </w:r>
            <w:r w:rsidR="00CF7AF6">
              <w:t xml:space="preserve">живанию совершеннолетних </w:t>
            </w:r>
            <w:r>
              <w:t>граждан, детей-инвалидов, признанных в соответствии с з</w:t>
            </w:r>
            <w:r>
              <w:t>а</w:t>
            </w:r>
            <w:r>
              <w:t>конодательством Российской Федерации и з</w:t>
            </w:r>
            <w:r>
              <w:t>а</w:t>
            </w:r>
            <w:r>
              <w:t>конодательством Республики Карелия ну</w:t>
            </w:r>
            <w:r>
              <w:t>ж</w:t>
            </w:r>
            <w:r>
              <w:t>дающимися в социальном обслуживании, за исключением социального обслуживания ук</w:t>
            </w:r>
            <w:r>
              <w:t>а</w:t>
            </w:r>
            <w:r>
              <w:lastRenderedPageBreak/>
              <w:t>занных категорий граждан в организациях с</w:t>
            </w:r>
            <w:r>
              <w:t>о</w:t>
            </w:r>
            <w:r>
              <w:t>циального обслуживания Республики Карелия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03 3 01 42080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643 566,0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социальных услуг в государственных учр</w:t>
            </w:r>
            <w:r>
              <w:t>е</w:t>
            </w:r>
            <w:r>
              <w:t>ждениях социального обслуживания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предоставлению населению социальных услуг в государственных учр</w:t>
            </w:r>
            <w:r>
              <w:t>е</w:t>
            </w:r>
            <w:r>
              <w:t>ждениях социального обслуживания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03 3 01 70720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549 444,5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Создание и ведение реестра поставщиков и регистра получателей социальных услуг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03 3 01 70730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социальных пр</w:t>
            </w:r>
            <w:r>
              <w:t>о</w:t>
            </w:r>
            <w:r>
              <w:t>грамм субъектов Российской Федерации, св</w:t>
            </w:r>
            <w:r>
              <w:t>я</w:t>
            </w:r>
            <w:r>
              <w:t>занных с укреплением материально-технической базы организаций социального обслуживания населения, оказанием адресной социальной помощи неработающим пенси</w:t>
            </w:r>
            <w:r>
              <w:t>о</w:t>
            </w:r>
            <w:r>
              <w:t>нерам, обучением компьютерной грамотности неработающих пенсионеров (Субсидии бю</w:t>
            </w:r>
            <w:r>
              <w:t>д</w:t>
            </w:r>
            <w:r>
              <w:t>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03 3 01 </w:t>
            </w:r>
            <w:proofErr w:type="spellStart"/>
            <w:r>
              <w:t>R2090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«Осуществление по</w:t>
            </w:r>
            <w:r>
              <w:t>д</w:t>
            </w:r>
            <w:r>
              <w:t>держки негосударственных поставщиков с</w:t>
            </w:r>
            <w:r>
              <w:t>о</w:t>
            </w:r>
            <w:r>
              <w:lastRenderedPageBreak/>
              <w:t>циальных услуг»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11 560,0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Компенсация расходов поставщикам социал</w:t>
            </w:r>
            <w:r>
              <w:t>ь</w:t>
            </w:r>
            <w:r>
              <w:t>ных услуг в соответствии с индивидуальной программой получателя социальных услуг (Субсидии некоммерческим организациям (за исключением государственных (муниципал</w:t>
            </w:r>
            <w:r>
              <w:t>ь</w:t>
            </w:r>
            <w:r>
              <w:t>ных) учреждений)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6 560,0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расходов поставщикам социал</w:t>
            </w:r>
            <w:r>
              <w:t>ь</w:t>
            </w:r>
            <w:r>
              <w:t>ных услуг в соответствии с индивидуальной программой получателя социальных услуг (Субсидии юридическим лицам (кроме н</w:t>
            </w:r>
            <w:r>
              <w:t>е</w:t>
            </w:r>
            <w:r>
              <w:t>коммерческих организаций), индивидуальным предпринимателям, физическим лицам – пр</w:t>
            </w:r>
            <w:r>
              <w:t>о</w:t>
            </w:r>
            <w:r>
              <w:t>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03 3 02 70740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«Доступная среда в Республике Кар</w:t>
            </w:r>
            <w:r>
              <w:t>е</w:t>
            </w:r>
            <w:r>
              <w:t>лия» на 2016–2020 годы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21 104,6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социальной интеграции и системы реабилитации инвал</w:t>
            </w:r>
            <w:r>
              <w:t>и</w:t>
            </w:r>
            <w:r>
              <w:t>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21 104,6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государственной программы Российской Федерации «Досту</w:t>
            </w:r>
            <w:r>
              <w:t>п</w:t>
            </w:r>
            <w:r>
              <w:t>ная среда» на 2011–2020 годы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R0270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17 019,4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государственной программы Российской Федерации «Досту</w:t>
            </w:r>
            <w:r>
              <w:t>п</w:t>
            </w:r>
            <w:r>
              <w:t xml:space="preserve">ная среда» на 2011–2020 годы (Иные закупки </w:t>
            </w:r>
            <w:r>
              <w:lastRenderedPageBreak/>
              <w:t>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2 585,2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государственной программы Российской Федерации «Досту</w:t>
            </w:r>
            <w:r>
              <w:t>п</w:t>
            </w:r>
            <w:r>
              <w:t>ная среда» на 2011–2020 годы (Субсидии н</w:t>
            </w:r>
            <w:r>
              <w:t>е</w:t>
            </w:r>
            <w:r>
              <w:t>коммерческим организациям (за исключением государственных (муниципальных) учрежд</w:t>
            </w:r>
            <w:r>
              <w:t>е</w:t>
            </w:r>
            <w:r>
              <w:t>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04 0 01 </w:t>
            </w:r>
            <w:proofErr w:type="spellStart"/>
            <w:r>
              <w:t>К0270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обеспечение населения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4 968 019,9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4 968 019,9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3 749 970,1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3 745 970,1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3D56B2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обеспечению жильем отдельных категорий граждан, установленных Федеральным зак</w:t>
            </w:r>
            <w:r w:rsidR="003D56B2">
              <w:t>оном от 12 января 1995 года № 5-</w:t>
            </w:r>
            <w:r>
              <w:t>ФЗ «О ветеранах», в соответствии с Ук</w:t>
            </w:r>
            <w:r>
              <w:t>а</w:t>
            </w:r>
            <w:r>
              <w:t>зом Президента Российской Федерации от 7</w:t>
            </w:r>
            <w:r w:rsidR="003D56B2">
              <w:t> </w:t>
            </w:r>
            <w:r>
              <w:t>мая 2008 года № 714 «Об обеспечении ж</w:t>
            </w:r>
            <w:r>
              <w:t>и</w:t>
            </w:r>
            <w:r>
              <w:t>льем ветеранов Великой Отечественной во</w:t>
            </w:r>
            <w:r>
              <w:t>й</w:t>
            </w:r>
            <w:r>
              <w:t xml:space="preserve">ны 1941–1945 годов» (Социальные выплаты гражданам, кроме публичных нормативных </w:t>
            </w:r>
            <w:r>
              <w:lastRenderedPageBreak/>
              <w:t>социальных выплат)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03 1 01 51340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7 570,4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3D56B2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обеспечению жильем отдельных категорий граждан, установленных федеральными законами от 12 января 1995 г</w:t>
            </w:r>
            <w:r>
              <w:t>о</w:t>
            </w:r>
            <w:r w:rsidR="003D56B2">
              <w:t>да № 5-</w:t>
            </w:r>
            <w:r>
              <w:t>ФЗ «О ветеранах» и от 24 ноября 1995</w:t>
            </w:r>
            <w:r w:rsidR="003D56B2">
              <w:t> </w:t>
            </w:r>
            <w:r w:rsidR="001E16BF">
              <w:t>года № 181-</w:t>
            </w:r>
            <w:bookmarkStart w:id="0" w:name="_GoBack"/>
            <w:bookmarkEnd w:id="0"/>
            <w:r>
              <w:t>ФЗ «О социальной защите инвалидов в Российской Федерации» (Соц</w:t>
            </w:r>
            <w:r>
              <w:t>и</w:t>
            </w:r>
            <w:r>
              <w:t>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03 1 01 51350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15 446,0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предоставлению о</w:t>
            </w:r>
            <w:r>
              <w:t>т</w:t>
            </w:r>
            <w:r>
              <w:t>дельных мер социальной поддержки граждан, подвергшихся воздействию радиации (Расх</w:t>
            </w:r>
            <w:r>
              <w:t>о</w:t>
            </w:r>
            <w:r>
              <w:t>ды на выплаты персоналу казенных учрежд</w:t>
            </w:r>
            <w:r>
              <w:t>е</w:t>
            </w:r>
            <w:r>
              <w:t>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предоставлению о</w:t>
            </w:r>
            <w:r>
              <w:t>т</w:t>
            </w:r>
            <w:r>
              <w:t>дельных мер социальной поддержки граждан, подвергшихся воздействию радиации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предоставлению о</w:t>
            </w:r>
            <w:r>
              <w:t>т</w:t>
            </w:r>
            <w:r>
              <w:t>дельных мер социальной поддержки граждан, подвергшихся воздействию радиации (Пу</w:t>
            </w:r>
            <w:r>
              <w:t>б</w:t>
            </w:r>
            <w:r>
              <w:t>личные нормативные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03 1 01 51370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8 733,2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ежегодной денежной выплате лицам, награжденным нагрудным знаком «Почетный донор России» (Расходы на выплаты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651,0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ежегодной денежной выплате лицам, награжденным нагрудным знаком «Почетный донор России»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334,0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ежегодной денежной выплате лицам, награжденным нагрудным знаком «Почетный донор России» (Публи</w:t>
            </w:r>
            <w:r>
              <w:t>ч</w:t>
            </w:r>
            <w:r>
              <w:t>ные нормативные социальные выплаты гра</w:t>
            </w:r>
            <w:r>
              <w:t>ж</w:t>
            </w:r>
            <w:r>
              <w:t>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03 1 01 52200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82 884,0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государстве</w:t>
            </w:r>
            <w:r>
              <w:t>н</w:t>
            </w:r>
            <w:r>
              <w:t>ного единовременного пособия и ежемеся</w:t>
            </w:r>
            <w:r>
              <w:t>ч</w:t>
            </w:r>
            <w:r>
              <w:t>ной денежной компенсации гражданам при возникновении поствакцинальных осложн</w:t>
            </w:r>
            <w:r>
              <w:t>е</w:t>
            </w:r>
            <w:r>
              <w:t>ний (Публичные нормативные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03 1 01 52400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оплате жилищно-коммунальных услуг отдельным категориям граждан (Расходы на выплаты персоналу к</w:t>
            </w:r>
            <w:r>
              <w:t>а</w:t>
            </w:r>
            <w:r>
              <w:lastRenderedPageBreak/>
              <w:t>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2 018,1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оплате жилищно-коммунальных услуг отдельным категориям граждан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6 153,9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оплате жилищно-коммунальных услуг отдельным категориям граждан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03 1 01 52500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538 270,5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инвалидам компенсаций страховых премий по договорам обязательного страхования гражданской о</w:t>
            </w:r>
            <w:r>
              <w:t>т</w:t>
            </w:r>
            <w:r>
              <w:t>ветственности владельцев транспортных средств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03 1 01 52800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инвалидам компенсаций страховых премий по договорам обязательного страхования гражданской о</w:t>
            </w:r>
            <w:r>
              <w:t>т</w:t>
            </w:r>
            <w:r>
              <w:t>ветственности владельцев транспортных средств (Публичные нормативные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03 1 01 52800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части потерь в доходах орган</w:t>
            </w:r>
            <w:r>
              <w:t>и</w:t>
            </w:r>
            <w:r>
              <w:lastRenderedPageBreak/>
              <w:t>зациям общественного транспорта в связи с оказанием мер социальной поддержки о</w:t>
            </w:r>
            <w:r>
              <w:t>т</w:t>
            </w:r>
            <w:r>
              <w:t>дельным категориям граждан 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03 1 01 70640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</w:t>
            </w:r>
            <w:r>
              <w:t>о</w:t>
            </w:r>
            <w:r>
              <w:t>тавшим не менее десяти лет педагогическими работниками в образовательных учреждениях, расположенных в сельской местности, раб</w:t>
            </w:r>
            <w:r>
              <w:t>о</w:t>
            </w:r>
            <w:r>
              <w:t>чих поселках (поселках городского типа)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03 1 01 88530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1 100,0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</w:t>
            </w:r>
            <w:r>
              <w:t>о</w:t>
            </w:r>
            <w:r>
              <w:t>тавшим не менее десяти лет педагогическими работниками в образовательных учреждениях, расположенных в сельской местности, раб</w:t>
            </w:r>
            <w:r>
              <w:t>о</w:t>
            </w:r>
            <w:r>
              <w:t>чих поселках (поселках городского типа)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03 1 01 88530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179 085,8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пособие на погребение и возм</w:t>
            </w:r>
            <w:r>
              <w:t>е</w:t>
            </w:r>
            <w:r>
              <w:t>щение расходов по гарантированному пере</w:t>
            </w:r>
            <w:r>
              <w:t>ч</w:t>
            </w:r>
            <w:r>
              <w:t>ню услуг по погребению отдельных категорий граждан (Публичные нормативные социал</w:t>
            </w:r>
            <w:r>
              <w:t>ь</w:t>
            </w:r>
            <w:r>
              <w:lastRenderedPageBreak/>
              <w:t>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03 1 01 89100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4 672,6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Социальное пособие на погребение и возм</w:t>
            </w:r>
            <w:r>
              <w:t>е</w:t>
            </w:r>
            <w:r>
              <w:t>щение расходов по гарантированному пере</w:t>
            </w:r>
            <w:r>
              <w:t>ч</w:t>
            </w:r>
            <w:r>
              <w:t>ню услуг по погребению отдельных категорий граждан (Социальные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03 1 01 89100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489,3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Субсидии гражданам на оплату жилого пом</w:t>
            </w:r>
            <w:r>
              <w:t>е</w:t>
            </w:r>
            <w:r w:rsidR="00592DB9">
              <w:t xml:space="preserve">щения и коммунальных услуг </w:t>
            </w:r>
            <w:r>
              <w:t>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Субсидии гражданам на оплату жилого пом</w:t>
            </w:r>
            <w:r>
              <w:t>е</w:t>
            </w:r>
            <w:r>
              <w:t xml:space="preserve">щения и </w:t>
            </w:r>
            <w:r w:rsidR="00592DB9">
              <w:t>коммунальных услуг</w:t>
            </w:r>
            <w:r>
              <w:t xml:space="preserve">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357 246,2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Выплата, компенсация расходов на санаторно-курортное лечение родителям погибших (умерших) военнослужащих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ветеранов труда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ветеранов труда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755 242,6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тружеников т</w:t>
            </w:r>
            <w:r>
              <w:t>ы</w:t>
            </w:r>
            <w:r>
              <w:lastRenderedPageBreak/>
              <w:t>ла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тружеников т</w:t>
            </w:r>
            <w:r>
              <w:t>ы</w:t>
            </w:r>
            <w:r>
              <w:t>ла (Публичные нормативные социальные в</w:t>
            </w:r>
            <w:r>
              <w:t>ы</w:t>
            </w:r>
            <w:r>
              <w:t>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4 138,2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реабилитир</w:t>
            </w:r>
            <w:r>
              <w:t>о</w:t>
            </w:r>
            <w:r>
              <w:t>ванных лиц и лиц, признанных пострадавш</w:t>
            </w:r>
            <w:r>
              <w:t>и</w:t>
            </w:r>
            <w:r>
              <w:t>ми от политических репрессий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реабилитир</w:t>
            </w:r>
            <w:r>
              <w:t>о</w:t>
            </w:r>
            <w:r>
              <w:t>ванных лиц и лиц, признанных пострадавш</w:t>
            </w:r>
            <w:r>
              <w:t>и</w:t>
            </w:r>
            <w:r>
              <w:t>ми от политических репрессий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12 947,4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Республики Карелия и других категорий граждан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ветеранов труда Республики Карелия и других категорий граждан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1 620 523,3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</w:t>
            </w:r>
            <w:r>
              <w:t>о</w:t>
            </w:r>
            <w:r>
              <w:t>тавшим не менее десяти лет в государстве</w:t>
            </w:r>
            <w:r>
              <w:t>н</w:t>
            </w:r>
            <w:r>
              <w:lastRenderedPageBreak/>
              <w:t>ных и (или) муниципальных учреждениях, расположенных в сельской местности, посе</w:t>
            </w:r>
            <w:r>
              <w:t>л</w:t>
            </w:r>
            <w:r>
              <w:t>ках городского типа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Меры социальной поддержки проживающим за пределами городов пенсионерам, прораб</w:t>
            </w:r>
            <w:r>
              <w:t>о</w:t>
            </w:r>
            <w:r>
              <w:t>тавшим не менее десяти лет в государстве</w:t>
            </w:r>
            <w:r>
              <w:t>н</w:t>
            </w:r>
            <w:r>
              <w:t>ных и (или) муниципальных учреждениях, расположенных в сельской местности, посе</w:t>
            </w:r>
            <w:r>
              <w:t>л</w:t>
            </w:r>
            <w:r>
              <w:t>ках городского типа (Публичные нормати</w:t>
            </w:r>
            <w:r>
              <w:t>в</w:t>
            </w:r>
            <w:r>
              <w:t>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03 1 01 89550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124 988,8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Иные меры социальной поддержки отдельным категориям граждан  (Иные выплаты насел</w:t>
            </w:r>
            <w:r>
              <w:t>е</w:t>
            </w:r>
            <w:r>
              <w:t>нию)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03 1 01 89700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775,0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494,7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(Публи</w:t>
            </w:r>
            <w:r>
              <w:t>ч</w:t>
            </w:r>
            <w:r>
              <w:t>ные нормативные социальные выплаты гра</w:t>
            </w:r>
            <w:r>
              <w:t>ж</w:t>
            </w:r>
            <w:r>
              <w:t>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R4620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10 928,9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Компенсация отдельным категориям граждан оплаты взноса на капитальный ремонт общего имущества в многоквартирном доме (Иные </w:t>
            </w:r>
            <w:r>
              <w:lastRenderedPageBreak/>
              <w:t>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К4620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отдельным категориям граждан оплаты взноса на капитальный ремонт общего имущества в многоквартирном доме (Публи</w:t>
            </w:r>
            <w:r>
              <w:t>ч</w:t>
            </w:r>
            <w:r>
              <w:t>ные нормативные социальные выплаты гра</w:t>
            </w:r>
            <w:r>
              <w:t>ж</w:t>
            </w:r>
            <w:r>
              <w:t>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03 1 01 </w:t>
            </w:r>
            <w:proofErr w:type="spellStart"/>
            <w:r>
              <w:t>К4620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647,7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госуда</w:t>
            </w:r>
            <w:r>
              <w:t>р</w:t>
            </w:r>
            <w:r>
              <w:t>ственной социальной помощи отдельным к</w:t>
            </w:r>
            <w:r>
              <w:t>а</w:t>
            </w:r>
            <w:r>
              <w:t>тегориям малообеспеченных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Адресная социальная помощь малоимущим гражданам и отдельным категориям граждан, находящимся в трудной жизненной ситуации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03 1 02 70600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1 218 049,8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мер гос</w:t>
            </w:r>
            <w:r>
              <w:t>у</w:t>
            </w:r>
            <w:r>
              <w:t>дарственной поддержки гражданам, имеющим детей, а также в связи с беременностью и р</w:t>
            </w:r>
            <w:r>
              <w:t>о</w:t>
            </w:r>
            <w:r>
              <w:t>дами»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1 156 514,8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«Совершенствование с</w:t>
            </w:r>
            <w:r>
              <w:t>о</w:t>
            </w:r>
            <w:r>
              <w:t>циальной защиты граждан»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03 2 01 43210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170 783,0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единовреме</w:t>
            </w:r>
            <w:r>
              <w:t>н</w:t>
            </w:r>
            <w:r>
              <w:lastRenderedPageBreak/>
              <w:t>ного пособия беременной жене военнослуж</w:t>
            </w:r>
            <w:r>
              <w:t>а</w:t>
            </w:r>
            <w:r>
              <w:t>щего, проходящего военную службу по пр</w:t>
            </w:r>
            <w:r>
              <w:t>и</w:t>
            </w:r>
            <w:r>
              <w:t>зыву, а также ежемесячного пособия на р</w:t>
            </w:r>
            <w:r>
              <w:t>е</w:t>
            </w:r>
            <w:r>
              <w:t>бенка военнослужащего, проходящего вое</w:t>
            </w:r>
            <w:r>
              <w:t>н</w:t>
            </w:r>
            <w:r>
              <w:t>ную службу по призыву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единовреме</w:t>
            </w:r>
            <w:r>
              <w:t>н</w:t>
            </w:r>
            <w:r>
              <w:t>ного пособия беременной жене военнослуж</w:t>
            </w:r>
            <w:r>
              <w:t>а</w:t>
            </w:r>
            <w:r>
              <w:t>щего, проходящего военную службу по пр</w:t>
            </w:r>
            <w:r>
              <w:t>и</w:t>
            </w:r>
            <w:r>
              <w:t>зыву, а также ежемесячного пособия на р</w:t>
            </w:r>
            <w:r>
              <w:t>е</w:t>
            </w:r>
            <w:r>
              <w:t>бенка военнослужащего, проходящего вое</w:t>
            </w:r>
            <w:r>
              <w:t>н</w:t>
            </w:r>
            <w:r>
              <w:t>ную службу по призыву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7 021,9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выплату государстве</w:t>
            </w:r>
            <w:r>
              <w:t>н</w:t>
            </w:r>
            <w:r w:rsidR="00592DB9">
              <w:t xml:space="preserve">ных пособий </w:t>
            </w:r>
            <w:r>
              <w:t>лицам, не подлежащим обяз</w:t>
            </w:r>
            <w:r>
              <w:t>а</w:t>
            </w:r>
            <w:r>
              <w:t>тельному социальному страхованию на сл</w:t>
            </w:r>
            <w:r>
              <w:t>у</w:t>
            </w:r>
            <w:r>
              <w:t>чай временной нетрудоспособности и в связи с материнством, и лицам, уволенным в связи с ликвидацией организаций (прекращением д</w:t>
            </w:r>
            <w:r>
              <w:t>е</w:t>
            </w:r>
            <w:r>
              <w:t>ятельности, полномочий физическими лиц</w:t>
            </w:r>
            <w:r>
              <w:t>а</w:t>
            </w:r>
            <w:r>
              <w:t>ми)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выплату государстве</w:t>
            </w:r>
            <w:r>
              <w:t>н</w:t>
            </w:r>
            <w:r w:rsidR="00592DB9">
              <w:lastRenderedPageBreak/>
              <w:t xml:space="preserve">ных пособий </w:t>
            </w:r>
            <w:r>
              <w:t>лицам, не подлежащим обяз</w:t>
            </w:r>
            <w:r>
              <w:t>а</w:t>
            </w:r>
            <w:r>
              <w:t>тельному социальному страхованию на сл</w:t>
            </w:r>
            <w:r>
              <w:t>у</w:t>
            </w:r>
            <w:r>
              <w:t>чай временной нетрудоспособности и в связи с материнством, и лицам, уволенным в связи с ликвидацией организаций (прекращением д</w:t>
            </w:r>
            <w:r>
              <w:t>е</w:t>
            </w:r>
            <w:r>
              <w:t>ятельности, полномочий физическими лиц</w:t>
            </w:r>
            <w:r>
              <w:t>а</w:t>
            </w:r>
            <w:r>
              <w:t>ми) (Публичные нормативные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264 404,5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(Социальные выпл</w:t>
            </w:r>
            <w:r>
              <w:t>а</w:t>
            </w:r>
            <w:r>
              <w:t>ты гражданам, кроме публичных нормати</w:t>
            </w:r>
            <w:r>
              <w:t>в</w:t>
            </w:r>
            <w:r>
              <w:t>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29 095,4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Пособие на ребенка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Пособие на ребенка (Публичные нормативные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266 606,0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Единовременное пособие при рождении р</w:t>
            </w:r>
            <w:r>
              <w:t>е</w:t>
            </w:r>
            <w:r>
              <w:t>бенка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Единовременное пособие при рождении р</w:t>
            </w:r>
            <w:r>
              <w:t>е</w:t>
            </w:r>
            <w:r>
              <w:t>бенка (Публичные нормативные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15 901,0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Ежегодная компенсационная выплата на пр</w:t>
            </w:r>
            <w:r>
              <w:t>и</w:t>
            </w:r>
            <w:r>
              <w:t>обретение школьных принадлежностей для детей из многодетных семей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Ежегодная компенсационная выплата на пр</w:t>
            </w:r>
            <w:r>
              <w:t>и</w:t>
            </w:r>
            <w:r>
              <w:t>обретение школьных принадлежностей для детей из многодетных семей (Публичные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3 442,0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ежемесячной д</w:t>
            </w:r>
            <w:r>
              <w:t>е</w:t>
            </w:r>
            <w:r>
              <w:t>нежной выплате, назначаемой в случае ро</w:t>
            </w:r>
            <w:r>
              <w:t>ж</w:t>
            </w:r>
            <w:r>
              <w:t>дения третьего ребенка или последующих д</w:t>
            </w:r>
            <w:r>
              <w:t>е</w:t>
            </w:r>
            <w:r>
              <w:t>тей до достижения ребенком возраста трех лет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185,9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ежемесячной д</w:t>
            </w:r>
            <w:r>
              <w:t>е</w:t>
            </w:r>
            <w:r>
              <w:t>нежной выплате, назначаемой в случае ро</w:t>
            </w:r>
            <w:r>
              <w:t>ж</w:t>
            </w:r>
            <w:r>
              <w:t>дения третьего ребенка или последующих д</w:t>
            </w:r>
            <w:r>
              <w:t>е</w:t>
            </w:r>
            <w:r>
              <w:t>тей до достижения ребенком возраста трех лет (Публичные нормативные социальные выпл</w:t>
            </w:r>
            <w:r>
              <w:t>а</w:t>
            </w:r>
            <w:r>
              <w:t>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398 598,1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«Проведение мер</w:t>
            </w:r>
            <w:r>
              <w:t>о</w:t>
            </w:r>
            <w:r>
              <w:t>приятий в сфере демографической политики»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61 535,0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Региональный материнский (семейный) кап</w:t>
            </w:r>
            <w:r>
              <w:t>и</w:t>
            </w:r>
            <w:r>
              <w:t>тал (Публичные нормативные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03 2 03 89640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61 535,0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Охрана семьи и детства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795 700,0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795 700,0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социальной поддержки семьи и д</w:t>
            </w:r>
            <w:r>
              <w:t>е</w:t>
            </w:r>
            <w:r>
              <w:t>тей»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795 700,0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«Оказание мер соц</w:t>
            </w:r>
            <w:r>
              <w:t>и</w:t>
            </w:r>
            <w:r>
              <w:t>альной поддержки детям-сиротам, детям, оставшимся без попечения родителей, лицам из числа указанной категории детей, а также гражданам, принявшим детей на воспитание в семью»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777 442,0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единовреме</w:t>
            </w:r>
            <w:r>
              <w:t>н</w:t>
            </w:r>
            <w:r>
              <w:t>ного пособия при всех формах устройства д</w:t>
            </w:r>
            <w:r>
              <w:t>е</w:t>
            </w:r>
            <w:r>
              <w:t>тей, лишенных родительского попечения, в семью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по выплате единовреме</w:t>
            </w:r>
            <w:r>
              <w:t>н</w:t>
            </w:r>
            <w:r>
              <w:t>ного пособия при всех формах устройства д</w:t>
            </w:r>
            <w:r>
              <w:t>е</w:t>
            </w:r>
            <w:r>
              <w:t>тей, лишенных родительского попечения, в семью (Публичные нормативные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4 010,8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социальной поддержке д</w:t>
            </w:r>
            <w:r>
              <w:t>е</w:t>
            </w:r>
            <w:r>
              <w:t xml:space="preserve">тей-сирот, детей, оставшихся без попечения </w:t>
            </w:r>
            <w:r>
              <w:lastRenderedPageBreak/>
              <w:t>родителей, а также лиц из числа детей-сирот, детей, оставшихся без попечения родителей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03 2 02 70660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320 345,0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Ежемесячная выплата вознаграждения опек</w:t>
            </w:r>
            <w:r>
              <w:t>у</w:t>
            </w:r>
            <w:r>
              <w:t>ну, приемному родителю, патронатному во</w:t>
            </w:r>
            <w:r>
              <w:t>с</w:t>
            </w:r>
            <w:r>
              <w:t>питателю при осуществлении опеки (попеч</w:t>
            </w:r>
            <w:r>
              <w:t>и</w:t>
            </w:r>
            <w:r>
              <w:t>тельства) над ребенком из числа детей-сирот и детей, оставшихся без попечения родителей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Ежемесячная выплата вознаграждения опек</w:t>
            </w:r>
            <w:r>
              <w:t>у</w:t>
            </w:r>
            <w:r>
              <w:t>ну, приемному родителю, патронатному во</w:t>
            </w:r>
            <w:r>
              <w:t>с</w:t>
            </w:r>
            <w:r>
              <w:t>питателю при осуществлении опеки (попеч</w:t>
            </w:r>
            <w:r>
              <w:t>и</w:t>
            </w:r>
            <w:r>
              <w:t>тельства) над ребенком из числа детей-сирот и детей, оставшихся без попечения родителей (Социальные выплаты гражданам, кроме пу</w:t>
            </w:r>
            <w:r>
              <w:t>б</w:t>
            </w:r>
            <w:r>
              <w:t>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122 902,6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Дополнительные меры по социальной по</w:t>
            </w:r>
            <w:r>
              <w:t>д</w:t>
            </w:r>
            <w:r>
              <w:t>держке детей-сирот и детей, оставшихся без попечения родителей, находящихся под оп</w:t>
            </w:r>
            <w:r>
              <w:t>е</w:t>
            </w:r>
            <w:r>
              <w:t>кой, попечительством, в приемной, в патр</w:t>
            </w:r>
            <w:r>
              <w:t>о</w:t>
            </w:r>
            <w:r>
              <w:t>натной семьях (Социальные выплаты гражд</w:t>
            </w:r>
            <w:r>
              <w:t>а</w:t>
            </w:r>
            <w:r>
              <w:t>нам, кроме публичных нормативных социал</w:t>
            </w:r>
            <w:r>
              <w:t>ь</w:t>
            </w:r>
            <w:r>
              <w:t>ных выплат)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03 2 02 70760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Региональное единовременное пособие при усыновлении (удочерении) (Публичные но</w:t>
            </w:r>
            <w:r>
              <w:t>р</w:t>
            </w:r>
            <w:r>
              <w:t>мативные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03 2 02 89800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</w:t>
            </w:r>
            <w:r>
              <w:t>о</w:t>
            </w:r>
            <w:r>
              <w:t>дителей, находящихся под опекой, попеч</w:t>
            </w:r>
            <w:r>
              <w:t>и</w:t>
            </w:r>
            <w:r>
              <w:t>тельством, в приемных семьях, в семьях п</w:t>
            </w:r>
            <w:r>
              <w:t>а</w:t>
            </w:r>
            <w:r>
              <w:t>тронатных воспитателей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</w:t>
            </w:r>
            <w:r>
              <w:t>о</w:t>
            </w:r>
            <w:r>
              <w:t>дителей, находящихся под опекой, попеч</w:t>
            </w:r>
            <w:r>
              <w:t>и</w:t>
            </w:r>
            <w:r>
              <w:t>тельством, в приемных семьях, в семьях п</w:t>
            </w:r>
            <w:r>
              <w:t>а</w:t>
            </w:r>
            <w:r>
              <w:t>тронатных воспитателей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209 763,5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</w:t>
            </w:r>
            <w:r>
              <w:t>и</w:t>
            </w:r>
            <w:r>
              <w:t>рованных жилых помещений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R0820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113 456,1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помещений детям-сиротам и детям, оставшимся без попечения родителей, лицам из их числа по договорам найма специализ</w:t>
            </w:r>
            <w:r>
              <w:t>и</w:t>
            </w:r>
            <w:r>
              <w:t>рованных жилых помещений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К0820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де</w:t>
            </w:r>
            <w:r>
              <w:t>я</w:t>
            </w:r>
            <w:r>
              <w:t>тельности в области опеки и попечительства»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03 2 06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18 258,0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Республики Карелия по организации и ос</w:t>
            </w:r>
            <w:r>
              <w:t>у</w:t>
            </w:r>
            <w:r>
              <w:t xml:space="preserve">ществлению деятельности органов опеки и </w:t>
            </w:r>
            <w:r>
              <w:lastRenderedPageBreak/>
              <w:t>попечительства (Субвенции)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03 2 06 42090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18 192,0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осуществление де</w:t>
            </w:r>
            <w:r>
              <w:t>я</w:t>
            </w:r>
            <w:r>
              <w:t>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</w:t>
            </w:r>
            <w:r>
              <w:t>о</w:t>
            </w:r>
            <w:r>
              <w:t>вершеннолетних, самовольно ушедших из с</w:t>
            </w:r>
            <w:r>
              <w:t>е</w:t>
            </w:r>
            <w:r>
              <w:t>мей, организаций для детей-сирот и детей, оставшихся без попечения родителей, образ</w:t>
            </w:r>
            <w:r>
              <w:t>о</w:t>
            </w:r>
            <w:r>
              <w:t>вательных организаций и иных организаций (Расходы на выплаты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</w:t>
            </w:r>
            <w:r>
              <w:t>с</w:t>
            </w:r>
            <w:r>
              <w:t>сийской Федерации на осуществление де</w:t>
            </w:r>
            <w:r>
              <w:t>я</w:t>
            </w:r>
            <w:r>
              <w:t>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</w:t>
            </w:r>
            <w:r>
              <w:t>о</w:t>
            </w:r>
            <w:r>
              <w:t>вершеннолетних, самовольно ушедших из с</w:t>
            </w:r>
            <w:r>
              <w:t>е</w:t>
            </w:r>
            <w:r>
              <w:t>мей, организаций для детей-сирот и детей, оставшихся без попечения родителей, образ</w:t>
            </w:r>
            <w:r>
              <w:t>о</w:t>
            </w:r>
            <w:r>
              <w:t>вательных организаций и иных организаций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социальной пол</w:t>
            </w:r>
            <w:r>
              <w:t>и</w:t>
            </w:r>
            <w:r>
              <w:t>тики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81 650,4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«Совершенствование социальной защ</w:t>
            </w:r>
            <w:r>
              <w:t>и</w:t>
            </w:r>
            <w:r>
              <w:t>ты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81 650,4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«Обеспечение и соверше</w:t>
            </w:r>
            <w:r>
              <w:t>н</w:t>
            </w:r>
            <w:r>
              <w:t>ствование мер социальной поддержки отдел</w:t>
            </w:r>
            <w:r>
              <w:t>ь</w:t>
            </w:r>
            <w:r>
              <w:t>ных категорий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«Предоставление мер социальной поддержки отдельным категориям граждан»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03 1 01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Автоматизация процессов предоставления мер социальной поддержки населению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03 1 01 70630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1 350,0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80 300,4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44 957,1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7 390,4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 xml:space="preserve">публики Карелия (Социальные выплаты </w:t>
            </w:r>
            <w:r>
              <w:lastRenderedPageBreak/>
              <w:t>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780,0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442,3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824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26 730,6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природных ресурсов и эк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логии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765 756,6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753 641,1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Воспроизводство минерально-сырьевой базы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«Воспроизводство минерал</w:t>
            </w:r>
            <w:r>
              <w:t>ь</w:t>
            </w:r>
            <w:r>
              <w:t>но-сырьевой базы»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и освоение месторождений общераспространенных п</w:t>
            </w:r>
            <w:r>
              <w:t>о</w:t>
            </w:r>
            <w:r>
              <w:t>лезных ископаемых»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сфере недропользования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13 2 01 73210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Водное хозяйство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lastRenderedPageBreak/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«Использование и охрана во</w:t>
            </w:r>
            <w:r>
              <w:t>д</w:t>
            </w:r>
            <w:r>
              <w:t>ных объектов на территории Республики К</w:t>
            </w:r>
            <w:r>
              <w:t>а</w:t>
            </w:r>
            <w:r>
              <w:t>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«Проведение работ, направленных на снижение негативного во</w:t>
            </w:r>
            <w:r>
              <w:t>з</w:t>
            </w:r>
            <w:r>
              <w:t>действия вод и ликвидацию его последствий, а также на охрану водных объектов»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8 250,5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водных отн</w:t>
            </w:r>
            <w:r>
              <w:t>о</w:t>
            </w:r>
            <w:r>
              <w:t>шений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13 3 01 51280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7 750,5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области водных отношений 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13 3 01 73220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Лесное хозяйство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745 030,6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744 830,6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«Воспроизводство и использ</w:t>
            </w:r>
            <w:r>
              <w:t>о</w:t>
            </w:r>
            <w:r>
              <w:t xml:space="preserve">вание лесных ресурсов» 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602 803,8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«Предоставление л</w:t>
            </w:r>
            <w:r>
              <w:t>е</w:t>
            </w:r>
            <w:r>
              <w:t>сов в пользование, их охрана, защита и во</w:t>
            </w:r>
            <w:r>
              <w:t>с</w:t>
            </w:r>
            <w:r>
              <w:lastRenderedPageBreak/>
              <w:t>производство»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602 803,8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(Расходы на выплаты персоналу казе</w:t>
            </w:r>
            <w:r>
              <w:t>н</w:t>
            </w:r>
            <w:r>
              <w:t>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362 167,0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74 134,6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155 688,2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13 1 01 51290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области лесных отношений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1 142,7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области лесных отношений (Субсидии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5 735,8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области лесных отношений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13 1 01 73200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3 117,5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Определение функциональных зон в лесопа</w:t>
            </w:r>
            <w:r>
              <w:t>р</w:t>
            </w:r>
            <w:r>
              <w:t>ковых зонах, площади лесопарковых зон, з</w:t>
            </w:r>
            <w:r>
              <w:t>е</w:t>
            </w:r>
            <w:r>
              <w:t xml:space="preserve">леных зон, установление и изменение границ </w:t>
            </w:r>
            <w:r>
              <w:lastRenderedPageBreak/>
              <w:t>лесопарковых зон, зеленых зон  (Иные заку</w:t>
            </w:r>
            <w:r>
              <w:t>п</w:t>
            </w:r>
            <w: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13 1 01 73280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518,0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142 026,8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66 108,6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3 221,2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(Расходы на выплаты персоналу гос</w:t>
            </w:r>
            <w:r>
              <w:t>у</w:t>
            </w:r>
            <w:r>
              <w:t>дарственных (муниципальных)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52 291,0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5 440,7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лесных отн</w:t>
            </w:r>
            <w:r>
              <w:t>о</w:t>
            </w:r>
            <w:r>
              <w:t>шений (Исполнение судебных актов)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00 51290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294,7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охраны и и</w:t>
            </w:r>
            <w:r>
              <w:t>с</w:t>
            </w:r>
            <w:r>
              <w:t>пользования охотничьих ресурсов (Расходы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12 682,7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охраны и и</w:t>
            </w:r>
            <w:r>
              <w:t>с</w:t>
            </w:r>
            <w:r>
              <w:t>пользования охотничьих ресурсов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  <w:proofErr w:type="gramStart"/>
            <w:r>
              <w:t xml:space="preserve"> С</w:t>
            </w:r>
            <w:proofErr w:type="gramEnd"/>
            <w:r>
              <w:t xml:space="preserve"> 00 59700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1 984,2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07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Охрана окружающей среды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12 115,5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Охрана объектов растительного и животного мира и среды их обитания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10 265,5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10 265,5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9 615,3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«Проведение прир</w:t>
            </w:r>
            <w:r>
              <w:t>о</w:t>
            </w:r>
            <w:r>
              <w:t>доохранных мероприятий»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9 615,3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в области охраны окружающей среды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13 4 01 73240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4 645,4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охраны окружающей среды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13 4 01 73250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4 969,9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охотничьего хозя</w:t>
            </w:r>
            <w:r>
              <w:t>й</w:t>
            </w:r>
            <w:r>
              <w:t>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13 5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650,2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«Повышение проду</w:t>
            </w:r>
            <w:r>
              <w:t>к</w:t>
            </w:r>
            <w:r>
              <w:t>тивности охотничьих угодий»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13 5 01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580,2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t>сийской Федерации в области охраны и и</w:t>
            </w:r>
            <w:r>
              <w:t>с</w:t>
            </w:r>
            <w:r>
              <w:t>пользования объектов животного мира (за и</w:t>
            </w:r>
            <w:r>
              <w:t>с</w:t>
            </w:r>
            <w:r>
              <w:t>ключением охотничьих ресурсов и водных биологических ресурсов)  (Иные закупки т</w:t>
            </w:r>
            <w:r>
              <w:t>о</w:t>
            </w:r>
            <w:r>
              <w:t>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13 5 01 59200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80,2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повышению продуктивности охотничьих угодий (Иные выплаты насел</w:t>
            </w:r>
            <w:r>
              <w:t>е</w:t>
            </w:r>
            <w:r>
              <w:t>нию)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13 5 01 73290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360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«Регулирование охо</w:t>
            </w:r>
            <w:r>
              <w:t>т</w:t>
            </w:r>
            <w:r>
              <w:t>хозяйственной деятельности в Республике К</w:t>
            </w:r>
            <w:r>
              <w:t>а</w:t>
            </w:r>
            <w:r>
              <w:t>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13 5 02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регулированию охотхозя</w:t>
            </w:r>
            <w:r>
              <w:t>й</w:t>
            </w:r>
            <w:r>
              <w:t>ственной деятельности (Иные закупки тов</w:t>
            </w:r>
            <w:r>
              <w:t>а</w:t>
            </w:r>
            <w:r>
              <w:t>ров, работ и услуг для обеспечения госуда</w:t>
            </w:r>
            <w:r>
              <w:t>р</w:t>
            </w:r>
            <w:r>
              <w:lastRenderedPageBreak/>
              <w:t>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13 5 02 73300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Прикладные научные исследования в области охраны окружающей среды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«Проведение прир</w:t>
            </w:r>
            <w:r>
              <w:t>о</w:t>
            </w:r>
            <w:r>
              <w:t>доохранных мероприятий»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Актуализация территориальной схемы в обл</w:t>
            </w:r>
            <w:r>
              <w:t>а</w:t>
            </w:r>
            <w:r>
              <w:t>сти обращения с отходами, в том числе с твердыми коммунальными отходами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13 4 01 73260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1 450,0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охраны окружа</w:t>
            </w:r>
            <w:r>
              <w:t>ю</w:t>
            </w:r>
            <w:r>
              <w:t>щей среды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«Воспроизводство и использование природных ресурсов и охрана окружающей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«Охрана окружающей среды»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«Осуществление гос</w:t>
            </w:r>
            <w:r>
              <w:t>у</w:t>
            </w:r>
            <w:r>
              <w:t>дарственного экологического надзора и но</w:t>
            </w:r>
            <w:r>
              <w:t>р</w:t>
            </w:r>
            <w:r>
              <w:t>мирования допустимого воздействия на окр</w:t>
            </w:r>
            <w:r>
              <w:t>у</w:t>
            </w:r>
            <w:r>
              <w:t>жающую среду при осуществлении хозя</w:t>
            </w:r>
            <w:r>
              <w:t>й</w:t>
            </w:r>
            <w:r>
              <w:t>ственной и иной деятельности»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13 4 02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переданных полномочий Ро</w:t>
            </w:r>
            <w:r>
              <w:t>с</w:t>
            </w:r>
            <w:r>
              <w:lastRenderedPageBreak/>
              <w:t>сийской Федерации по проведению госуда</w:t>
            </w:r>
            <w:r>
              <w:t>р</w:t>
            </w:r>
            <w:r>
              <w:t>ственной экологической экспертизы объектов регионального уровня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13 4 02 73230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20.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по дорожному хозяйству, транспорту и связи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2 943 354,9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Национальная экономика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2 943 354,9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Транспорт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187 975,1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транспортной системы»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187 975,1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транспортного о</w:t>
            </w:r>
            <w:r>
              <w:t>б</w:t>
            </w:r>
            <w:r>
              <w:t>служивания населения»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160 248,2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«Возмещение пер</w:t>
            </w:r>
            <w:r>
              <w:t>е</w:t>
            </w:r>
            <w:r>
              <w:t>возчику части потерь в доходах, возникающих вследствие государственного регулирования тарифов на перевозку пассажиров железнод</w:t>
            </w:r>
            <w:r>
              <w:t>о</w:t>
            </w:r>
            <w:r>
              <w:t>рожным транспортом в пригородном сообщ</w:t>
            </w:r>
            <w:r>
              <w:t>е</w:t>
            </w:r>
            <w:r>
              <w:t>нии по территории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45 345,5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части потерь в доходах орган</w:t>
            </w:r>
            <w:r>
              <w:t>и</w:t>
            </w:r>
            <w:r>
              <w:t>зациям железнодорожного транспорта, возн</w:t>
            </w:r>
            <w:r>
              <w:t>и</w:t>
            </w:r>
            <w:r>
              <w:t>кающих в результате государственного рег</w:t>
            </w:r>
            <w:r>
              <w:t>у</w:t>
            </w:r>
            <w:r>
              <w:t>лирования тарифов на перевозку пассажиров в поездах пригородного сообщения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11 3 01 72630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43 845,5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Компенсация части потерь в доходах в связи с принятием решения об установлении льгот по тарифам на проезд обучающихся и воспита</w:t>
            </w:r>
            <w:r>
              <w:t>н</w:t>
            </w:r>
            <w:r>
              <w:t>ников общеобразовательных учреждений, учащихся очной формы обучения образов</w:t>
            </w:r>
            <w:r>
              <w:t>а</w:t>
            </w:r>
            <w:r>
              <w:t>тельных учреждений начального професси</w:t>
            </w:r>
            <w:r>
              <w:t>о</w:t>
            </w:r>
            <w:r>
              <w:t>нального, среднего профессионального и высшего профессионального образования ж</w:t>
            </w:r>
            <w:r>
              <w:t>е</w:t>
            </w:r>
            <w:r>
              <w:t>лезнодорожным транспортом общего польз</w:t>
            </w:r>
            <w:r>
              <w:t>о</w:t>
            </w:r>
            <w:r w:rsidR="00592DB9">
              <w:t>вания в пригородном сообщении</w:t>
            </w:r>
            <w:r>
              <w:t xml:space="preserve"> (Субсидии юридическим лицам (кроме некоммерческих организаций), индивидуальным предприним</w:t>
            </w:r>
            <w:r>
              <w:t>а</w:t>
            </w:r>
            <w:r>
              <w:t>телям, физическим лицам – производителям товаров, работ, услуг)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11 3 01 72640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пасс</w:t>
            </w:r>
            <w:r>
              <w:t>а</w:t>
            </w:r>
            <w:r>
              <w:t>жирских перевозок внутренним водным транспортом»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11 3 02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Организация пассажирских перевозок вну</w:t>
            </w:r>
            <w:r>
              <w:t>т</w:t>
            </w:r>
            <w:r>
              <w:t>ренним водным транспортом в навигацию т</w:t>
            </w:r>
            <w:r>
              <w:t>е</w:t>
            </w:r>
            <w:r>
              <w:t>кущего года по установленным маршрутам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11 3 02 72650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5 020,0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пров</w:t>
            </w:r>
            <w:r>
              <w:t>е</w:t>
            </w:r>
            <w:r>
              <w:t>дения мероприятий в сфере воздушного транспорта»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11 3 03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109 848,7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lastRenderedPageBreak/>
              <w:t>лия в сфере воздушного транспорта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11 3 03 72660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73 348,7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Компенсация части затрат организаций в св</w:t>
            </w:r>
            <w:r>
              <w:t>я</w:t>
            </w:r>
            <w:r>
              <w:t>зи с осуществлением пассажирских п</w:t>
            </w:r>
            <w:r w:rsidR="00592DB9">
              <w:t xml:space="preserve">еревозок воздушным транспортом </w:t>
            </w:r>
            <w:r>
              <w:t>(Субсидии юридич</w:t>
            </w:r>
            <w:r>
              <w:t>е</w:t>
            </w:r>
            <w:r>
              <w:t>ским лицам (кроме некоммерческих организ</w:t>
            </w:r>
            <w:r>
              <w:t>а</w:t>
            </w:r>
            <w:r>
              <w:t>ций), индивидуальным предпринимателям, физическим лицам – производителям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11 3 03 72670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36 500,0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«Организация тран</w:t>
            </w:r>
            <w:r>
              <w:t>с</w:t>
            </w:r>
            <w:r>
              <w:t>портного обслуживания населения автом</w:t>
            </w:r>
            <w:r>
              <w:t>о</w:t>
            </w:r>
            <w:r>
              <w:t>бильным транспортом в пригородном и межмуниципальном сообщении по террит</w:t>
            </w:r>
            <w:r>
              <w:t>о</w:t>
            </w:r>
            <w:r>
              <w:t>рии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11 3 04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Организация регулярных перевозок пассаж</w:t>
            </w:r>
            <w:r>
              <w:t>и</w:t>
            </w:r>
            <w:r>
              <w:t>ров и багажа автомобильным транспортом по межмуниципальным маршрутам регулярных перевозок по регулируемым тарифам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11 3 04 72780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34,0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27 726,9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23 563,0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lastRenderedPageBreak/>
              <w:t>релия органами исполнительной власти Ре</w:t>
            </w:r>
            <w:r>
              <w:t>с</w:t>
            </w:r>
            <w:r>
              <w:t>публики Карелия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3 968,3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(Социальные выплаты гражданам, кроме публичных нормативных социальных выплат)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193,7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Дорожное хозяйство (дорожные фонды)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2 755 379,8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транспортной системы»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2 502 979,8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«Развитие дорожного хозя</w:t>
            </w:r>
            <w:r>
              <w:t>й</w:t>
            </w:r>
            <w:r>
              <w:t>ства»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2 412 979,8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«Капитальный ремонт, ремонт и содержание автомобильных дорог общего пользования регионального или межмуниципального и местного значения»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2 183 111,4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мероприятий государственной программы Республики Карелия «Развитие транспортной системы»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11 1 01 43180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lastRenderedPageBreak/>
              <w:t>лия в сфере дорожного хозяйства (Расходы на выплаты персоналу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42 102,8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дорожного хозяйства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94 114,7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Оказание услуг, выполнение работ госуда</w:t>
            </w:r>
            <w:r>
              <w:t>р</w:t>
            </w:r>
            <w:r>
              <w:t>ственными учреждениями Республики Кар</w:t>
            </w:r>
            <w:r>
              <w:t>е</w:t>
            </w:r>
            <w:r>
              <w:t>лия в сфере дорожного хозяйства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11 1 01 72600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1 791,2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межмуниципального значения (Иные з</w:t>
            </w:r>
            <w:r>
              <w:t>а</w:t>
            </w:r>
            <w:r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1 715 163,8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Содержание и ремонт дорог регионального или межмуниципального значения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11 1 01 72610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179 938,9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«Строительство и р</w:t>
            </w:r>
            <w:r>
              <w:t>е</w:t>
            </w:r>
            <w:r>
              <w:t>конструкция автомобильных дорог, мостовых сооружений на автомобильных дорогах общ</w:t>
            </w:r>
            <w:r>
              <w:t>е</w:t>
            </w:r>
            <w:r>
              <w:t>го пользования регионального или межмун</w:t>
            </w:r>
            <w:r>
              <w:t>и</w:t>
            </w:r>
            <w:r>
              <w:t>ципального значения»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11 1 02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229 868,4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841181">
            <w:pPr>
              <w:ind w:right="-80"/>
              <w:rPr>
                <w:sz w:val="24"/>
                <w:szCs w:val="24"/>
              </w:rPr>
            </w:pPr>
            <w:r>
              <w:t>Объекты строительства и реконструкции гос</w:t>
            </w:r>
            <w:r>
              <w:t>у</w:t>
            </w:r>
            <w:r>
              <w:t>дарственной и муниципальной собственности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11 1 02 90400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129 268,4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Объекты строительства, реконструкции гос</w:t>
            </w:r>
            <w:r>
              <w:t>у</w:t>
            </w:r>
            <w:r>
              <w:t xml:space="preserve">дарственной и муниципальной собственности, </w:t>
            </w:r>
            <w:r>
              <w:lastRenderedPageBreak/>
              <w:t>реализуемые в соответствии с федеральной целевой программой «Развитие Республики Карелия на период до 2020 года»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11 1 02 90420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100 600,0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«Повышение безопасности д</w:t>
            </w:r>
            <w:r>
              <w:t>о</w:t>
            </w:r>
            <w:r>
              <w:t>рожного движения»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«Первоочередные м</w:t>
            </w:r>
            <w:r>
              <w:t>е</w:t>
            </w:r>
            <w:r>
              <w:t>роприятия, способствующие снижению уро</w:t>
            </w:r>
            <w:r>
              <w:t>в</w:t>
            </w:r>
            <w:r>
              <w:t>ня аварийности на сети автомобильных дорог общего пользования регионального или межмуниципального значения»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11 2 01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повышению безопасности дорожного движения (Иные закупки товаров, работ и услуг для обеспечения государстве</w:t>
            </w:r>
            <w:r>
              <w:t>н</w:t>
            </w:r>
            <w:r>
              <w:t>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11 2 01 72620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туризма»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252 400,0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«Создание инжене</w:t>
            </w:r>
            <w:r>
              <w:t>р</w:t>
            </w:r>
            <w:r>
              <w:t>ной и транспортной инфраструктуры турис</w:t>
            </w:r>
            <w:r>
              <w:t>т</w:t>
            </w:r>
            <w:r>
              <w:t>ско-рекреационных кластеров на территории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19 0 02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252 400,0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Создание комплекса обеспечивающей инфр</w:t>
            </w:r>
            <w:r>
              <w:t>а</w:t>
            </w:r>
            <w:r>
              <w:t>структуры туристско-рекреационного класт</w:t>
            </w:r>
            <w:r>
              <w:t>е</w:t>
            </w:r>
            <w:r>
              <w:t>ра «Южная Карелия» в Республике Карелия, в том числе систем водоснабжения, водоотв</w:t>
            </w:r>
            <w:r>
              <w:t>е</w:t>
            </w:r>
            <w:r>
              <w:t>дения, канализации, электроснабжения, газ</w:t>
            </w:r>
            <w:r>
              <w:t>о</w:t>
            </w:r>
            <w:r>
              <w:t>снабжения, транспортной инфраструктуры (автомобильная дорога к туристическому об</w:t>
            </w:r>
            <w:r>
              <w:t>ъ</w:t>
            </w:r>
            <w:r>
              <w:lastRenderedPageBreak/>
              <w:t xml:space="preserve">екту «Водопад «Молочный», </w:t>
            </w:r>
            <w:proofErr w:type="gramStart"/>
            <w:r>
              <w:t>км</w:t>
            </w:r>
            <w:proofErr w:type="gramEnd"/>
            <w:r>
              <w:t xml:space="preserve"> 0 – км 4+500)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19 0 02 </w:t>
            </w:r>
            <w:proofErr w:type="spellStart"/>
            <w:r>
              <w:t>R1105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202 400,0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Создание комплекса обеспечивающей инфр</w:t>
            </w:r>
            <w:r>
              <w:t>а</w:t>
            </w:r>
            <w:r>
              <w:t>структуры туристско-рекреационного класт</w:t>
            </w:r>
            <w:r>
              <w:t>е</w:t>
            </w:r>
            <w:r>
              <w:t>ра «Южная Карелия» в Республике Карелия, в том числе систем водоснабжения, водоотв</w:t>
            </w:r>
            <w:r>
              <w:t>е</w:t>
            </w:r>
            <w:r>
              <w:t>дения, канализации, электроснабжения, газ</w:t>
            </w:r>
            <w:r>
              <w:t>о</w:t>
            </w:r>
            <w:r>
              <w:t>снабжения, транспортной инфраструктуры (автомобильная дорога к туристическому об</w:t>
            </w:r>
            <w:r>
              <w:t>ъ</w:t>
            </w:r>
            <w:r w:rsidR="00592DB9">
              <w:t>екту «Вотчина карельского Деда М</w:t>
            </w:r>
            <w:r>
              <w:t xml:space="preserve">ороза </w:t>
            </w:r>
            <w:r w:rsidR="00592DB9">
              <w:t xml:space="preserve">– </w:t>
            </w:r>
            <w:proofErr w:type="spellStart"/>
            <w:r>
              <w:t>Талви</w:t>
            </w:r>
            <w:proofErr w:type="spellEnd"/>
            <w:r>
              <w:t xml:space="preserve"> </w:t>
            </w:r>
            <w:proofErr w:type="spellStart"/>
            <w:r>
              <w:t>Укко</w:t>
            </w:r>
            <w:proofErr w:type="spellEnd"/>
            <w:r>
              <w:t>», км 0 – км 0+800) (Бюджетные инвестиции)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826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09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19 0 02 </w:t>
            </w:r>
            <w:proofErr w:type="spellStart"/>
            <w:r>
              <w:t>R1106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Государственный комитет Республики К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релия по строительному, жилищному и д</w:t>
            </w:r>
            <w:r>
              <w:rPr>
                <w:b/>
                <w:bCs/>
              </w:rPr>
              <w:t>о</w:t>
            </w:r>
            <w:r>
              <w:rPr>
                <w:b/>
                <w:bCs/>
              </w:rPr>
              <w:t>рожному надзору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828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44 778,2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Жилищно-коммунальное хозяйство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44 778,2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44 778,2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«Обеспечение доступным и комфор</w:t>
            </w:r>
            <w:r>
              <w:t>т</w:t>
            </w:r>
            <w:r>
              <w:t>ным жильем и жилищно-коммунальными услугами»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05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44 558,2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44 558,2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(Расходы на выплаты пе</w:t>
            </w:r>
            <w:r>
              <w:t>р</w:t>
            </w:r>
            <w:r>
              <w:t>соналу государственных (муниципальных) о</w:t>
            </w:r>
            <w:r>
              <w:t>р</w:t>
            </w:r>
            <w:r>
              <w:lastRenderedPageBreak/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828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42 636,4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1 920,1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государственных функций, св</w:t>
            </w:r>
            <w:r>
              <w:t>я</w:t>
            </w:r>
            <w:r>
              <w:t>занных с общегосударственным управлением (Исполнение судебных актов)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828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05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30 0 00 75010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220,0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22.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Контрольно-счетная палата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25 245,5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25 245,5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Обеспечение деятельности финансовых, нал</w:t>
            </w:r>
            <w:r>
              <w:t>о</w:t>
            </w:r>
            <w:r>
              <w:t>говых и таможенных органов и органов ф</w:t>
            </w:r>
            <w:r>
              <w:t>и</w:t>
            </w:r>
            <w:r>
              <w:t>нансового (финансово-бюджетного) надзора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25 245,5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палаты Республики Карелия (Расходы на выплаты персоналу государственных (м</w:t>
            </w:r>
            <w:r>
              <w:t>у</w:t>
            </w:r>
            <w:r>
              <w:t>ниципальных) органов)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23 072,9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Контрольно-счетной палаты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2 141,2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Контрольно-</w:t>
            </w:r>
            <w:r>
              <w:lastRenderedPageBreak/>
              <w:t>счетной палаты Республики Карелия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830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06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lastRenderedPageBreak/>
              <w:t>23.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Министерство национальной и регионал</w:t>
            </w:r>
            <w:r>
              <w:rPr>
                <w:b/>
                <w:bCs/>
              </w:rPr>
              <w:t>ь</w:t>
            </w:r>
            <w:r>
              <w:rPr>
                <w:b/>
                <w:bCs/>
              </w:rPr>
              <w:t>ной политики Республики Карелия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161 865,4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39 200,5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39 200,5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39 200,5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«Поддержка социально орие</w:t>
            </w:r>
            <w:r>
              <w:t>н</w:t>
            </w:r>
            <w:r>
              <w:t>тированных некоммерческих организаций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15 1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«Поддержка проектов, реализуемых социально ориентированными некоммерческими организациями»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15 1 01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Гранты в форме субсидий социально орие</w:t>
            </w:r>
            <w:r>
              <w:t>н</w:t>
            </w:r>
            <w:r>
              <w:t>тированным некоммерческим организациям, достигшим наилучших результатов (Резер</w:t>
            </w:r>
            <w:r>
              <w:t>в</w:t>
            </w:r>
            <w:r>
              <w:t>ные средства)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15 1 01 73860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«Содействие развитию мун</w:t>
            </w:r>
            <w:r>
              <w:t>и</w:t>
            </w:r>
            <w:r>
              <w:t>ципальной службы, территориального общ</w:t>
            </w:r>
            <w:r>
              <w:t>е</w:t>
            </w:r>
            <w:r>
              <w:t>ственного самоуправления и иных форм ос</w:t>
            </w:r>
            <w:r>
              <w:t>у</w:t>
            </w:r>
            <w:r>
              <w:t>ществления местного самоуправления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Основное мероприятие «Стимулирование гражданской инициативы, развитие форм </w:t>
            </w:r>
            <w:r>
              <w:lastRenderedPageBreak/>
              <w:t>осуществления местного самоуправления»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Проведение социологических опросов насел</w:t>
            </w:r>
            <w:r>
              <w:t>е</w:t>
            </w:r>
            <w:r>
              <w:t>ния об оценке эффективности деятельности органов местного самоуправления городских округов и муниципальных районов Республ</w:t>
            </w:r>
            <w:r>
              <w:t>и</w:t>
            </w:r>
            <w:r>
              <w:t>ки Карелия (Субсидии некоммерческим орг</w:t>
            </w:r>
            <w:r>
              <w:t>а</w:t>
            </w:r>
            <w:r>
              <w:t>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15 4 01 73830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«Обеспечение реал</w:t>
            </w:r>
            <w:r>
              <w:t>и</w:t>
            </w:r>
            <w:r>
              <w:t>зации государственной программы»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33 500,5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 w:rsidR="00592DB9">
              <w:t>публики Карелия</w:t>
            </w:r>
            <w:r>
              <w:t xml:space="preserve">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32 218,7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 w:rsidR="00592DB9">
              <w:t>публики Карелия</w:t>
            </w:r>
            <w:r>
              <w:t xml:space="preserve">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1 272,4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 w:rsidR="00592DB9">
              <w:t>публики Карелия</w:t>
            </w:r>
            <w:r>
              <w:t xml:space="preserve">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Культура, кинематография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16 479,9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Культура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16 479,9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 xml:space="preserve">релия «Развитие институтов гражданского </w:t>
            </w:r>
            <w:r>
              <w:lastRenderedPageBreak/>
              <w:t>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12 481,4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«Сохранение единства народов и этнических общностей Карелии» («</w:t>
            </w:r>
            <w:proofErr w:type="spellStart"/>
            <w:r>
              <w:t>Карьяла</w:t>
            </w:r>
            <w:proofErr w:type="spellEnd"/>
            <w:r>
              <w:t xml:space="preserve"> – наш дом»)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15 3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12 481,4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«Проведение мер</w:t>
            </w:r>
            <w:r>
              <w:t>о</w:t>
            </w:r>
            <w:r>
              <w:t>приятий и поддержка проектов, направленных на развитие национального (этнокультурного) потенциала»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15 3 01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12 481,4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сохранению единства нар</w:t>
            </w:r>
            <w:r>
              <w:t>о</w:t>
            </w:r>
            <w:r>
              <w:t>дов и этнических общностей Республики К</w:t>
            </w:r>
            <w:r>
              <w:t>а</w:t>
            </w:r>
            <w:r>
              <w:t>релия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15 3 01 73820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968,2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proofErr w:type="gramStart"/>
            <w:r>
              <w:t>Реализация мероприятий по укреплению единства российской нации и этнокультурн</w:t>
            </w:r>
            <w:r>
              <w:t>о</w:t>
            </w:r>
            <w:r>
              <w:t>му развитию народов России (Субсидии н</w:t>
            </w:r>
            <w:r>
              <w:t>е</w:t>
            </w:r>
            <w:r>
              <w:t>коммерческим организациям (за исключением государственных (муниципальных) учрежд</w:t>
            </w:r>
            <w:r>
              <w:t>е</w:t>
            </w:r>
            <w:r>
              <w:t>ний)</w:t>
            </w:r>
            <w:proofErr w:type="gramEnd"/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15 3 01 </w:t>
            </w:r>
            <w:proofErr w:type="spellStart"/>
            <w:r>
              <w:t>R5160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11 513,2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</w:t>
            </w:r>
            <w:proofErr w:type="spellStart"/>
            <w:r>
              <w:t>Этносоциальное</w:t>
            </w:r>
            <w:proofErr w:type="spellEnd"/>
            <w:r>
              <w:t xml:space="preserve"> и этнокультурное развитие территорий традиционного прож</w:t>
            </w:r>
            <w:r>
              <w:t>и</w:t>
            </w:r>
            <w:r>
              <w:t>вания коренных народов»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21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3 998,5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«Создание условий для социально-экономического развития те</w:t>
            </w:r>
            <w:r>
              <w:t>р</w:t>
            </w:r>
            <w:r>
              <w:t>риторий традиционного проживания коре</w:t>
            </w:r>
            <w:r>
              <w:t>н</w:t>
            </w:r>
            <w:r>
              <w:lastRenderedPageBreak/>
              <w:t>ных народов»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21 0 01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2 827,1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поддержке эк</w:t>
            </w:r>
            <w:r>
              <w:t>о</w:t>
            </w:r>
            <w:r>
              <w:t>номического и социального развития коре</w:t>
            </w:r>
            <w:r>
              <w:t>н</w:t>
            </w:r>
            <w:r>
              <w:t>ных малочисленных народов Севера, Сибири и Дальнего Востока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21 0 01 </w:t>
            </w:r>
            <w:proofErr w:type="spellStart"/>
            <w:r>
              <w:t>R5150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2 577,1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Реализация мероприятий по поддержке эк</w:t>
            </w:r>
            <w:r>
              <w:t>о</w:t>
            </w:r>
            <w:r>
              <w:t>номического и социального развития коре</w:t>
            </w:r>
            <w:r>
              <w:t>н</w:t>
            </w:r>
            <w:r>
              <w:t>ных малочисленных народов Севера, Сибири и Дальнего Востока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21 0 01 </w:t>
            </w:r>
            <w:proofErr w:type="spellStart"/>
            <w:r>
              <w:t>R5150</w:t>
            </w:r>
            <w:proofErr w:type="spellEnd"/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«Развитие этнокул</w:t>
            </w:r>
            <w:r>
              <w:t>ь</w:t>
            </w:r>
            <w:r>
              <w:t>турного потенциала коренных народов»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21 0 02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1 171,4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коренных народов Республики Карелия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1 021,4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коренных народов Республики Карелия (Пр</w:t>
            </w:r>
            <w:r>
              <w:t>е</w:t>
            </w:r>
            <w:r>
              <w:t>мии и гранты)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Мероприятия по этнокультурному развитию коренных народов Республики Карелия (Су</w:t>
            </w:r>
            <w:r>
              <w:t>б</w:t>
            </w:r>
            <w:r>
              <w:t>сидии юридическим лицам (кроме некомме</w:t>
            </w:r>
            <w:r>
              <w:t>р</w:t>
            </w:r>
            <w:r>
              <w:t>ческих организаций), индивидуальным пре</w:t>
            </w:r>
            <w:r>
              <w:t>д</w:t>
            </w:r>
            <w:r>
              <w:t>принимателям, физическим лицам – произв</w:t>
            </w:r>
            <w:r>
              <w:t>о</w:t>
            </w:r>
            <w:r>
              <w:t>дителям товаров, работ, услуг)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08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21 0 02 77000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Средства массовой информации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27 785,0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Периодическая печать и издательства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27 785,0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lastRenderedPageBreak/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27 785,0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«Создание условий для расш</w:t>
            </w:r>
            <w:r>
              <w:t>и</w:t>
            </w:r>
            <w:r>
              <w:t>рения доступа населения к информации, ра</w:t>
            </w:r>
            <w:r>
              <w:t>с</w:t>
            </w:r>
            <w:r>
              <w:t>пространяемой в средствах массовой инфо</w:t>
            </w:r>
            <w:r>
              <w:t>р</w:t>
            </w:r>
            <w:r>
              <w:t>мации в Республике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15 2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27 785,0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«Размещение инфо</w:t>
            </w:r>
            <w:r>
              <w:t>р</w:t>
            </w:r>
            <w:r>
              <w:t>мационных материалов и публикация прав</w:t>
            </w:r>
            <w:r>
              <w:t>о</w:t>
            </w:r>
            <w:r>
              <w:t>вых актов Республики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15 2 01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27 785,0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Производство и реализация печатных изданий и средств массовой информации (Субсидии автономным учреждениям)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02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15 2 01 73800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27 785,0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Межбюджетные трансферты общего характ</w:t>
            </w:r>
            <w:r>
              <w:t>е</w:t>
            </w:r>
            <w:r>
              <w:t>ра бюджетам бюджетной системы Российской Федерации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78 400,0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Прочие межбюджетные трансферты общего характера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78 400,0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Государственная программа Республики К</w:t>
            </w:r>
            <w:r>
              <w:t>а</w:t>
            </w:r>
            <w:r>
              <w:t>релия «Развитие институтов гражданского общества и развитие местного самоуправл</w:t>
            </w:r>
            <w:r>
              <w:t>е</w:t>
            </w:r>
            <w:r>
              <w:t>ния, защита прав и свобод человека и гражд</w:t>
            </w:r>
            <w:r>
              <w:t>а</w:t>
            </w:r>
            <w:r>
              <w:t>нина»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78 400,0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Подпрограмма «Содействие развитию мун</w:t>
            </w:r>
            <w:r>
              <w:t>и</w:t>
            </w:r>
            <w:r>
              <w:t>ципальной службы, территориального общ</w:t>
            </w:r>
            <w:r>
              <w:t>е</w:t>
            </w:r>
            <w:r>
              <w:t>ственного самоуправления и иных форм ос</w:t>
            </w:r>
            <w:r>
              <w:t>у</w:t>
            </w:r>
            <w:r>
              <w:t>ществления местного самоуправления в Ре</w:t>
            </w:r>
            <w:r>
              <w:t>с</w:t>
            </w:r>
            <w:r>
              <w:lastRenderedPageBreak/>
              <w:t>публике Карелия»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15 4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78 400,0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«Стимулирование гражданской инициативы, развитие форм осуществления местного самоуправления»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15 4 01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53 400,0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поддержку местных инициатив граждан, проживающих в муниципальных образованиях (Субсидии)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15 4 01 43140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50 000,0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Поддержка развития территориального общ</w:t>
            </w:r>
            <w:r>
              <w:t>е</w:t>
            </w:r>
            <w:r>
              <w:t>ственного самоуправления (Иные межбю</w:t>
            </w:r>
            <w:r>
              <w:t>д</w:t>
            </w:r>
            <w:r>
              <w:t>жетные трансферты)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15 4 01 44070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3 400,0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Основное мероприятие «Проведение мер</w:t>
            </w:r>
            <w:r>
              <w:t>о</w:t>
            </w:r>
            <w:r>
              <w:t>приятий по социально-экономическому разв</w:t>
            </w:r>
            <w:r>
              <w:t>и</w:t>
            </w:r>
            <w:r>
              <w:t>тию территорий»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 xml:space="preserve">15 4 02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Субсидия местным бюджетам на подготовку к проведению Дня Республики Карелия (Субс</w:t>
            </w:r>
            <w:r>
              <w:t>и</w:t>
            </w:r>
            <w:r>
              <w:t>дии)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833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15 4 02 43190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25 000,0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24.</w:t>
            </w: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Постоянное представительство Республики Карелия при Президенте Российской Фед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рации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835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24 026,7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24 026,7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Другие общегосударственные вопросы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24 026,7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Осуществление полномочий Республики К</w:t>
            </w:r>
            <w:r>
              <w:t>а</w:t>
            </w:r>
            <w:r>
              <w:t>релия органами исполнительной власти Ре</w:t>
            </w:r>
            <w:r>
              <w:t>с</w:t>
            </w:r>
            <w:r>
              <w:t>публики Карелия (Расходы на выплаты перс</w:t>
            </w:r>
            <w:r>
              <w:t>о</w:t>
            </w:r>
            <w:r>
              <w:t>налу государственных (муниципальных) о</w:t>
            </w:r>
            <w:r>
              <w:t>р</w:t>
            </w:r>
            <w:r>
              <w:t>ганов)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00 10900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120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5 966,2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(Расходы на выплаты перс</w:t>
            </w:r>
            <w:r>
              <w:t>о</w:t>
            </w:r>
            <w:r>
              <w:lastRenderedPageBreak/>
              <w:t>налу казенных учреждений)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lastRenderedPageBreak/>
              <w:t>835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15 237,0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(Иные закупки товаров, р</w:t>
            </w:r>
            <w:r>
              <w:t>а</w:t>
            </w:r>
            <w:r>
              <w:t>бот и услуг для обеспечения государственных (муниципальных) нужд)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2 700,0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Услуги, связанные с обеспечением деятельн</w:t>
            </w:r>
            <w:r>
              <w:t>о</w:t>
            </w:r>
            <w:r>
              <w:t>сти организаций (Уплата налогов, сборов и иных платежей)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835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30</w:t>
            </w:r>
            <w:proofErr w:type="gramStart"/>
            <w:r>
              <w:t xml:space="preserve"> С</w:t>
            </w:r>
            <w:proofErr w:type="gramEnd"/>
            <w:r>
              <w:t xml:space="preserve"> 00 75080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F81" w:rsidRDefault="00B91F81" w:rsidP="00EB62CF">
            <w:pPr>
              <w:jc w:val="right"/>
              <w:rPr>
                <w:sz w:val="24"/>
                <w:szCs w:val="24"/>
              </w:rPr>
            </w:pPr>
            <w:r>
              <w:t>123,5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F81" w:rsidRDefault="00B91F81" w:rsidP="00EB62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F81" w:rsidRDefault="00B91F81" w:rsidP="00EB62C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jc w:val="center"/>
              <w:rPr>
                <w:b/>
                <w:bCs/>
                <w:color w:val="FFFFFF"/>
                <w:sz w:val="56"/>
                <w:szCs w:val="56"/>
              </w:rPr>
            </w:pPr>
            <w:r>
              <w:rPr>
                <w:b/>
                <w:bCs/>
                <w:color w:val="FFFFFF"/>
                <w:sz w:val="56"/>
                <w:szCs w:val="56"/>
              </w:rPr>
              <w:t>а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F81" w:rsidRDefault="00B91F81" w:rsidP="00EB62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F81" w:rsidRDefault="00B91F81" w:rsidP="00EB62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F81" w:rsidRDefault="00B91F81" w:rsidP="00EB62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F81" w:rsidRDefault="00B91F81" w:rsidP="00EB62C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F81" w:rsidRDefault="00B91F81" w:rsidP="00EB62C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37 266 070,1</w:t>
            </w:r>
          </w:p>
        </w:tc>
      </w:tr>
      <w:tr w:rsidR="00B91F81" w:rsidTr="00B91F81"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5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1F81" w:rsidRDefault="00B91F81" w:rsidP="00EB62CF">
            <w:pPr>
              <w:rPr>
                <w:sz w:val="20"/>
                <w:szCs w:val="20"/>
              </w:rPr>
            </w:pPr>
          </w:p>
        </w:tc>
      </w:tr>
    </w:tbl>
    <w:p w:rsidR="00AA6D5E" w:rsidRPr="00B91F81" w:rsidRDefault="00AA6D5E" w:rsidP="00592DB9"/>
    <w:sectPr w:rsidR="00AA6D5E" w:rsidRPr="00B91F81" w:rsidSect="00B91F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0" w:right="560" w:bottom="1140" w:left="56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2CF" w:rsidRDefault="00EB62CF" w:rsidP="00E12559">
      <w:r>
        <w:separator/>
      </w:r>
    </w:p>
  </w:endnote>
  <w:endnote w:type="continuationSeparator" w:id="0">
    <w:p w:rsidR="00EB62CF" w:rsidRDefault="00EB62CF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2CF" w:rsidRDefault="00EB62C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2CF" w:rsidRDefault="00EB62C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2CF" w:rsidRDefault="00EB62C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2CF" w:rsidRDefault="00EB62CF" w:rsidP="00E12559">
      <w:r>
        <w:separator/>
      </w:r>
    </w:p>
  </w:footnote>
  <w:footnote w:type="continuationSeparator" w:id="0">
    <w:p w:rsidR="00EB62CF" w:rsidRDefault="00EB62CF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2CF" w:rsidRDefault="00EB62CF" w:rsidP="00EB62CF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62CF" w:rsidRDefault="00EB62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2CF" w:rsidRDefault="00EB62CF" w:rsidP="00EB62CF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E16BF">
      <w:rPr>
        <w:rStyle w:val="a9"/>
        <w:noProof/>
      </w:rPr>
      <w:t>133</w:t>
    </w:r>
    <w:r>
      <w:rPr>
        <w:rStyle w:val="a9"/>
      </w:rPr>
      <w:fldChar w:fldCharType="end"/>
    </w:r>
  </w:p>
  <w:sdt>
    <w:sdtPr>
      <w:id w:val="24441082"/>
      <w:docPartObj>
        <w:docPartGallery w:val="Page Numbers (Top of Page)"/>
        <w:docPartUnique/>
      </w:docPartObj>
    </w:sdtPr>
    <w:sdtContent>
      <w:p w:rsidR="00EB62CF" w:rsidRDefault="00EB62CF">
        <w:pPr>
          <w:pStyle w:val="a3"/>
          <w:jc w:val="center"/>
        </w:pPr>
      </w:p>
    </w:sdtContent>
  </w:sdt>
  <w:p w:rsidR="00EB62CF" w:rsidRDefault="00EB62C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2CF" w:rsidRDefault="00EB62C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EA6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4A6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16BF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50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2EB7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D88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9E4"/>
    <w:rsid w:val="00302FCF"/>
    <w:rsid w:val="0030435C"/>
    <w:rsid w:val="0030657B"/>
    <w:rsid w:val="003100A1"/>
    <w:rsid w:val="00312710"/>
    <w:rsid w:val="00314E83"/>
    <w:rsid w:val="003174E3"/>
    <w:rsid w:val="003216D6"/>
    <w:rsid w:val="003238E2"/>
    <w:rsid w:val="003256CE"/>
    <w:rsid w:val="0032581D"/>
    <w:rsid w:val="003271E7"/>
    <w:rsid w:val="0033150E"/>
    <w:rsid w:val="00331659"/>
    <w:rsid w:val="00334544"/>
    <w:rsid w:val="003351E5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2D4F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27A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56B2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87EF0"/>
    <w:rsid w:val="004918F5"/>
    <w:rsid w:val="004962AA"/>
    <w:rsid w:val="00496FEF"/>
    <w:rsid w:val="00497C8D"/>
    <w:rsid w:val="004A109F"/>
    <w:rsid w:val="004A12DC"/>
    <w:rsid w:val="004A449E"/>
    <w:rsid w:val="004A59DE"/>
    <w:rsid w:val="004A5EA8"/>
    <w:rsid w:val="004A6D46"/>
    <w:rsid w:val="004B0295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0FC4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3BC9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A49"/>
    <w:rsid w:val="00566C6E"/>
    <w:rsid w:val="00573AAD"/>
    <w:rsid w:val="00576271"/>
    <w:rsid w:val="005822F5"/>
    <w:rsid w:val="0058231D"/>
    <w:rsid w:val="00582CD5"/>
    <w:rsid w:val="00582EA9"/>
    <w:rsid w:val="0058527C"/>
    <w:rsid w:val="00592CD9"/>
    <w:rsid w:val="00592DB9"/>
    <w:rsid w:val="00593B89"/>
    <w:rsid w:val="005940D6"/>
    <w:rsid w:val="00595826"/>
    <w:rsid w:val="005A02A5"/>
    <w:rsid w:val="005A3F2F"/>
    <w:rsid w:val="005A3FDC"/>
    <w:rsid w:val="005A4B62"/>
    <w:rsid w:val="005A5D3B"/>
    <w:rsid w:val="005B1EA6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894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4AC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0DFF"/>
    <w:rsid w:val="007E47F7"/>
    <w:rsid w:val="007E73D7"/>
    <w:rsid w:val="007F0986"/>
    <w:rsid w:val="007F364B"/>
    <w:rsid w:val="007F6571"/>
    <w:rsid w:val="007F74FB"/>
    <w:rsid w:val="007F7AE4"/>
    <w:rsid w:val="00800F33"/>
    <w:rsid w:val="00802301"/>
    <w:rsid w:val="008023C3"/>
    <w:rsid w:val="00803278"/>
    <w:rsid w:val="0080365C"/>
    <w:rsid w:val="008054F3"/>
    <w:rsid w:val="008065F8"/>
    <w:rsid w:val="0081020C"/>
    <w:rsid w:val="008125C3"/>
    <w:rsid w:val="008131E3"/>
    <w:rsid w:val="0082670F"/>
    <w:rsid w:val="00827414"/>
    <w:rsid w:val="008319C2"/>
    <w:rsid w:val="00831F68"/>
    <w:rsid w:val="00832136"/>
    <w:rsid w:val="00832BB9"/>
    <w:rsid w:val="008357BD"/>
    <w:rsid w:val="00837EF3"/>
    <w:rsid w:val="0084006C"/>
    <w:rsid w:val="00841181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6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6BDA"/>
    <w:rsid w:val="0090029A"/>
    <w:rsid w:val="00905A7C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143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AE9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A7D4D"/>
    <w:rsid w:val="009B2C21"/>
    <w:rsid w:val="009B3F94"/>
    <w:rsid w:val="009C3E30"/>
    <w:rsid w:val="009C5EED"/>
    <w:rsid w:val="009C61D4"/>
    <w:rsid w:val="009C75D7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D71"/>
    <w:rsid w:val="00A351B9"/>
    <w:rsid w:val="00A3618A"/>
    <w:rsid w:val="00A378F4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72EBF"/>
    <w:rsid w:val="00A83B4D"/>
    <w:rsid w:val="00A957C4"/>
    <w:rsid w:val="00A97FE3"/>
    <w:rsid w:val="00AA4D76"/>
    <w:rsid w:val="00AA518D"/>
    <w:rsid w:val="00AA53F5"/>
    <w:rsid w:val="00AA6D5E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4DA3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4EB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58A"/>
    <w:rsid w:val="00B77E69"/>
    <w:rsid w:val="00B80B14"/>
    <w:rsid w:val="00B81877"/>
    <w:rsid w:val="00B81DC9"/>
    <w:rsid w:val="00B823DB"/>
    <w:rsid w:val="00B857B7"/>
    <w:rsid w:val="00B91F81"/>
    <w:rsid w:val="00B95B8D"/>
    <w:rsid w:val="00B96BBA"/>
    <w:rsid w:val="00BA1861"/>
    <w:rsid w:val="00BA4E24"/>
    <w:rsid w:val="00BA5506"/>
    <w:rsid w:val="00BA7704"/>
    <w:rsid w:val="00BA7E1C"/>
    <w:rsid w:val="00BB02E3"/>
    <w:rsid w:val="00BB291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30C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3E0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AF6"/>
    <w:rsid w:val="00CF7DC3"/>
    <w:rsid w:val="00D02834"/>
    <w:rsid w:val="00D03DCD"/>
    <w:rsid w:val="00D05623"/>
    <w:rsid w:val="00D07F93"/>
    <w:rsid w:val="00D161E5"/>
    <w:rsid w:val="00D16527"/>
    <w:rsid w:val="00D16D6A"/>
    <w:rsid w:val="00D17666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34E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487E"/>
    <w:rsid w:val="00E34A23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B62CF"/>
    <w:rsid w:val="00EC19A6"/>
    <w:rsid w:val="00EC1C71"/>
    <w:rsid w:val="00EC2ECB"/>
    <w:rsid w:val="00EC51BA"/>
    <w:rsid w:val="00EC54CC"/>
    <w:rsid w:val="00ED04C3"/>
    <w:rsid w:val="00ED1299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32C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F04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B7EDE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23"/>
  </w:style>
  <w:style w:type="paragraph" w:styleId="1">
    <w:name w:val="heading 1"/>
    <w:basedOn w:val="a"/>
    <w:next w:val="a"/>
    <w:link w:val="10"/>
    <w:uiPriority w:val="9"/>
    <w:qFormat/>
    <w:rsid w:val="00D05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623"/>
  </w:style>
  <w:style w:type="paragraph" w:styleId="a5">
    <w:name w:val="footer"/>
    <w:basedOn w:val="a"/>
    <w:link w:val="a6"/>
    <w:uiPriority w:val="99"/>
    <w:semiHidden/>
    <w:unhideWhenUsed/>
    <w:rsid w:val="00D0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623"/>
  </w:style>
  <w:style w:type="character" w:customStyle="1" w:styleId="10">
    <w:name w:val="Заголовок 1 Знак"/>
    <w:basedOn w:val="a0"/>
    <w:link w:val="1"/>
    <w:uiPriority w:val="9"/>
    <w:rsid w:val="00D0562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7">
    <w:name w:val="Hyperlink"/>
    <w:basedOn w:val="a0"/>
    <w:uiPriority w:val="99"/>
    <w:semiHidden/>
    <w:unhideWhenUsed/>
    <w:rsid w:val="00B91F8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B91F81"/>
    <w:rPr>
      <w:color w:val="800080"/>
      <w:u w:val="single"/>
    </w:rPr>
  </w:style>
  <w:style w:type="paragraph" w:customStyle="1" w:styleId="xl63">
    <w:name w:val="xl63"/>
    <w:basedOn w:val="a"/>
    <w:rsid w:val="00B91F81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5">
    <w:name w:val="xl65"/>
    <w:basedOn w:val="a"/>
    <w:rsid w:val="00B91F81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6">
    <w:name w:val="xl66"/>
    <w:basedOn w:val="a"/>
    <w:rsid w:val="00B91F81"/>
    <w:pPr>
      <w:spacing w:before="100" w:beforeAutospacing="1" w:after="100" w:afterAutospacing="1"/>
      <w:textAlignment w:val="center"/>
    </w:pPr>
    <w:rPr>
      <w:rFonts w:eastAsia="Times New Roman"/>
      <w:lang w:eastAsia="ru-RU"/>
    </w:rPr>
  </w:style>
  <w:style w:type="paragraph" w:customStyle="1" w:styleId="xl67">
    <w:name w:val="xl67"/>
    <w:basedOn w:val="a"/>
    <w:rsid w:val="00B91F81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8">
    <w:name w:val="xl68"/>
    <w:basedOn w:val="a"/>
    <w:rsid w:val="00B91F81"/>
    <w:pPr>
      <w:spacing w:before="100" w:beforeAutospacing="1" w:after="100" w:afterAutospacing="1"/>
      <w:jc w:val="right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B91F81"/>
    <w:pPr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B91F81"/>
    <w:pPr>
      <w:spacing w:before="100" w:beforeAutospacing="1" w:after="100" w:afterAutospacing="1"/>
      <w:jc w:val="center"/>
      <w:textAlignment w:val="top"/>
    </w:pPr>
    <w:rPr>
      <w:rFonts w:eastAsia="Times New Roman"/>
      <w:color w:val="FFFFFF"/>
      <w:sz w:val="40"/>
      <w:szCs w:val="40"/>
      <w:lang w:eastAsia="ru-RU"/>
    </w:rPr>
  </w:style>
  <w:style w:type="paragraph" w:customStyle="1" w:styleId="xl71">
    <w:name w:val="xl71"/>
    <w:basedOn w:val="a"/>
    <w:rsid w:val="00B91F81"/>
    <w:pPr>
      <w:spacing w:before="100" w:beforeAutospacing="1" w:after="100" w:afterAutospacing="1"/>
    </w:pPr>
    <w:rPr>
      <w:rFonts w:eastAsia="Times New Roman"/>
      <w:sz w:val="22"/>
      <w:szCs w:val="22"/>
      <w:lang w:eastAsia="ru-RU"/>
    </w:rPr>
  </w:style>
  <w:style w:type="paragraph" w:customStyle="1" w:styleId="xl72">
    <w:name w:val="xl72"/>
    <w:basedOn w:val="a"/>
    <w:rsid w:val="00B91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3">
    <w:name w:val="xl73"/>
    <w:basedOn w:val="a"/>
    <w:rsid w:val="00B91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4">
    <w:name w:val="xl74"/>
    <w:basedOn w:val="a"/>
    <w:rsid w:val="00B91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5">
    <w:name w:val="xl75"/>
    <w:basedOn w:val="a"/>
    <w:rsid w:val="00B91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6">
    <w:name w:val="xl76"/>
    <w:basedOn w:val="a"/>
    <w:rsid w:val="00B91F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7">
    <w:name w:val="xl77"/>
    <w:basedOn w:val="a"/>
    <w:rsid w:val="00B91F8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22"/>
      <w:szCs w:val="22"/>
      <w:lang w:eastAsia="ru-RU"/>
    </w:rPr>
  </w:style>
  <w:style w:type="paragraph" w:customStyle="1" w:styleId="xl78">
    <w:name w:val="xl78"/>
    <w:basedOn w:val="a"/>
    <w:rsid w:val="00B91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79">
    <w:name w:val="xl79"/>
    <w:basedOn w:val="a"/>
    <w:rsid w:val="00B91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0">
    <w:name w:val="xl80"/>
    <w:basedOn w:val="a"/>
    <w:rsid w:val="00B91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1">
    <w:name w:val="xl81"/>
    <w:basedOn w:val="a"/>
    <w:rsid w:val="00B91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2">
    <w:name w:val="xl82"/>
    <w:basedOn w:val="a"/>
    <w:rsid w:val="00B91F8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3">
    <w:name w:val="xl83"/>
    <w:basedOn w:val="a"/>
    <w:rsid w:val="00B91F8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84">
    <w:name w:val="xl84"/>
    <w:basedOn w:val="a"/>
    <w:rsid w:val="00B91F8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B91F8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B91F8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B91F81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B91F81"/>
    <w:pPr>
      <w:pBdr>
        <w:top w:val="single" w:sz="4" w:space="0" w:color="auto"/>
      </w:pBdr>
      <w:shd w:val="clear" w:color="000000" w:fill="00FF00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9">
    <w:name w:val="xl89"/>
    <w:basedOn w:val="a"/>
    <w:rsid w:val="00B91F81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B91F81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B91F81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2">
    <w:name w:val="xl92"/>
    <w:basedOn w:val="a"/>
    <w:rsid w:val="00B91F81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B91F81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B91F81"/>
    <w:pP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B91F81"/>
    <w:pPr>
      <w:shd w:val="clear" w:color="000000" w:fill="00FF00"/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6">
    <w:name w:val="xl96"/>
    <w:basedOn w:val="a"/>
    <w:rsid w:val="00B91F81"/>
    <w:pP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7">
    <w:name w:val="xl97"/>
    <w:basedOn w:val="a"/>
    <w:rsid w:val="00B91F81"/>
    <w:pPr>
      <w:spacing w:before="100" w:beforeAutospacing="1" w:after="100" w:afterAutospacing="1"/>
      <w:jc w:val="right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8">
    <w:name w:val="xl98"/>
    <w:basedOn w:val="a"/>
    <w:rsid w:val="00B91F81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B91F81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B91F81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B91F81"/>
    <w:pPr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B91F81"/>
    <w:pPr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B91F81"/>
    <w:pP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04">
    <w:name w:val="xl104"/>
    <w:basedOn w:val="a"/>
    <w:rsid w:val="00B91F81"/>
    <w:pPr>
      <w:spacing w:before="100" w:beforeAutospacing="1" w:after="100" w:afterAutospacing="1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05">
    <w:name w:val="xl105"/>
    <w:basedOn w:val="a"/>
    <w:rsid w:val="00B91F81"/>
    <w:pP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06">
    <w:name w:val="xl106"/>
    <w:basedOn w:val="a"/>
    <w:rsid w:val="00B91F81"/>
    <w:pP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07">
    <w:name w:val="xl107"/>
    <w:basedOn w:val="a"/>
    <w:rsid w:val="00B91F81"/>
    <w:pPr>
      <w:spacing w:before="100" w:beforeAutospacing="1" w:after="100" w:afterAutospacing="1"/>
      <w:jc w:val="center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08">
    <w:name w:val="xl108"/>
    <w:basedOn w:val="a"/>
    <w:rsid w:val="00B91F81"/>
    <w:pPr>
      <w:spacing w:before="100" w:beforeAutospacing="1" w:after="100" w:afterAutospacing="1"/>
      <w:jc w:val="right"/>
      <w:textAlignment w:val="top"/>
    </w:pPr>
    <w:rPr>
      <w:rFonts w:eastAsia="Times New Roman"/>
      <w:sz w:val="22"/>
      <w:szCs w:val="22"/>
      <w:lang w:eastAsia="ru-RU"/>
    </w:rPr>
  </w:style>
  <w:style w:type="paragraph" w:customStyle="1" w:styleId="xl109">
    <w:name w:val="xl109"/>
    <w:basedOn w:val="a"/>
    <w:rsid w:val="00B91F81"/>
    <w:pP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B91F81"/>
    <w:pP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B91F81"/>
    <w:pPr>
      <w:spacing w:before="100" w:beforeAutospacing="1" w:after="100" w:afterAutospacing="1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B91F81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FFFFFF"/>
      <w:sz w:val="56"/>
      <w:szCs w:val="56"/>
      <w:lang w:eastAsia="ru-RU"/>
    </w:rPr>
  </w:style>
  <w:style w:type="paragraph" w:customStyle="1" w:styleId="xl113">
    <w:name w:val="xl113"/>
    <w:basedOn w:val="a"/>
    <w:rsid w:val="00B91F81"/>
    <w:pPr>
      <w:spacing w:before="100" w:beforeAutospacing="1" w:after="100" w:afterAutospacing="1"/>
      <w:jc w:val="right"/>
    </w:pPr>
    <w:rPr>
      <w:rFonts w:eastAsia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B91F81"/>
    <w:pPr>
      <w:spacing w:before="100" w:beforeAutospacing="1" w:after="100" w:afterAutospacing="1"/>
      <w:textAlignment w:val="center"/>
    </w:pPr>
    <w:rPr>
      <w:rFonts w:eastAsia="Times New Roman"/>
      <w:sz w:val="24"/>
      <w:szCs w:val="24"/>
      <w:lang w:eastAsia="ru-RU"/>
    </w:rPr>
  </w:style>
  <w:style w:type="paragraph" w:customStyle="1" w:styleId="xl115">
    <w:name w:val="xl115"/>
    <w:basedOn w:val="a"/>
    <w:rsid w:val="00B91F81"/>
    <w:pPr>
      <w:spacing w:before="100" w:beforeAutospacing="1" w:after="100" w:afterAutospacing="1"/>
      <w:jc w:val="right"/>
    </w:pPr>
    <w:rPr>
      <w:rFonts w:eastAsia="Times New Roman"/>
      <w:sz w:val="24"/>
      <w:szCs w:val="24"/>
      <w:lang w:eastAsia="ru-RU"/>
    </w:rPr>
  </w:style>
  <w:style w:type="paragraph" w:customStyle="1" w:styleId="xl116">
    <w:name w:val="xl116"/>
    <w:basedOn w:val="a"/>
    <w:rsid w:val="00B91F81"/>
    <w:pPr>
      <w:spacing w:before="100" w:beforeAutospacing="1" w:after="100" w:afterAutospacing="1"/>
      <w:jc w:val="center"/>
      <w:textAlignment w:val="center"/>
    </w:pPr>
    <w:rPr>
      <w:rFonts w:eastAsia="Times New Roman"/>
      <w:b/>
      <w:bCs/>
      <w:lang w:eastAsia="ru-RU"/>
    </w:rPr>
  </w:style>
  <w:style w:type="character" w:styleId="a9">
    <w:name w:val="page number"/>
    <w:basedOn w:val="a0"/>
    <w:uiPriority w:val="99"/>
    <w:semiHidden/>
    <w:unhideWhenUsed/>
    <w:rsid w:val="00B91F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hyurri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73</TotalTime>
  <Pages>170</Pages>
  <Words>31016</Words>
  <Characters>176792</Characters>
  <Application>Microsoft Office Word</Application>
  <DocSecurity>0</DocSecurity>
  <Lines>1473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krista</Company>
  <LinksUpToDate>false</LinksUpToDate>
  <CharactersWithSpaces>207394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Khyurri</dc:creator>
  <cp:lastModifiedBy>Юлия В. Карпычева</cp:lastModifiedBy>
  <cp:revision>13</cp:revision>
  <dcterms:created xsi:type="dcterms:W3CDTF">2017-12-08T12:34:00Z</dcterms:created>
  <dcterms:modified xsi:type="dcterms:W3CDTF">2017-12-12T12:07:00Z</dcterms:modified>
</cp:coreProperties>
</file>